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80" w:rsidRDefault="00E36D80" w:rsidP="00E36D80">
      <w:pPr>
        <w:spacing w:after="0" w:line="240" w:lineRule="exact"/>
        <w:ind w:left="10206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E36D80" w:rsidRDefault="00E36D80" w:rsidP="00E36D80">
      <w:pPr>
        <w:spacing w:after="0" w:line="240" w:lineRule="exact"/>
        <w:ind w:left="10206"/>
        <w:rPr>
          <w:rFonts w:ascii="Times New Roman" w:hAnsi="Times New Roman" w:cs="Times New Roman"/>
          <w:sz w:val="24"/>
          <w:szCs w:val="24"/>
        </w:rPr>
      </w:pPr>
    </w:p>
    <w:p w:rsidR="00E36D80" w:rsidRDefault="00E36D80" w:rsidP="00E36D80">
      <w:pPr>
        <w:spacing w:after="0" w:line="240" w:lineRule="exact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приказу комитета здравоохранения Волгоградской области </w:t>
      </w:r>
    </w:p>
    <w:p w:rsidR="00E36D80" w:rsidRDefault="00E36D80" w:rsidP="00E36D80">
      <w:pPr>
        <w:spacing w:after="0" w:line="240" w:lineRule="exact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_____________ № _____________</w:t>
      </w:r>
    </w:p>
    <w:p w:rsidR="00E36D80" w:rsidRDefault="00E36D80" w:rsidP="00E36D80">
      <w:pPr>
        <w:spacing w:after="0" w:line="240" w:lineRule="exact"/>
        <w:ind w:left="10206"/>
        <w:rPr>
          <w:rFonts w:ascii="Times New Roman" w:hAnsi="Times New Roman" w:cs="Times New Roman"/>
          <w:sz w:val="24"/>
          <w:szCs w:val="24"/>
        </w:rPr>
      </w:pPr>
    </w:p>
    <w:p w:rsidR="00E36D80" w:rsidRDefault="00E36D80" w:rsidP="00E36D80">
      <w:pPr>
        <w:spacing w:after="0" w:line="240" w:lineRule="exact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36D80" w:rsidRDefault="00E36D80" w:rsidP="00E36D80">
      <w:pPr>
        <w:spacing w:after="0" w:line="240" w:lineRule="exact"/>
        <w:ind w:left="10206"/>
        <w:rPr>
          <w:rFonts w:ascii="Times New Roman" w:hAnsi="Times New Roman" w:cs="Times New Roman"/>
          <w:sz w:val="24"/>
          <w:szCs w:val="24"/>
        </w:rPr>
      </w:pPr>
    </w:p>
    <w:p w:rsidR="00E36D80" w:rsidRDefault="00E36D80" w:rsidP="007B3263">
      <w:pPr>
        <w:spacing w:after="0" w:line="240" w:lineRule="exact"/>
        <w:ind w:left="10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  предоставления услуги "Прием за</w:t>
      </w:r>
      <w:r w:rsidR="007B3263">
        <w:rPr>
          <w:rFonts w:ascii="Times New Roman" w:hAnsi="Times New Roman" w:cs="Times New Roman"/>
          <w:sz w:val="24"/>
          <w:szCs w:val="24"/>
        </w:rPr>
        <w:t>явок (запись) на прием к врачу"</w:t>
      </w:r>
    </w:p>
    <w:p w:rsidR="007B3263" w:rsidRDefault="007B3263" w:rsidP="007B3263">
      <w:pPr>
        <w:spacing w:after="0" w:line="240" w:lineRule="exact"/>
        <w:ind w:left="10206"/>
        <w:rPr>
          <w:rFonts w:ascii="Times New Roman" w:hAnsi="Times New Roman" w:cs="Times New Roman"/>
          <w:sz w:val="24"/>
          <w:szCs w:val="24"/>
        </w:rPr>
      </w:pPr>
    </w:p>
    <w:p w:rsidR="00E36D80" w:rsidRPr="00E36D80" w:rsidRDefault="00E36D80" w:rsidP="007B3263">
      <w:pPr>
        <w:spacing w:after="0"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медицинских организаций, предоставляющих услугу "Прием</w:t>
      </w:r>
      <w:r w:rsidRPr="00E36D80">
        <w:t xml:space="preserve"> </w:t>
      </w:r>
      <w:r w:rsidRPr="00E36D80">
        <w:rPr>
          <w:rFonts w:ascii="Times New Roman" w:hAnsi="Times New Roman" w:cs="Times New Roman"/>
          <w:sz w:val="28"/>
          <w:szCs w:val="28"/>
        </w:rPr>
        <w:t>заявок (запись) на прием к врачу"</w:t>
      </w:r>
    </w:p>
    <w:tbl>
      <w:tblPr>
        <w:tblStyle w:val="ac"/>
        <w:tblW w:w="15041" w:type="dxa"/>
        <w:tblLayout w:type="fixed"/>
        <w:tblLook w:val="04A0" w:firstRow="1" w:lastRow="0" w:firstColumn="1" w:lastColumn="0" w:noHBand="0" w:noVBand="1"/>
      </w:tblPr>
      <w:tblGrid>
        <w:gridCol w:w="840"/>
        <w:gridCol w:w="2861"/>
        <w:gridCol w:w="3118"/>
        <w:gridCol w:w="4111"/>
        <w:gridCol w:w="1985"/>
        <w:gridCol w:w="2126"/>
      </w:tblGrid>
      <w:tr w:rsidR="00E36D80" w:rsidRPr="00B36F47" w:rsidTr="008B5D74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C3E" w:rsidRDefault="00164C3E" w:rsidP="00164C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4C3E" w:rsidRDefault="00164C3E" w:rsidP="00164C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6D80" w:rsidRPr="00B36F47" w:rsidRDefault="00E36D80" w:rsidP="00164C3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3E" w:rsidRPr="00B36F47" w:rsidRDefault="00164C3E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4C3E" w:rsidRPr="00B36F47" w:rsidRDefault="00164C3E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6D80" w:rsidRPr="00B36F47" w:rsidRDefault="00E36D80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Медицинская организация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3E" w:rsidRPr="00B36F47" w:rsidRDefault="00164C3E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4C3E" w:rsidRPr="00B36F47" w:rsidRDefault="00164C3E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6D80" w:rsidRPr="00B36F47" w:rsidRDefault="00E36D80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4C3E" w:rsidRPr="00B36F47" w:rsidRDefault="00164C3E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4C3E" w:rsidRPr="00B36F47" w:rsidRDefault="00164C3E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6D80" w:rsidRPr="00B36F47" w:rsidRDefault="00E36D80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регистратуры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64C3E" w:rsidRPr="00B36F47" w:rsidRDefault="00164C3E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64C3E" w:rsidRPr="00B36F47" w:rsidRDefault="00164C3E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6D80" w:rsidRPr="00B36F47" w:rsidRDefault="00E36D80" w:rsidP="00164C3E">
            <w:pPr>
              <w:spacing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755C0" w:rsidRDefault="00E36D80" w:rsidP="00C755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Наличие возможности записаться в электронном виде (портал, </w:t>
            </w:r>
          </w:p>
          <w:p w:rsidR="00E36D80" w:rsidRPr="00B36F47" w:rsidRDefault="00E36D80" w:rsidP="00C755C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тел.33-03-03)</w:t>
            </w:r>
          </w:p>
        </w:tc>
      </w:tr>
      <w:tr w:rsidR="00125939" w:rsidRPr="00B36F47" w:rsidTr="008B5D74">
        <w:trPr>
          <w:trHeight w:val="300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39" w:rsidRPr="00B36F47" w:rsidRDefault="00125939" w:rsidP="008B5D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1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939" w:rsidRPr="00B36F47" w:rsidRDefault="00125939" w:rsidP="008B5D7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939" w:rsidRPr="00B36F47" w:rsidRDefault="00125939" w:rsidP="008B5D7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5939" w:rsidRPr="00B36F47" w:rsidRDefault="00125939" w:rsidP="008B5D74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18"/>
                <w:szCs w:val="24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39" w:rsidRPr="00B36F47" w:rsidRDefault="00125939" w:rsidP="008B5D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25939" w:rsidRPr="00B36F47" w:rsidRDefault="00125939" w:rsidP="008B5D7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18"/>
                <w:szCs w:val="24"/>
                <w:lang w:eastAsia="ru-RU"/>
              </w:rPr>
              <w:t>6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 w:val="restart"/>
            <w:tcBorders>
              <w:top w:val="single" w:sz="4" w:space="0" w:color="auto"/>
            </w:tcBorders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1" w:type="dxa"/>
            <w:vMerge w:val="restart"/>
            <w:tcBorders>
              <w:top w:val="single" w:sz="4" w:space="0" w:color="auto"/>
            </w:tcBorders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ГБУЗ "Волгоградская областная клиническая больница № 1"</w:t>
            </w:r>
            <w:r w:rsidR="00135160"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Волгоград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Поликлиника</w:t>
            </w:r>
            <w:r w:rsidR="00B4180C"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12</w:t>
            </w:r>
          </w:p>
        </w:tc>
        <w:tc>
          <w:tcPr>
            <w:tcW w:w="4111" w:type="dxa"/>
            <w:tcBorders>
              <w:top w:val="single" w:sz="4" w:space="0" w:color="auto"/>
            </w:tcBorders>
            <w:hideMark/>
          </w:tcPr>
          <w:p w:rsidR="00E36D80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</w:t>
            </w:r>
            <w:r w:rsidR="00E36D80"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Волгоград, </w:t>
            </w: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E36D80"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Ангарская, 13 корпус </w:t>
            </w: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E36D80"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36-31-66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B4180C" w:rsidRPr="00B36F47" w:rsidTr="00164C3E">
        <w:trPr>
          <w:trHeight w:val="300"/>
        </w:trPr>
        <w:tc>
          <w:tcPr>
            <w:tcW w:w="840" w:type="dxa"/>
            <w:vMerge/>
            <w:noWrap/>
          </w:tcPr>
          <w:p w:rsidR="00B4180C" w:rsidRPr="00B36F47" w:rsidRDefault="00B418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B4180C" w:rsidRPr="00B36F47" w:rsidRDefault="00B4180C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4180C" w:rsidRPr="00B36F47" w:rsidRDefault="00B4180C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Поликлиника № 1</w:t>
            </w:r>
          </w:p>
        </w:tc>
        <w:tc>
          <w:tcPr>
            <w:tcW w:w="4111" w:type="dxa"/>
          </w:tcPr>
          <w:p w:rsidR="00B4180C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Волгоград, ул. Ангарская, 13 корпус № 1</w:t>
            </w:r>
          </w:p>
        </w:tc>
        <w:tc>
          <w:tcPr>
            <w:tcW w:w="1985" w:type="dxa"/>
            <w:noWrap/>
          </w:tcPr>
          <w:p w:rsidR="00B4180C" w:rsidRPr="00B36F47" w:rsidRDefault="00A8030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36-31-66</w:t>
            </w:r>
          </w:p>
        </w:tc>
        <w:tc>
          <w:tcPr>
            <w:tcW w:w="2126" w:type="dxa"/>
            <w:noWrap/>
          </w:tcPr>
          <w:p w:rsidR="00B4180C" w:rsidRPr="00B36F47" w:rsidRDefault="00A8030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B4180C" w:rsidRPr="00B36F47" w:rsidTr="00164C3E">
        <w:trPr>
          <w:trHeight w:val="300"/>
        </w:trPr>
        <w:tc>
          <w:tcPr>
            <w:tcW w:w="840" w:type="dxa"/>
            <w:vMerge/>
            <w:noWrap/>
          </w:tcPr>
          <w:p w:rsidR="00B4180C" w:rsidRPr="00B36F47" w:rsidRDefault="00B418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B4180C" w:rsidRPr="00B36F47" w:rsidRDefault="00B4180C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4180C" w:rsidRPr="00B36F47" w:rsidRDefault="00B4180C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Хирургия</w:t>
            </w:r>
          </w:p>
        </w:tc>
        <w:tc>
          <w:tcPr>
            <w:tcW w:w="4111" w:type="dxa"/>
          </w:tcPr>
          <w:p w:rsidR="00B4180C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Волгоград, ул. Ангарская, 13 корпус № 11</w:t>
            </w:r>
          </w:p>
        </w:tc>
        <w:tc>
          <w:tcPr>
            <w:tcW w:w="1985" w:type="dxa"/>
            <w:noWrap/>
          </w:tcPr>
          <w:p w:rsidR="00B4180C" w:rsidRPr="00B36F47" w:rsidRDefault="00A8030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36-31-66</w:t>
            </w:r>
          </w:p>
        </w:tc>
        <w:tc>
          <w:tcPr>
            <w:tcW w:w="2126" w:type="dxa"/>
            <w:noWrap/>
          </w:tcPr>
          <w:p w:rsidR="00B4180C" w:rsidRPr="00B36F47" w:rsidRDefault="00A8030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Сурдологический центр</w:t>
            </w:r>
          </w:p>
        </w:tc>
        <w:tc>
          <w:tcPr>
            <w:tcW w:w="4111" w:type="dxa"/>
            <w:noWrap/>
            <w:hideMark/>
          </w:tcPr>
          <w:p w:rsidR="00E36D80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Ангарская, 13 корпус № 20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54-27-75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охраны здоровья семьи и репродукции</w:t>
            </w:r>
          </w:p>
        </w:tc>
        <w:tc>
          <w:tcPr>
            <w:tcW w:w="4111" w:type="dxa"/>
            <w:noWrap/>
            <w:hideMark/>
          </w:tcPr>
          <w:p w:rsidR="00E36D80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Ангарская, 13 корпус № 23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36-13-00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Медико-генетическая консультация</w:t>
            </w:r>
          </w:p>
        </w:tc>
        <w:tc>
          <w:tcPr>
            <w:tcW w:w="4111" w:type="dxa"/>
            <w:noWrap/>
            <w:hideMark/>
          </w:tcPr>
          <w:p w:rsidR="00E36D80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Ангарская, 13 корпус № 23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36-25-30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C755C0">
        <w:trPr>
          <w:trHeight w:val="274"/>
        </w:trPr>
        <w:tc>
          <w:tcPr>
            <w:tcW w:w="840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hideMark/>
          </w:tcPr>
          <w:p w:rsidR="007F07AE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"Городская клиническая больница</w:t>
            </w:r>
          </w:p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1"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Женская консультация</w:t>
            </w:r>
          </w:p>
        </w:tc>
        <w:tc>
          <w:tcPr>
            <w:tcW w:w="4111" w:type="dxa"/>
            <w:hideMark/>
          </w:tcPr>
          <w:p w:rsidR="00E36D80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 ул. 64-Армии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65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44-38-87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8F2F1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861" w:type="dxa"/>
            <w:vMerge w:val="restart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"Волгоградская областная клиническая больница № 3", Волгоград</w:t>
            </w:r>
          </w:p>
        </w:tc>
        <w:tc>
          <w:tcPr>
            <w:tcW w:w="3118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</w:t>
            </w:r>
            <w:r w:rsidR="0025270C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Циолковского, 1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97-39-56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E36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E36D8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noWrap/>
            <w:hideMark/>
          </w:tcPr>
          <w:p w:rsidR="00E36D80" w:rsidRPr="00B36F47" w:rsidRDefault="00F0183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отделения восстановительного лечения</w:t>
            </w:r>
          </w:p>
        </w:tc>
        <w:tc>
          <w:tcPr>
            <w:tcW w:w="411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</w:t>
            </w:r>
            <w:r w:rsidR="0025270C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Порт-Саида, 11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38-30-38</w:t>
            </w:r>
          </w:p>
          <w:p w:rsidR="00A80305" w:rsidRPr="00B36F47" w:rsidRDefault="00A8030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38-30-33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1" w:type="dxa"/>
            <w:vMerge w:val="restart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"Волгоградская областная клиническая психиатрическая больница № 2"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Регистратура диспансерного отделения</w:t>
            </w:r>
          </w:p>
        </w:tc>
        <w:tc>
          <w:tcPr>
            <w:tcW w:w="4111" w:type="dxa"/>
            <w:noWrap/>
            <w:hideMark/>
          </w:tcPr>
          <w:p w:rsidR="00E36D80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Ангарская,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36-27-72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(регистратура диспансера)</w:t>
            </w:r>
          </w:p>
        </w:tc>
        <w:tc>
          <w:tcPr>
            <w:tcW w:w="411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25270C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Волжский ул. Камская, 1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41-51-43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F20D1D" w:rsidRPr="00B36F47" w:rsidTr="00164C3E">
        <w:trPr>
          <w:trHeight w:val="600"/>
        </w:trPr>
        <w:tc>
          <w:tcPr>
            <w:tcW w:w="840" w:type="dxa"/>
            <w:vMerge/>
          </w:tcPr>
          <w:p w:rsidR="00F20D1D" w:rsidRPr="00B36F47" w:rsidRDefault="00F20D1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F20D1D" w:rsidRPr="00B36F47" w:rsidRDefault="00F20D1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F20D1D" w:rsidRPr="00B36F47" w:rsidRDefault="00F20D1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 филиал</w:t>
            </w:r>
          </w:p>
        </w:tc>
        <w:tc>
          <w:tcPr>
            <w:tcW w:w="4111" w:type="dxa"/>
          </w:tcPr>
          <w:p w:rsidR="00F20D1D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25270C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F20D1D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Волжский,</w:t>
            </w:r>
            <w:r w:rsidR="0025270C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</w:t>
            </w:r>
            <w:r w:rsidR="00F20D1D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Партсъезда, 25</w:t>
            </w:r>
          </w:p>
        </w:tc>
        <w:tc>
          <w:tcPr>
            <w:tcW w:w="1985" w:type="dxa"/>
            <w:noWrap/>
          </w:tcPr>
          <w:p w:rsidR="00F20D1D" w:rsidRPr="00B36F47" w:rsidRDefault="00BA310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41-34-32</w:t>
            </w:r>
          </w:p>
        </w:tc>
        <w:tc>
          <w:tcPr>
            <w:tcW w:w="2126" w:type="dxa"/>
            <w:noWrap/>
          </w:tcPr>
          <w:p w:rsidR="00F20D1D" w:rsidRPr="00B36F47" w:rsidRDefault="00A8030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96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(регистратура психиатрического диспансера)</w:t>
            </w:r>
          </w:p>
        </w:tc>
        <w:tc>
          <w:tcPr>
            <w:tcW w:w="411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25270C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Камышин,</w:t>
            </w:r>
            <w:r w:rsidR="0025270C"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Республиканская</w:t>
            </w:r>
            <w:r w:rsidR="0025270C"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47А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4-46-69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AC4092" w:rsidRPr="00B36F47" w:rsidTr="00164C3E">
        <w:trPr>
          <w:trHeight w:val="960"/>
        </w:trPr>
        <w:tc>
          <w:tcPr>
            <w:tcW w:w="840" w:type="dxa"/>
            <w:vMerge/>
          </w:tcPr>
          <w:p w:rsidR="00AC4092" w:rsidRPr="00B36F47" w:rsidRDefault="00AC409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AC4092" w:rsidRPr="00B36F47" w:rsidRDefault="00AC409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AC4092" w:rsidRPr="00B36F47" w:rsidRDefault="00AC409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главного корпуса больницы с.</w:t>
            </w:r>
            <w:r w:rsidR="00C9134C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Сидоры</w:t>
            </w:r>
          </w:p>
        </w:tc>
        <w:tc>
          <w:tcPr>
            <w:tcW w:w="4111" w:type="dxa"/>
          </w:tcPr>
          <w:p w:rsidR="00392746" w:rsidRPr="00B36F47" w:rsidRDefault="0025270C" w:rsidP="003927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392746" w:rsidRPr="00B36F47" w:rsidRDefault="0025270C" w:rsidP="003927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2746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</w:t>
            </w:r>
            <w:r w:rsidR="00392746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с. Сидоры,</w:t>
            </w:r>
            <w:r w:rsidR="00392746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C4092" w:rsidRPr="00B36F47" w:rsidRDefault="0025270C" w:rsidP="003927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Рахинская, 10</w:t>
            </w:r>
          </w:p>
        </w:tc>
        <w:tc>
          <w:tcPr>
            <w:tcW w:w="1985" w:type="dxa"/>
            <w:noWrap/>
          </w:tcPr>
          <w:p w:rsidR="00AC4092" w:rsidRPr="00B36F47" w:rsidRDefault="00BA310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6-58-76</w:t>
            </w:r>
          </w:p>
        </w:tc>
        <w:tc>
          <w:tcPr>
            <w:tcW w:w="2126" w:type="dxa"/>
            <w:noWrap/>
          </w:tcPr>
          <w:p w:rsidR="00AC4092" w:rsidRPr="00B36F47" w:rsidRDefault="00A8030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9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(регистратура наркологического диспансера)</w:t>
            </w:r>
          </w:p>
        </w:tc>
        <w:tc>
          <w:tcPr>
            <w:tcW w:w="4111" w:type="dxa"/>
            <w:hideMark/>
          </w:tcPr>
          <w:p w:rsidR="00E36D80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Камышин, ул. Республиканская, 47А</w:t>
            </w:r>
          </w:p>
        </w:tc>
        <w:tc>
          <w:tcPr>
            <w:tcW w:w="1985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4-46-57</w:t>
            </w:r>
          </w:p>
        </w:tc>
        <w:tc>
          <w:tcPr>
            <w:tcW w:w="2126" w:type="dxa"/>
            <w:noWrap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FA6134" w:rsidRPr="00B36F47" w:rsidTr="00C755C0">
        <w:trPr>
          <w:trHeight w:val="385"/>
        </w:trPr>
        <w:tc>
          <w:tcPr>
            <w:tcW w:w="840" w:type="dxa"/>
            <w:vMerge w:val="restart"/>
            <w:noWrap/>
            <w:hideMark/>
          </w:tcPr>
          <w:p w:rsidR="00FA6134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vMerge w:val="restart"/>
            <w:hideMark/>
          </w:tcPr>
          <w:p w:rsidR="00FA6134" w:rsidRPr="00B36F47" w:rsidRDefault="00FA6134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ГУЗ "Клиническая больница № 5"</w:t>
            </w:r>
          </w:p>
        </w:tc>
        <w:tc>
          <w:tcPr>
            <w:tcW w:w="3118" w:type="dxa"/>
            <w:hideMark/>
          </w:tcPr>
          <w:p w:rsidR="00FA6134" w:rsidRPr="00B36F47" w:rsidRDefault="00FA61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FA6134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A613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 ул.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A613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 М.Еременко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FA613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1985" w:type="dxa"/>
            <w:noWrap/>
            <w:hideMark/>
          </w:tcPr>
          <w:p w:rsidR="00FA6134" w:rsidRPr="00B36F47" w:rsidRDefault="00FA61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(8442)72-17-64</w:t>
            </w:r>
          </w:p>
        </w:tc>
        <w:tc>
          <w:tcPr>
            <w:tcW w:w="2126" w:type="dxa"/>
            <w:noWrap/>
            <w:hideMark/>
          </w:tcPr>
          <w:p w:rsidR="00FA6134" w:rsidRPr="00B36F47" w:rsidRDefault="00FA61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FA6134" w:rsidRPr="00B36F47" w:rsidTr="00C755C0">
        <w:trPr>
          <w:trHeight w:val="465"/>
        </w:trPr>
        <w:tc>
          <w:tcPr>
            <w:tcW w:w="840" w:type="dxa"/>
            <w:vMerge/>
            <w:noWrap/>
          </w:tcPr>
          <w:p w:rsidR="00FA6134" w:rsidRPr="00B36F47" w:rsidRDefault="00FA61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FA6134" w:rsidRPr="00B36F47" w:rsidRDefault="00FA6134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FA6134" w:rsidRPr="00B36F47" w:rsidRDefault="00FA61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Главный корпус</w:t>
            </w:r>
          </w:p>
        </w:tc>
        <w:tc>
          <w:tcPr>
            <w:tcW w:w="4111" w:type="dxa"/>
          </w:tcPr>
          <w:p w:rsidR="00FA6134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</w:t>
            </w:r>
            <w:r w:rsidR="00FA613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243D76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A613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Пельше</w:t>
            </w:r>
            <w:r w:rsidR="00FA613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2а</w:t>
            </w:r>
          </w:p>
        </w:tc>
        <w:tc>
          <w:tcPr>
            <w:tcW w:w="1985" w:type="dxa"/>
            <w:noWrap/>
          </w:tcPr>
          <w:p w:rsidR="00FA6134" w:rsidRPr="00B36F47" w:rsidRDefault="00BA310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71-12-47</w:t>
            </w:r>
          </w:p>
        </w:tc>
        <w:tc>
          <w:tcPr>
            <w:tcW w:w="2126" w:type="dxa"/>
            <w:noWrap/>
          </w:tcPr>
          <w:p w:rsidR="00FA6134" w:rsidRPr="00B36F47" w:rsidRDefault="00BA310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2E6664" w:rsidRPr="00B36F47" w:rsidTr="00164C3E">
        <w:trPr>
          <w:trHeight w:val="675"/>
        </w:trPr>
        <w:tc>
          <w:tcPr>
            <w:tcW w:w="840" w:type="dxa"/>
            <w:vMerge w:val="restart"/>
            <w:noWrap/>
            <w:hideMark/>
          </w:tcPr>
          <w:p w:rsidR="002E6664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1" w:type="dxa"/>
            <w:vMerge w:val="restart"/>
            <w:hideMark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"Клиническая больница № 11"</w:t>
            </w:r>
          </w:p>
        </w:tc>
        <w:tc>
          <w:tcPr>
            <w:tcW w:w="3118" w:type="dxa"/>
            <w:hideMark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noWrap/>
            <w:hideMark/>
          </w:tcPr>
          <w:p w:rsidR="00243D76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2E6664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Краснопресненская, 20</w:t>
            </w:r>
          </w:p>
        </w:tc>
        <w:tc>
          <w:tcPr>
            <w:tcW w:w="1985" w:type="dxa"/>
            <w:hideMark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46-65-50 (8442)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46-65-54</w:t>
            </w:r>
          </w:p>
        </w:tc>
        <w:tc>
          <w:tcPr>
            <w:tcW w:w="2126" w:type="dxa"/>
            <w:noWrap/>
            <w:hideMark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2E6664" w:rsidRPr="00B36F47" w:rsidTr="00C755C0">
        <w:trPr>
          <w:trHeight w:val="407"/>
        </w:trPr>
        <w:tc>
          <w:tcPr>
            <w:tcW w:w="840" w:type="dxa"/>
            <w:vMerge/>
            <w:noWrap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здоровья</w:t>
            </w:r>
          </w:p>
        </w:tc>
        <w:tc>
          <w:tcPr>
            <w:tcW w:w="4111" w:type="dxa"/>
            <w:noWrap/>
          </w:tcPr>
          <w:p w:rsidR="002E6664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Алексеевская, 2/1</w:t>
            </w:r>
          </w:p>
        </w:tc>
        <w:tc>
          <w:tcPr>
            <w:tcW w:w="1985" w:type="dxa"/>
          </w:tcPr>
          <w:p w:rsidR="002E666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35-64-66</w:t>
            </w:r>
          </w:p>
        </w:tc>
        <w:tc>
          <w:tcPr>
            <w:tcW w:w="2126" w:type="dxa"/>
            <w:noWrap/>
          </w:tcPr>
          <w:p w:rsidR="002E666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A59FF" w:rsidRPr="00B36F47" w:rsidTr="00C755C0">
        <w:trPr>
          <w:trHeight w:val="414"/>
        </w:trPr>
        <w:tc>
          <w:tcPr>
            <w:tcW w:w="840" w:type="dxa"/>
            <w:vMerge/>
            <w:noWrap/>
          </w:tcPr>
          <w:p w:rsidR="007A59FF" w:rsidRPr="00B36F47" w:rsidRDefault="007A59F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A59FF" w:rsidRPr="00B36F47" w:rsidRDefault="007A59F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A59FF" w:rsidRPr="00B36F47" w:rsidRDefault="007A59F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Здравпункт Майский</w:t>
            </w:r>
          </w:p>
        </w:tc>
        <w:tc>
          <w:tcPr>
            <w:tcW w:w="4111" w:type="dxa"/>
            <w:noWrap/>
          </w:tcPr>
          <w:p w:rsidR="007A59FF" w:rsidRPr="00B36F47" w:rsidRDefault="0025270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</w:t>
            </w:r>
            <w:r w:rsidR="007A59FF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Лундышева</w:t>
            </w:r>
            <w:r w:rsidR="007A59FF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</w:t>
            </w:r>
          </w:p>
        </w:tc>
        <w:tc>
          <w:tcPr>
            <w:tcW w:w="1985" w:type="dxa"/>
          </w:tcPr>
          <w:p w:rsidR="007A59FF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89026596344</w:t>
            </w:r>
          </w:p>
        </w:tc>
        <w:tc>
          <w:tcPr>
            <w:tcW w:w="2126" w:type="dxa"/>
            <w:noWrap/>
          </w:tcPr>
          <w:p w:rsidR="007A59FF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A59FF" w:rsidRPr="00B36F47" w:rsidTr="00164C3E">
        <w:trPr>
          <w:trHeight w:val="675"/>
        </w:trPr>
        <w:tc>
          <w:tcPr>
            <w:tcW w:w="840" w:type="dxa"/>
            <w:vMerge/>
            <w:noWrap/>
          </w:tcPr>
          <w:p w:rsidR="007A59FF" w:rsidRPr="00B36F47" w:rsidRDefault="007A59F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A59FF" w:rsidRPr="00B36F47" w:rsidRDefault="007A59F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A59FF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Здравпункт</w:t>
            </w:r>
            <w:r w:rsidR="00F0183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Горный</w:t>
            </w:r>
          </w:p>
        </w:tc>
        <w:tc>
          <w:tcPr>
            <w:tcW w:w="4111" w:type="dxa"/>
            <w:noWrap/>
          </w:tcPr>
          <w:p w:rsidR="007A59FF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</w:t>
            </w:r>
            <w:r w:rsidR="00F0183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Стрельникова</w:t>
            </w:r>
            <w:r w:rsidR="00F0183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14</w:t>
            </w:r>
          </w:p>
        </w:tc>
        <w:tc>
          <w:tcPr>
            <w:tcW w:w="1985" w:type="dxa"/>
          </w:tcPr>
          <w:p w:rsidR="007A59FF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89272555919</w:t>
            </w:r>
          </w:p>
        </w:tc>
        <w:tc>
          <w:tcPr>
            <w:tcW w:w="2126" w:type="dxa"/>
            <w:noWrap/>
          </w:tcPr>
          <w:p w:rsidR="007A59FF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A59FF" w:rsidRPr="00B36F47" w:rsidTr="00164C3E">
        <w:trPr>
          <w:trHeight w:val="675"/>
        </w:trPr>
        <w:tc>
          <w:tcPr>
            <w:tcW w:w="840" w:type="dxa"/>
            <w:vMerge/>
            <w:noWrap/>
          </w:tcPr>
          <w:p w:rsidR="007A59FF" w:rsidRPr="00B36F47" w:rsidRDefault="007A59F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A59FF" w:rsidRPr="00B36F47" w:rsidRDefault="007A59F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A59FF" w:rsidRPr="00B36F47" w:rsidRDefault="007A59F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Здравпункт Гули-Королевой</w:t>
            </w:r>
          </w:p>
        </w:tc>
        <w:tc>
          <w:tcPr>
            <w:tcW w:w="4111" w:type="dxa"/>
            <w:noWrap/>
          </w:tcPr>
          <w:p w:rsidR="007A59FF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пос. им. Гули Королевой</w:t>
            </w:r>
            <w:r w:rsidR="007A59FF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Вольная</w:t>
            </w:r>
            <w:r w:rsidR="007A59FF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  <w:r w:rsidR="00C9134C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</w:tcPr>
          <w:p w:rsidR="007A59FF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89377217907</w:t>
            </w:r>
          </w:p>
        </w:tc>
        <w:tc>
          <w:tcPr>
            <w:tcW w:w="2126" w:type="dxa"/>
            <w:noWrap/>
          </w:tcPr>
          <w:p w:rsidR="007A59FF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2E6664" w:rsidRPr="00B36F47" w:rsidTr="00164C3E">
        <w:trPr>
          <w:trHeight w:val="675"/>
        </w:trPr>
        <w:tc>
          <w:tcPr>
            <w:tcW w:w="840" w:type="dxa"/>
            <w:vMerge/>
            <w:noWrap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Здравпункт Горная поляна</w:t>
            </w:r>
          </w:p>
        </w:tc>
        <w:tc>
          <w:tcPr>
            <w:tcW w:w="4111" w:type="dxa"/>
            <w:noWrap/>
          </w:tcPr>
          <w:p w:rsidR="00243D76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пос. Горная Поляна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E6664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оградская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13</w:t>
            </w:r>
            <w:r w:rsidR="00C9134C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</w:tcPr>
          <w:p w:rsidR="002E666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89047545512</w:t>
            </w:r>
          </w:p>
        </w:tc>
        <w:tc>
          <w:tcPr>
            <w:tcW w:w="2126" w:type="dxa"/>
            <w:noWrap/>
          </w:tcPr>
          <w:p w:rsidR="002E666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2E6664" w:rsidRPr="00B36F47" w:rsidTr="00164C3E">
        <w:trPr>
          <w:trHeight w:val="675"/>
        </w:trPr>
        <w:tc>
          <w:tcPr>
            <w:tcW w:w="840" w:type="dxa"/>
            <w:vMerge/>
            <w:noWrap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Здравпункт Водный</w:t>
            </w:r>
          </w:p>
        </w:tc>
        <w:tc>
          <w:tcPr>
            <w:tcW w:w="4111" w:type="dxa"/>
            <w:noWrap/>
          </w:tcPr>
          <w:p w:rsidR="00243D76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пос. Водный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E6664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Степная, 10</w:t>
            </w:r>
          </w:p>
        </w:tc>
        <w:tc>
          <w:tcPr>
            <w:tcW w:w="1985" w:type="dxa"/>
          </w:tcPr>
          <w:p w:rsidR="002E666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89272567369</w:t>
            </w:r>
          </w:p>
        </w:tc>
        <w:tc>
          <w:tcPr>
            <w:tcW w:w="2126" w:type="dxa"/>
            <w:noWrap/>
          </w:tcPr>
          <w:p w:rsidR="002E666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2E6664" w:rsidRPr="00B36F47" w:rsidTr="00164C3E">
        <w:trPr>
          <w:trHeight w:val="675"/>
        </w:trPr>
        <w:tc>
          <w:tcPr>
            <w:tcW w:w="840" w:type="dxa"/>
            <w:vMerge/>
            <w:noWrap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2E6664" w:rsidRPr="00B36F47" w:rsidRDefault="002E666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Амбулаторно-неврологическое отделение</w:t>
            </w:r>
          </w:p>
        </w:tc>
        <w:tc>
          <w:tcPr>
            <w:tcW w:w="4111" w:type="dxa"/>
            <w:noWrap/>
          </w:tcPr>
          <w:p w:rsidR="00243D76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2E6664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пр-т </w:t>
            </w:r>
            <w:r w:rsidR="002E666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Университетский, 80</w:t>
            </w:r>
          </w:p>
        </w:tc>
        <w:tc>
          <w:tcPr>
            <w:tcW w:w="1985" w:type="dxa"/>
          </w:tcPr>
          <w:p w:rsidR="002E666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46-76-33</w:t>
            </w:r>
          </w:p>
        </w:tc>
        <w:tc>
          <w:tcPr>
            <w:tcW w:w="2126" w:type="dxa"/>
            <w:noWrap/>
          </w:tcPr>
          <w:p w:rsidR="002E666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"Больница № 16"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 ул. Пятиморская, 7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(8442)64-37-00 (8442)64-31-83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1" w:type="dxa"/>
            <w:vMerge w:val="restart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"Поликлиника № 18"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Колпинская, 3/5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(8442)58-51-04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</w:t>
            </w:r>
          </w:p>
        </w:tc>
        <w:tc>
          <w:tcPr>
            <w:tcW w:w="4111" w:type="dxa"/>
            <w:hideMark/>
          </w:tcPr>
          <w:p w:rsidR="00C9134C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</w:t>
            </w:r>
          </w:p>
          <w:p w:rsidR="00E36D80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Гвардейской дивизии, 19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(8442)58-66-86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1" w:type="dxa"/>
            <w:vMerge w:val="restart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"Больница № 22"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Водников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61-92-09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Сологубова</w:t>
            </w:r>
            <w:r w:rsidR="00215D3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36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67-00-61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8F0DD4" w:rsidRPr="00B36F47" w:rsidTr="00164C3E">
        <w:trPr>
          <w:trHeight w:val="300"/>
        </w:trPr>
        <w:tc>
          <w:tcPr>
            <w:tcW w:w="840" w:type="dxa"/>
            <w:vMerge/>
          </w:tcPr>
          <w:p w:rsidR="008F0DD4" w:rsidRPr="00B36F47" w:rsidRDefault="008F0DD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8F0DD4" w:rsidRPr="00B36F47" w:rsidRDefault="008F0DD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8F0DD4" w:rsidRPr="00B36F47" w:rsidRDefault="008F0DD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Физиотерапевтическое отделение</w:t>
            </w:r>
          </w:p>
          <w:p w:rsidR="008F0DD4" w:rsidRPr="00B36F47" w:rsidRDefault="008F0DD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медицинской профилактики</w:t>
            </w:r>
          </w:p>
        </w:tc>
        <w:tc>
          <w:tcPr>
            <w:tcW w:w="4111" w:type="dxa"/>
          </w:tcPr>
          <w:p w:rsidR="008F0DD4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</w:t>
            </w:r>
            <w:r w:rsidR="008F0DD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Доценко</w:t>
            </w:r>
            <w:r w:rsidR="008F0DD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33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</w:tcPr>
          <w:p w:rsidR="008F0DD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67-06-25</w:t>
            </w:r>
          </w:p>
        </w:tc>
        <w:tc>
          <w:tcPr>
            <w:tcW w:w="2126" w:type="dxa"/>
          </w:tcPr>
          <w:p w:rsidR="008F0DD4" w:rsidRPr="00B36F47" w:rsidRDefault="00A44B8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7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Территориальная поликлиника</w:t>
            </w:r>
          </w:p>
        </w:tc>
        <w:tc>
          <w:tcPr>
            <w:tcW w:w="4111" w:type="dxa"/>
            <w:hideMark/>
          </w:tcPr>
          <w:p w:rsidR="00E36D80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 ул. им. Доценко, 66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67-07-08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6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"Больница № 24"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Территориальная поликлиника</w:t>
            </w:r>
          </w:p>
        </w:tc>
        <w:tc>
          <w:tcPr>
            <w:tcW w:w="4111" w:type="dxa"/>
            <w:hideMark/>
          </w:tcPr>
          <w:p w:rsidR="00E36D80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Волгоград, ул. Николаевская,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56-00-29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66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61" w:type="dxa"/>
            <w:vMerge w:val="restart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"Городская клиническая больница № 1 им.С.З.Фишера"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215D31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Волжский, пр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-т </w:t>
            </w:r>
            <w:r w:rsidR="00637D4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Ленина,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137</w:t>
            </w:r>
            <w:r w:rsidR="00637D4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B75681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(8443)27-17-42 (8443)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27-15-01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243D76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Волжский, пос.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Краснооктябрьский,</w:t>
            </w:r>
          </w:p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637D4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Луганская, 3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42-88-20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регистратура</w:t>
            </w:r>
          </w:p>
        </w:tc>
        <w:tc>
          <w:tcPr>
            <w:tcW w:w="4111" w:type="dxa"/>
            <w:hideMark/>
          </w:tcPr>
          <w:p w:rsidR="00243D76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Волжский, п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ос.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Краснооктябрьский,</w:t>
            </w:r>
          </w:p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</w:t>
            </w:r>
            <w:r w:rsidR="00637D4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Луганская, 3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(8442)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42-88-33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861" w:type="dxa"/>
            <w:vMerge w:val="restart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"Городская больница № 2"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 1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Волжский, ул.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Пушкина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49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38-73-61 (8442)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22-23-58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 2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Волжский, ул.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41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56-23-23 (8443)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56-24-42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C377C7" w:rsidRPr="00B36F47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C377C7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861" w:type="dxa"/>
            <w:vMerge w:val="restart"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"Городская клиническая больница     № 3"</w:t>
            </w:r>
          </w:p>
        </w:tc>
        <w:tc>
          <w:tcPr>
            <w:tcW w:w="3118" w:type="dxa"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поликлиники № 1</w:t>
            </w:r>
          </w:p>
        </w:tc>
        <w:tc>
          <w:tcPr>
            <w:tcW w:w="4111" w:type="dxa"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</w:t>
            </w: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Волжский, ул. Пушкина, 12</w:t>
            </w:r>
          </w:p>
        </w:tc>
        <w:tc>
          <w:tcPr>
            <w:tcW w:w="1985" w:type="dxa"/>
            <w:noWrap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31-68-91</w:t>
            </w:r>
          </w:p>
        </w:tc>
        <w:tc>
          <w:tcPr>
            <w:tcW w:w="2126" w:type="dxa"/>
            <w:noWrap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C377C7" w:rsidRPr="00B36F47" w:rsidTr="00164C3E">
        <w:trPr>
          <w:trHeight w:val="1200"/>
        </w:trPr>
        <w:tc>
          <w:tcPr>
            <w:tcW w:w="840" w:type="dxa"/>
            <w:vMerge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поликлиники № 3</w:t>
            </w:r>
          </w:p>
        </w:tc>
        <w:tc>
          <w:tcPr>
            <w:tcW w:w="4111" w:type="dxa"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</w:t>
            </w:r>
            <w:r w:rsidRPr="00B36F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г. Волжский, ул. Советская, 1</w:t>
            </w:r>
          </w:p>
        </w:tc>
        <w:tc>
          <w:tcPr>
            <w:tcW w:w="1985" w:type="dxa"/>
            <w:hideMark/>
          </w:tcPr>
          <w:p w:rsidR="00C42B93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справок </w:t>
            </w:r>
          </w:p>
          <w:p w:rsidR="00C42B93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25-44-14 </w:t>
            </w:r>
          </w:p>
          <w:p w:rsidR="00C42B93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Вызов врача </w:t>
            </w:r>
          </w:p>
          <w:p w:rsidR="00C42B93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25-78-07 </w:t>
            </w:r>
          </w:p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Ст.м\с 25-06-94</w:t>
            </w:r>
          </w:p>
        </w:tc>
        <w:tc>
          <w:tcPr>
            <w:tcW w:w="2126" w:type="dxa"/>
            <w:noWrap/>
            <w:hideMark/>
          </w:tcPr>
          <w:p w:rsidR="00C377C7" w:rsidRPr="00B36F47" w:rsidRDefault="00C377C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FF6C4E" w:rsidRPr="00B36F47" w:rsidTr="00164C3E">
        <w:trPr>
          <w:trHeight w:val="900"/>
        </w:trPr>
        <w:tc>
          <w:tcPr>
            <w:tcW w:w="840" w:type="dxa"/>
            <w:vMerge w:val="restart"/>
            <w:noWrap/>
            <w:hideMark/>
          </w:tcPr>
          <w:p w:rsidR="00FF6C4E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861" w:type="dxa"/>
            <w:vMerge w:val="restart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г.</w:t>
            </w:r>
            <w:r w:rsidR="00C377C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Камышина "Городская больница № 1"</w:t>
            </w:r>
          </w:p>
        </w:tc>
        <w:tc>
          <w:tcPr>
            <w:tcW w:w="3118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Терапевтическое отделение № 1 поликлиники</w:t>
            </w:r>
          </w:p>
        </w:tc>
        <w:tc>
          <w:tcPr>
            <w:tcW w:w="4111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Камышин, ул. Пролетарская, 113</w:t>
            </w:r>
          </w:p>
        </w:tc>
        <w:tc>
          <w:tcPr>
            <w:tcW w:w="1985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5-17-99</w:t>
            </w:r>
          </w:p>
        </w:tc>
        <w:tc>
          <w:tcPr>
            <w:tcW w:w="2126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F20D1D" w:rsidRPr="00B36F47" w:rsidTr="00164C3E">
        <w:trPr>
          <w:trHeight w:val="900"/>
        </w:trPr>
        <w:tc>
          <w:tcPr>
            <w:tcW w:w="840" w:type="dxa"/>
            <w:vMerge/>
            <w:noWrap/>
          </w:tcPr>
          <w:p w:rsidR="00F20D1D" w:rsidRPr="00B36F47" w:rsidRDefault="00F20D1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F20D1D" w:rsidRPr="00B36F47" w:rsidRDefault="00F20D1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F20D1D" w:rsidRPr="00B36F47" w:rsidRDefault="00F20D1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здоровья</w:t>
            </w:r>
          </w:p>
        </w:tc>
        <w:tc>
          <w:tcPr>
            <w:tcW w:w="4111" w:type="dxa"/>
          </w:tcPr>
          <w:p w:rsidR="00F20D1D" w:rsidRPr="00B36F47" w:rsidRDefault="00F20D1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Камышин, ул. Пролетарская, 113</w:t>
            </w:r>
          </w:p>
        </w:tc>
        <w:tc>
          <w:tcPr>
            <w:tcW w:w="1985" w:type="dxa"/>
          </w:tcPr>
          <w:p w:rsidR="00F20D1D" w:rsidRPr="00B36F47" w:rsidRDefault="002816D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5-02-82</w:t>
            </w:r>
          </w:p>
        </w:tc>
        <w:tc>
          <w:tcPr>
            <w:tcW w:w="2126" w:type="dxa"/>
          </w:tcPr>
          <w:p w:rsidR="00F20D1D" w:rsidRPr="00B36F47" w:rsidRDefault="002816D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FF6C4E" w:rsidRPr="00B36F47" w:rsidTr="00164C3E">
        <w:trPr>
          <w:trHeight w:val="900"/>
        </w:trPr>
        <w:tc>
          <w:tcPr>
            <w:tcW w:w="840" w:type="dxa"/>
            <w:vMerge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Терапевтическое отделение № 2 поликлиники</w:t>
            </w:r>
          </w:p>
        </w:tc>
        <w:tc>
          <w:tcPr>
            <w:tcW w:w="4111" w:type="dxa"/>
            <w:hideMark/>
          </w:tcPr>
          <w:p w:rsidR="00FF6C4E" w:rsidRPr="00B36F47" w:rsidRDefault="00FF6C4E" w:rsidP="00AE78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Камышин, мкр. 5, 49</w:t>
            </w:r>
          </w:p>
        </w:tc>
        <w:tc>
          <w:tcPr>
            <w:tcW w:w="1985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5-49-77</w:t>
            </w:r>
          </w:p>
        </w:tc>
        <w:tc>
          <w:tcPr>
            <w:tcW w:w="2126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FF6C4E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FF6C4E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Камышинский район,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Антиповка,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Дружбы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89</w:t>
            </w:r>
          </w:p>
        </w:tc>
        <w:tc>
          <w:tcPr>
            <w:tcW w:w="1985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7-12-90</w:t>
            </w:r>
          </w:p>
        </w:tc>
        <w:tc>
          <w:tcPr>
            <w:tcW w:w="2126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FF6C4E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FF6C4E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Камышинский район,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тров 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30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лет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обеды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FF6C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12</w:t>
            </w:r>
          </w:p>
        </w:tc>
        <w:tc>
          <w:tcPr>
            <w:tcW w:w="1985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6-56-03</w:t>
            </w:r>
          </w:p>
        </w:tc>
        <w:tc>
          <w:tcPr>
            <w:tcW w:w="2126" w:type="dxa"/>
            <w:hideMark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FF6C4E" w:rsidRPr="00B36F47" w:rsidTr="00164C3E">
        <w:trPr>
          <w:trHeight w:val="600"/>
        </w:trPr>
        <w:tc>
          <w:tcPr>
            <w:tcW w:w="840" w:type="dxa"/>
            <w:vMerge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Уметовская амбулатория</w:t>
            </w:r>
          </w:p>
        </w:tc>
        <w:tc>
          <w:tcPr>
            <w:tcW w:w="4111" w:type="dxa"/>
          </w:tcPr>
          <w:p w:rsidR="00243D76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779CF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Камышинский район, с. Умет,</w:t>
            </w:r>
          </w:p>
          <w:p w:rsidR="00FF6C4E" w:rsidRPr="00B36F47" w:rsidRDefault="00A779C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60 лет Октября, 32</w:t>
            </w:r>
          </w:p>
        </w:tc>
        <w:tc>
          <w:tcPr>
            <w:tcW w:w="1985" w:type="dxa"/>
          </w:tcPr>
          <w:p w:rsidR="00FF6C4E" w:rsidRPr="00B36F47" w:rsidRDefault="00FB2B7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7-71-90</w:t>
            </w:r>
          </w:p>
        </w:tc>
        <w:tc>
          <w:tcPr>
            <w:tcW w:w="2126" w:type="dxa"/>
          </w:tcPr>
          <w:p w:rsidR="00FF6C4E" w:rsidRPr="00B36F47" w:rsidRDefault="00A779C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6F115D" w:rsidRPr="00B36F47" w:rsidTr="00164C3E">
        <w:trPr>
          <w:trHeight w:val="600"/>
        </w:trPr>
        <w:tc>
          <w:tcPr>
            <w:tcW w:w="840" w:type="dxa"/>
            <w:vMerge/>
          </w:tcPr>
          <w:p w:rsidR="006F115D" w:rsidRPr="00B36F47" w:rsidRDefault="006F115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6F115D" w:rsidRPr="00B36F47" w:rsidRDefault="006F115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6F115D" w:rsidRPr="00B36F47" w:rsidRDefault="006F115D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Саломатинская амбулатория</w:t>
            </w:r>
          </w:p>
        </w:tc>
        <w:tc>
          <w:tcPr>
            <w:tcW w:w="4111" w:type="dxa"/>
          </w:tcPr>
          <w:p w:rsidR="006F115D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779CF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Камышинский  район, с. Саломатино, ул. Советская, 6</w:t>
            </w:r>
          </w:p>
        </w:tc>
        <w:tc>
          <w:tcPr>
            <w:tcW w:w="1985" w:type="dxa"/>
          </w:tcPr>
          <w:p w:rsidR="006F115D" w:rsidRPr="00B36F47" w:rsidRDefault="00FB2B7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7-27-18</w:t>
            </w:r>
          </w:p>
        </w:tc>
        <w:tc>
          <w:tcPr>
            <w:tcW w:w="2126" w:type="dxa"/>
          </w:tcPr>
          <w:p w:rsidR="006F115D" w:rsidRPr="00B36F47" w:rsidRDefault="00A779C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FF6C4E" w:rsidRPr="00B36F47" w:rsidTr="00164C3E">
        <w:trPr>
          <w:trHeight w:val="1219"/>
        </w:trPr>
        <w:tc>
          <w:tcPr>
            <w:tcW w:w="840" w:type="dxa"/>
            <w:vMerge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</w:t>
            </w:r>
            <w:r w:rsidR="00FB2B7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3344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обринская врачебная амбулатория</w:t>
            </w:r>
          </w:p>
        </w:tc>
        <w:tc>
          <w:tcPr>
            <w:tcW w:w="4111" w:type="dxa"/>
          </w:tcPr>
          <w:p w:rsidR="00A779CF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779CF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Камышинский район, с. Верхняя Добринка, ул. Рабочая, 29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A779CF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  <w:p w:rsidR="00FF6C4E" w:rsidRPr="00B36F47" w:rsidRDefault="00FF6C4E" w:rsidP="00C42B93">
            <w:pPr>
              <w:tabs>
                <w:tab w:val="left" w:pos="1195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FF6C4E" w:rsidRPr="00B36F47" w:rsidRDefault="00FB2B7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7-91-13</w:t>
            </w:r>
          </w:p>
        </w:tc>
        <w:tc>
          <w:tcPr>
            <w:tcW w:w="2126" w:type="dxa"/>
          </w:tcPr>
          <w:p w:rsidR="00FF6C4E" w:rsidRPr="00B36F47" w:rsidRDefault="00A779C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FF6C4E" w:rsidRPr="00B36F47" w:rsidTr="00164C3E">
        <w:trPr>
          <w:trHeight w:val="600"/>
        </w:trPr>
        <w:tc>
          <w:tcPr>
            <w:tcW w:w="840" w:type="dxa"/>
            <w:vMerge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FF6C4E" w:rsidRPr="00B36F47" w:rsidRDefault="00FF6C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Терновская амбулатория</w:t>
            </w:r>
          </w:p>
        </w:tc>
        <w:tc>
          <w:tcPr>
            <w:tcW w:w="4111" w:type="dxa"/>
          </w:tcPr>
          <w:p w:rsidR="00243D76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779CF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Камышинский район, с. Терновка,</w:t>
            </w:r>
          </w:p>
          <w:p w:rsidR="00FF6C4E" w:rsidRPr="00B36F47" w:rsidRDefault="00A779C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Коммунистическая, </w:t>
            </w:r>
            <w:r w:rsidR="00637D4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2А</w:t>
            </w:r>
          </w:p>
        </w:tc>
        <w:tc>
          <w:tcPr>
            <w:tcW w:w="1985" w:type="dxa"/>
          </w:tcPr>
          <w:p w:rsidR="00FF6C4E" w:rsidRPr="00B36F47" w:rsidRDefault="00FB2B7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7-51-37</w:t>
            </w:r>
          </w:p>
        </w:tc>
        <w:tc>
          <w:tcPr>
            <w:tcW w:w="2126" w:type="dxa"/>
          </w:tcPr>
          <w:p w:rsidR="00FF6C4E" w:rsidRPr="00B36F47" w:rsidRDefault="00A779C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015712" w:rsidRPr="00B36F47" w:rsidTr="00164C3E">
        <w:trPr>
          <w:trHeight w:val="600"/>
        </w:trPr>
        <w:tc>
          <w:tcPr>
            <w:tcW w:w="840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Водно-Буерачная амбулатория</w:t>
            </w:r>
          </w:p>
        </w:tc>
        <w:tc>
          <w:tcPr>
            <w:tcW w:w="4111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Камышинский  район,</w:t>
            </w:r>
          </w:p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Воднобуерачное, ул. Сиреневая, 1</w:t>
            </w:r>
          </w:p>
        </w:tc>
        <w:tc>
          <w:tcPr>
            <w:tcW w:w="1985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7-07-49</w:t>
            </w:r>
          </w:p>
        </w:tc>
        <w:tc>
          <w:tcPr>
            <w:tcW w:w="2126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015712" w:rsidRPr="00B36F47" w:rsidTr="00164C3E">
        <w:trPr>
          <w:trHeight w:val="600"/>
        </w:trPr>
        <w:tc>
          <w:tcPr>
            <w:tcW w:w="840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Семеновская амбулатория</w:t>
            </w:r>
          </w:p>
        </w:tc>
        <w:tc>
          <w:tcPr>
            <w:tcW w:w="4111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Камышинский район, с. Семеновка, ул. Советская</w:t>
            </w:r>
          </w:p>
        </w:tc>
        <w:tc>
          <w:tcPr>
            <w:tcW w:w="1985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7-37-35</w:t>
            </w:r>
          </w:p>
        </w:tc>
        <w:tc>
          <w:tcPr>
            <w:tcW w:w="2126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015712" w:rsidRPr="00B36F47" w:rsidTr="00164C3E">
        <w:trPr>
          <w:trHeight w:val="600"/>
        </w:trPr>
        <w:tc>
          <w:tcPr>
            <w:tcW w:w="840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Нижне-Добринская амбулатория</w:t>
            </w:r>
          </w:p>
        </w:tc>
        <w:tc>
          <w:tcPr>
            <w:tcW w:w="4111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Камышинский район, с. Нижняя Добринка, пер. Школьный, 25</w:t>
            </w:r>
          </w:p>
        </w:tc>
        <w:tc>
          <w:tcPr>
            <w:tcW w:w="1985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7-58-31</w:t>
            </w:r>
          </w:p>
        </w:tc>
        <w:tc>
          <w:tcPr>
            <w:tcW w:w="2126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015712" w:rsidRPr="00B36F47" w:rsidTr="00164C3E">
        <w:trPr>
          <w:trHeight w:val="600"/>
        </w:trPr>
        <w:tc>
          <w:tcPr>
            <w:tcW w:w="840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Лебяженская амбулатория</w:t>
            </w:r>
          </w:p>
        </w:tc>
        <w:tc>
          <w:tcPr>
            <w:tcW w:w="4111" w:type="dxa"/>
          </w:tcPr>
          <w:p w:rsidR="00C42B93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Камышинский  район, с. Лебяжье, </w:t>
            </w:r>
          </w:p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29В- 1</w:t>
            </w:r>
          </w:p>
        </w:tc>
        <w:tc>
          <w:tcPr>
            <w:tcW w:w="1985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7-40-16</w:t>
            </w:r>
          </w:p>
        </w:tc>
        <w:tc>
          <w:tcPr>
            <w:tcW w:w="2126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015712" w:rsidRPr="00B36F47" w:rsidTr="00164C3E">
        <w:trPr>
          <w:trHeight w:val="600"/>
        </w:trPr>
        <w:tc>
          <w:tcPr>
            <w:tcW w:w="840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Водно-Буерачная амбулатория</w:t>
            </w:r>
          </w:p>
        </w:tc>
        <w:tc>
          <w:tcPr>
            <w:tcW w:w="4111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Камышинский  район,</w:t>
            </w:r>
          </w:p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Воднобуерачное, ул. Сиреневая, 1</w:t>
            </w:r>
          </w:p>
        </w:tc>
        <w:tc>
          <w:tcPr>
            <w:tcW w:w="1985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7-07-49</w:t>
            </w:r>
          </w:p>
        </w:tc>
        <w:tc>
          <w:tcPr>
            <w:tcW w:w="2126" w:type="dxa"/>
          </w:tcPr>
          <w:p w:rsidR="0001571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61" w:type="dxa"/>
            <w:vMerge w:val="restart"/>
            <w:hideMark/>
          </w:tcPr>
          <w:p w:rsidR="00C42B93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"Центральная городская больница </w:t>
            </w:r>
          </w:p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C42B9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Камышина"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Камышин, ул. Терешковой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9-50-50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 №</w:t>
            </w:r>
            <w:r w:rsidR="004E7FB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Камышин, ул. Ленина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8/3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9-22-10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9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восстановительной медицины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Камышин,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мкр.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4, 63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2-33-66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 №1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Пролетарская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117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5-17-51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Камышин, </w:t>
            </w:r>
            <w:r w:rsidR="00243D76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Циолковского,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A44B8A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9-32-53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61" w:type="dxa"/>
            <w:vMerge w:val="restart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"Городская детская больница"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  <w:r w:rsidR="00456A55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1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Волжский, ул. Волгодонская, 15</w:t>
            </w:r>
          </w:p>
        </w:tc>
        <w:tc>
          <w:tcPr>
            <w:tcW w:w="1985" w:type="dxa"/>
            <w:hideMark/>
          </w:tcPr>
          <w:p w:rsidR="00E36D80" w:rsidRPr="00B36F47" w:rsidRDefault="007C1023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8443)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41-42-21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Волжский, ул.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57-59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27-20-63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  <w:r w:rsidR="00456A55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3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Волжский, ул. Пушкина, 92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  <w:hideMark/>
          </w:tcPr>
          <w:p w:rsidR="00E36D80" w:rsidRPr="00B36F47" w:rsidRDefault="007C1023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8443)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25-04-93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  <w:r w:rsidR="00456A55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4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Волжский, ул. Александрова, 32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29-11-74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861" w:type="dxa"/>
            <w:vMerge w:val="restart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"Камышинская детская городская больница"</w:t>
            </w:r>
          </w:p>
        </w:tc>
        <w:tc>
          <w:tcPr>
            <w:tcW w:w="3118" w:type="dxa"/>
            <w:hideMark/>
          </w:tcPr>
          <w:p w:rsidR="00E36D80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оликлиника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Камышин, ул.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Мира, 6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2-36-27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№2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Камышин, ул.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Мира,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94-1-55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 №1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Камышин, ул.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Пролетарская, 96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51-8-66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9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Педиатрическое отделение детской поликлиники №1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Камышин,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мкр.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59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177A2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56-4-14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медицинской реабилитации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Камышин,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Театральная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</w:t>
            </w:r>
            <w:r w:rsidR="005D13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50-79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Педиатрическое отделение детской поликлиники №2</w:t>
            </w:r>
          </w:p>
        </w:tc>
        <w:tc>
          <w:tcPr>
            <w:tcW w:w="4111" w:type="dxa"/>
            <w:hideMark/>
          </w:tcPr>
          <w:p w:rsidR="00E36D80" w:rsidRPr="00B36F47" w:rsidRDefault="00637D4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13516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 Вал,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им.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F20E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85" w:type="dxa"/>
            <w:hideMark/>
          </w:tcPr>
          <w:p w:rsidR="00E36D80" w:rsidRPr="00B36F47" w:rsidRDefault="00262D9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7)</w:t>
            </w:r>
            <w:r w:rsidR="005D13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64-2-19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1E3272" w:rsidRPr="00B36F47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1E3272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861" w:type="dxa"/>
            <w:vMerge w:val="restart"/>
            <w:hideMark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"Михайловская городская детская больница"</w:t>
            </w:r>
          </w:p>
        </w:tc>
        <w:tc>
          <w:tcPr>
            <w:tcW w:w="3118" w:type="dxa"/>
            <w:hideMark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135160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1E3272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13516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Михайловка, ул. Леваневского, 2</w:t>
            </w:r>
          </w:p>
        </w:tc>
        <w:tc>
          <w:tcPr>
            <w:tcW w:w="1985" w:type="dxa"/>
            <w:hideMark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</w:t>
            </w:r>
            <w:r w:rsidR="005D134E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4-34-63</w:t>
            </w:r>
          </w:p>
        </w:tc>
        <w:tc>
          <w:tcPr>
            <w:tcW w:w="2126" w:type="dxa"/>
            <w:hideMark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1E3272" w:rsidRPr="00B36F47" w:rsidTr="00164C3E">
        <w:trPr>
          <w:trHeight w:val="600"/>
        </w:trPr>
        <w:tc>
          <w:tcPr>
            <w:tcW w:w="840" w:type="dxa"/>
            <w:vMerge/>
            <w:noWrap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E3272" w:rsidRPr="00B36F47" w:rsidRDefault="008F0DD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 № 1</w:t>
            </w:r>
          </w:p>
        </w:tc>
        <w:tc>
          <w:tcPr>
            <w:tcW w:w="4111" w:type="dxa"/>
          </w:tcPr>
          <w:p w:rsidR="00392746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135160" w:rsidRPr="00B36F47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</w:t>
            </w:r>
          </w:p>
          <w:p w:rsidR="001E3272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ст-ца </w:t>
            </w:r>
            <w:r w:rsidR="008F0DD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Арчединская,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8F0DD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29А</w:t>
            </w:r>
          </w:p>
        </w:tc>
        <w:tc>
          <w:tcPr>
            <w:tcW w:w="1985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6-97-70</w:t>
            </w:r>
          </w:p>
        </w:tc>
        <w:tc>
          <w:tcPr>
            <w:tcW w:w="2126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1E3272" w:rsidRPr="00B36F47" w:rsidTr="00164C3E">
        <w:trPr>
          <w:trHeight w:val="600"/>
        </w:trPr>
        <w:tc>
          <w:tcPr>
            <w:tcW w:w="840" w:type="dxa"/>
            <w:vMerge/>
            <w:noWrap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 № 2</w:t>
            </w:r>
          </w:p>
        </w:tc>
        <w:tc>
          <w:tcPr>
            <w:tcW w:w="4111" w:type="dxa"/>
          </w:tcPr>
          <w:p w:rsidR="00392746" w:rsidRPr="00B36F47" w:rsidRDefault="00916BE9" w:rsidP="003927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1E3272" w:rsidRPr="00B36F47" w:rsidRDefault="00392746" w:rsidP="003927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х. Безымянка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11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6-18-81</w:t>
            </w:r>
          </w:p>
        </w:tc>
        <w:tc>
          <w:tcPr>
            <w:tcW w:w="2126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1E3272" w:rsidRPr="00B36F47" w:rsidTr="00164C3E">
        <w:trPr>
          <w:trHeight w:val="600"/>
        </w:trPr>
        <w:tc>
          <w:tcPr>
            <w:tcW w:w="840" w:type="dxa"/>
            <w:vMerge/>
            <w:noWrap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</w:t>
            </w:r>
            <w:r w:rsidR="00C42B9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3</w:t>
            </w:r>
          </w:p>
        </w:tc>
        <w:tc>
          <w:tcPr>
            <w:tcW w:w="4111" w:type="dxa"/>
          </w:tcPr>
          <w:p w:rsidR="00392746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243D76" w:rsidRPr="00B36F47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Михайловка, 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х. Большой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E3272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49</w:t>
            </w:r>
          </w:p>
        </w:tc>
        <w:tc>
          <w:tcPr>
            <w:tcW w:w="1985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6-68-23</w:t>
            </w:r>
          </w:p>
        </w:tc>
        <w:tc>
          <w:tcPr>
            <w:tcW w:w="2126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1E3272" w:rsidRPr="00B36F47" w:rsidTr="00164C3E">
        <w:trPr>
          <w:trHeight w:val="600"/>
        </w:trPr>
        <w:tc>
          <w:tcPr>
            <w:tcW w:w="840" w:type="dxa"/>
            <w:vMerge/>
            <w:noWrap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</w:t>
            </w:r>
            <w:r w:rsidR="00C42B9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4</w:t>
            </w:r>
          </w:p>
        </w:tc>
        <w:tc>
          <w:tcPr>
            <w:tcW w:w="4111" w:type="dxa"/>
          </w:tcPr>
          <w:p w:rsidR="00392746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135160" w:rsidRPr="00B36F47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</w:t>
            </w:r>
          </w:p>
          <w:p w:rsidR="001E3272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х. Карагичевский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</w:p>
        </w:tc>
        <w:tc>
          <w:tcPr>
            <w:tcW w:w="1985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6-62-70</w:t>
            </w:r>
          </w:p>
        </w:tc>
        <w:tc>
          <w:tcPr>
            <w:tcW w:w="2126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1E3272" w:rsidRPr="00B36F47" w:rsidTr="00164C3E">
        <w:trPr>
          <w:trHeight w:val="600"/>
        </w:trPr>
        <w:tc>
          <w:tcPr>
            <w:tcW w:w="840" w:type="dxa"/>
            <w:vMerge/>
            <w:noWrap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</w:t>
            </w:r>
            <w:r w:rsidR="00C42B9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5</w:t>
            </w:r>
          </w:p>
        </w:tc>
        <w:tc>
          <w:tcPr>
            <w:tcW w:w="4111" w:type="dxa"/>
          </w:tcPr>
          <w:p w:rsidR="00392746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392746" w:rsidRPr="00B36F47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х. Плотников 2-й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1E3272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Агрономическая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985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6-05-92</w:t>
            </w:r>
          </w:p>
        </w:tc>
        <w:tc>
          <w:tcPr>
            <w:tcW w:w="2126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1E3272" w:rsidRPr="00B36F47" w:rsidTr="00164C3E">
        <w:trPr>
          <w:trHeight w:val="600"/>
        </w:trPr>
        <w:tc>
          <w:tcPr>
            <w:tcW w:w="840" w:type="dxa"/>
            <w:vMerge/>
            <w:noWrap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E3272" w:rsidRPr="00B36F47" w:rsidRDefault="008F0DD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</w:t>
            </w:r>
            <w:r w:rsidR="00C42B9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6</w:t>
            </w:r>
          </w:p>
        </w:tc>
        <w:tc>
          <w:tcPr>
            <w:tcW w:w="4111" w:type="dxa"/>
          </w:tcPr>
          <w:p w:rsidR="00392746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392746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2746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Михайловка,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х. Сухов 2-й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</w:p>
          <w:p w:rsidR="001E3272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Ломоносова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</w:p>
        </w:tc>
        <w:tc>
          <w:tcPr>
            <w:tcW w:w="1985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6-81-08</w:t>
            </w:r>
          </w:p>
        </w:tc>
        <w:tc>
          <w:tcPr>
            <w:tcW w:w="2126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1E3272" w:rsidRPr="00B36F47" w:rsidTr="00164C3E">
        <w:trPr>
          <w:trHeight w:val="600"/>
        </w:trPr>
        <w:tc>
          <w:tcPr>
            <w:tcW w:w="840" w:type="dxa"/>
            <w:vMerge/>
            <w:noWrap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1E3272" w:rsidRPr="00B36F47" w:rsidRDefault="001E327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1E3272" w:rsidRPr="00B36F47" w:rsidRDefault="008F0DD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</w:t>
            </w:r>
            <w:r w:rsidR="00C42B9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7</w:t>
            </w:r>
          </w:p>
        </w:tc>
        <w:tc>
          <w:tcPr>
            <w:tcW w:w="4111" w:type="dxa"/>
          </w:tcPr>
          <w:p w:rsidR="00392746" w:rsidRPr="00B36F47" w:rsidRDefault="00916BE9" w:rsidP="003927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1E3272" w:rsidRPr="00B36F47" w:rsidRDefault="00392746" w:rsidP="003927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х.</w:t>
            </w:r>
            <w:r w:rsidR="0013516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Троицкий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Больничный</w:t>
            </w:r>
            <w:r w:rsidR="001E327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1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6-92-50</w:t>
            </w:r>
          </w:p>
        </w:tc>
        <w:tc>
          <w:tcPr>
            <w:tcW w:w="2126" w:type="dxa"/>
          </w:tcPr>
          <w:p w:rsidR="001E3272" w:rsidRPr="00B36F47" w:rsidRDefault="005D134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861" w:type="dxa"/>
            <w:vMerge w:val="restart"/>
            <w:hideMark/>
          </w:tcPr>
          <w:p w:rsidR="00C42B93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"Клиническая больница скорой медицинской помощи</w:t>
            </w:r>
            <w:r w:rsidR="00C42B9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7"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262D9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Казахская, 1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41-03-15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E36D80" w:rsidRPr="00B36F47" w:rsidRDefault="00262D9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К.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Маркса, 7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47-70-40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45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поликлиники</w:t>
            </w:r>
          </w:p>
        </w:tc>
        <w:tc>
          <w:tcPr>
            <w:tcW w:w="4111" w:type="dxa"/>
            <w:hideMark/>
          </w:tcPr>
          <w:p w:rsidR="00E36D80" w:rsidRPr="00B36F47" w:rsidRDefault="00262D9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Тулака, 12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47-12-68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BF20E2" w:rsidRPr="00B36F47" w:rsidTr="00164C3E">
        <w:trPr>
          <w:trHeight w:val="900"/>
        </w:trPr>
        <w:tc>
          <w:tcPr>
            <w:tcW w:w="840" w:type="dxa"/>
            <w:vMerge w:val="restart"/>
            <w:noWrap/>
            <w:hideMark/>
          </w:tcPr>
          <w:p w:rsidR="00BF20E2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1571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61" w:type="dxa"/>
            <w:vMerge w:val="restart"/>
            <w:hideMark/>
          </w:tcPr>
          <w:p w:rsidR="00C9545E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"Клиническая больница скорой медицинской помощи</w:t>
            </w:r>
          </w:p>
          <w:p w:rsidR="00BF20E2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№ 15"</w:t>
            </w:r>
          </w:p>
        </w:tc>
        <w:tc>
          <w:tcPr>
            <w:tcW w:w="3118" w:type="dxa"/>
            <w:hideMark/>
          </w:tcPr>
          <w:p w:rsidR="00BF20E2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Поликлиника</w:t>
            </w:r>
          </w:p>
        </w:tc>
        <w:tc>
          <w:tcPr>
            <w:tcW w:w="4111" w:type="dxa"/>
            <w:hideMark/>
          </w:tcPr>
          <w:p w:rsidR="00BF20E2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Андижанская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  <w:hideMark/>
          </w:tcPr>
          <w:p w:rsidR="007C1023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67-05-19</w:t>
            </w:r>
          </w:p>
          <w:p w:rsidR="00BF20E2" w:rsidRPr="00B36F47" w:rsidRDefault="007C1023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(8442) </w:t>
            </w:r>
            <w:r w:rsidR="00BF20E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67-15-14</w:t>
            </w:r>
          </w:p>
        </w:tc>
        <w:tc>
          <w:tcPr>
            <w:tcW w:w="2126" w:type="dxa"/>
            <w:hideMark/>
          </w:tcPr>
          <w:p w:rsidR="00BF20E2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BF20E2" w:rsidRPr="00B36F47" w:rsidTr="00164C3E">
        <w:trPr>
          <w:trHeight w:val="900"/>
        </w:trPr>
        <w:tc>
          <w:tcPr>
            <w:tcW w:w="840" w:type="dxa"/>
            <w:vMerge/>
            <w:noWrap/>
          </w:tcPr>
          <w:p w:rsidR="00BF20E2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BF20E2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BF20E2" w:rsidRPr="00B36F47" w:rsidRDefault="00BF20E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</w:t>
            </w:r>
          </w:p>
        </w:tc>
        <w:tc>
          <w:tcPr>
            <w:tcW w:w="4111" w:type="dxa"/>
          </w:tcPr>
          <w:p w:rsidR="00BF20E2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</w:t>
            </w:r>
            <w:r w:rsidR="00BF20E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Южный</w:t>
            </w:r>
            <w:r w:rsidR="00BF20E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2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</w:tcPr>
          <w:p w:rsidR="00BF20E2" w:rsidRPr="00B36F47" w:rsidRDefault="007C1023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25-34-80</w:t>
            </w:r>
          </w:p>
        </w:tc>
        <w:tc>
          <w:tcPr>
            <w:tcW w:w="2126" w:type="dxa"/>
          </w:tcPr>
          <w:p w:rsidR="00BF20E2" w:rsidRPr="00B36F47" w:rsidRDefault="007C1023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945"/>
        </w:trPr>
        <w:tc>
          <w:tcPr>
            <w:tcW w:w="840" w:type="dxa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86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клинический госпиталь ветеранов войн", Волгоград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Волгоград, ул. им.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Землячки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82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58-20-61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E36D80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861" w:type="dxa"/>
            <w:vMerge w:val="restart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"Центральная районная больница Алексеевского муниципального района"</w:t>
            </w: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  <w:r w:rsidR="00FA6134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пункт скорой помощи</w:t>
            </w:r>
          </w:p>
        </w:tc>
        <w:tc>
          <w:tcPr>
            <w:tcW w:w="4111" w:type="dxa"/>
            <w:hideMark/>
          </w:tcPr>
          <w:p w:rsidR="00C9545E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13516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Алексеевский район,</w:t>
            </w:r>
          </w:p>
          <w:p w:rsidR="00243D76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ст.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Алексеевская,</w:t>
            </w:r>
          </w:p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Красногвардейская, 80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(84446)</w:t>
            </w:r>
            <w:r w:rsidR="007C1023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3-15-51</w:t>
            </w:r>
          </w:p>
        </w:tc>
        <w:tc>
          <w:tcPr>
            <w:tcW w:w="2126" w:type="dxa"/>
            <w:hideMark/>
          </w:tcPr>
          <w:p w:rsidR="00E36D80" w:rsidRPr="00B36F47" w:rsidRDefault="007C1023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Административный отдел Детское отделение</w:t>
            </w:r>
          </w:p>
        </w:tc>
        <w:tc>
          <w:tcPr>
            <w:tcW w:w="4111" w:type="dxa"/>
            <w:hideMark/>
          </w:tcPr>
          <w:p w:rsidR="00C9545E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13516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Алексеевский район,</w:t>
            </w:r>
          </w:p>
          <w:p w:rsidR="00243D76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Алексеевская,</w:t>
            </w:r>
          </w:p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Красногвардейская, 81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(84446)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3-19-91  (84446)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3-25-77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  <w:hideMark/>
          </w:tcPr>
          <w:p w:rsidR="00135160" w:rsidRPr="00B36F47" w:rsidRDefault="00E36D80" w:rsidP="00C42B93">
            <w:pPr>
              <w:jc w:val="center"/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135160" w:rsidRPr="00B36F47">
              <w:t xml:space="preserve"> </w:t>
            </w:r>
          </w:p>
          <w:p w:rsidR="00C9545E" w:rsidRPr="00B36F47" w:rsidRDefault="0013516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Алексеевский район,</w:t>
            </w:r>
          </w:p>
          <w:p w:rsidR="00243D76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Алексеевская,</w:t>
            </w:r>
          </w:p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Красногвардейская, 88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(84446)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3-18-71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Усть-Бузулукская участковая больница</w:t>
            </w:r>
          </w:p>
        </w:tc>
        <w:tc>
          <w:tcPr>
            <w:tcW w:w="4111" w:type="dxa"/>
            <w:hideMark/>
          </w:tcPr>
          <w:p w:rsidR="00D71678" w:rsidRPr="00B36F47" w:rsidRDefault="00E36D80" w:rsidP="00D7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Алексеевский район,</w:t>
            </w:r>
          </w:p>
          <w:p w:rsidR="00D71678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Усть-Бузулукская,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Буденного,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(84446)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3-33-18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E36D80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Рябовская амбулатория</w:t>
            </w:r>
          </w:p>
        </w:tc>
        <w:tc>
          <w:tcPr>
            <w:tcW w:w="4111" w:type="dxa"/>
            <w:hideMark/>
          </w:tcPr>
          <w:p w:rsidR="00C9545E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Ал</w:t>
            </w:r>
            <w:r w:rsidR="00916BE9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ексеевский район,</w:t>
            </w:r>
          </w:p>
          <w:p w:rsidR="00E36D80" w:rsidRPr="00B36F47" w:rsidRDefault="00916BE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Рябовский, </w:t>
            </w:r>
            <w:r w:rsidR="00E36D80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378</w:t>
            </w:r>
          </w:p>
        </w:tc>
        <w:tc>
          <w:tcPr>
            <w:tcW w:w="1985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(84446)</w:t>
            </w:r>
            <w:r w:rsidR="00EE62C2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3-51-74</w:t>
            </w:r>
          </w:p>
        </w:tc>
        <w:tc>
          <w:tcPr>
            <w:tcW w:w="2126" w:type="dxa"/>
            <w:hideMark/>
          </w:tcPr>
          <w:p w:rsidR="00E36D80" w:rsidRPr="00B36F47" w:rsidRDefault="00E36D8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 w:val="restart"/>
          </w:tcPr>
          <w:p w:rsidR="007F36B6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 w:val="restart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"Быковская центральная районная больница"</w:t>
            </w:r>
          </w:p>
        </w:tc>
        <w:tc>
          <w:tcPr>
            <w:tcW w:w="3118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Быковский район, р.п. Быково, ул. Волжская, 50</w:t>
            </w:r>
          </w:p>
        </w:tc>
        <w:tc>
          <w:tcPr>
            <w:tcW w:w="1985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(84495) 3-12-88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(84495) 3-23-59</w:t>
            </w:r>
          </w:p>
        </w:tc>
        <w:tc>
          <w:tcPr>
            <w:tcW w:w="2126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Кисловская участковая больница</w:t>
            </w:r>
          </w:p>
        </w:tc>
        <w:tc>
          <w:tcPr>
            <w:tcW w:w="4111" w:type="dxa"/>
          </w:tcPr>
          <w:p w:rsidR="007F36B6" w:rsidRPr="00B36F47" w:rsidRDefault="007F36B6" w:rsidP="00C42B93">
            <w:pPr>
              <w:tabs>
                <w:tab w:val="left" w:pos="2568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Быковский район, с. Кислово, ул. Пугачева, 1Г</w:t>
            </w:r>
          </w:p>
        </w:tc>
        <w:tc>
          <w:tcPr>
            <w:tcW w:w="1985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8-937-542-27-67</w:t>
            </w:r>
          </w:p>
        </w:tc>
        <w:tc>
          <w:tcPr>
            <w:tcW w:w="2126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Верхнебалыклейская участковая больница</w:t>
            </w:r>
          </w:p>
        </w:tc>
        <w:tc>
          <w:tcPr>
            <w:tcW w:w="4111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Быковский район, с. Верхний Балыклей,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пер. Пионерский, 13</w:t>
            </w:r>
          </w:p>
        </w:tc>
        <w:tc>
          <w:tcPr>
            <w:tcW w:w="1985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8-937-724-67-33</w:t>
            </w:r>
          </w:p>
        </w:tc>
        <w:tc>
          <w:tcPr>
            <w:tcW w:w="2126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Урало – Ахтубинская участковая больница</w:t>
            </w:r>
          </w:p>
        </w:tc>
        <w:tc>
          <w:tcPr>
            <w:tcW w:w="4111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Быковский район, п. Катричев, ул. Гагарина, 14А</w:t>
            </w:r>
          </w:p>
        </w:tc>
        <w:tc>
          <w:tcPr>
            <w:tcW w:w="1985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8-937-551-36-65</w:t>
            </w:r>
          </w:p>
        </w:tc>
        <w:tc>
          <w:tcPr>
            <w:tcW w:w="2126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Красносельская врачебная амбулатория</w:t>
            </w:r>
          </w:p>
        </w:tc>
        <w:tc>
          <w:tcPr>
            <w:tcW w:w="4111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Быковский район, с. Красноселец,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Тракторозаводская, 37</w:t>
            </w:r>
          </w:p>
        </w:tc>
        <w:tc>
          <w:tcPr>
            <w:tcW w:w="1985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8-902-362-35-28</w:t>
            </w:r>
          </w:p>
        </w:tc>
        <w:tc>
          <w:tcPr>
            <w:tcW w:w="2126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Приморская районная больница № 2</w:t>
            </w:r>
          </w:p>
        </w:tc>
        <w:tc>
          <w:tcPr>
            <w:tcW w:w="4111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Быковский район, п. Приморск,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Набережная, 31/1</w:t>
            </w:r>
          </w:p>
        </w:tc>
        <w:tc>
          <w:tcPr>
            <w:tcW w:w="1985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8-937-081-09-29</w:t>
            </w:r>
          </w:p>
        </w:tc>
        <w:tc>
          <w:tcPr>
            <w:tcW w:w="2126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Солдатско – Степновская врачебная амбулатория</w:t>
            </w:r>
          </w:p>
        </w:tc>
        <w:tc>
          <w:tcPr>
            <w:tcW w:w="4111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Быковский район, с. Солдатско-Степное,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Мира, 47</w:t>
            </w:r>
          </w:p>
        </w:tc>
        <w:tc>
          <w:tcPr>
            <w:tcW w:w="1985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8-929-787-79-53</w:t>
            </w:r>
          </w:p>
        </w:tc>
        <w:tc>
          <w:tcPr>
            <w:tcW w:w="2126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Новоникольская врачебная амбулатория</w:t>
            </w:r>
          </w:p>
        </w:tc>
        <w:tc>
          <w:tcPr>
            <w:tcW w:w="4111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Быковский район, с. Новоникольское,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Шурухина, 25А/2</w:t>
            </w:r>
          </w:p>
        </w:tc>
        <w:tc>
          <w:tcPr>
            <w:tcW w:w="1985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8-995-409-24-04</w:t>
            </w:r>
          </w:p>
        </w:tc>
        <w:tc>
          <w:tcPr>
            <w:tcW w:w="2126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861" w:type="dxa"/>
            <w:vMerge w:val="restart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"Городищенская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взрослая</w:t>
            </w:r>
          </w:p>
        </w:tc>
        <w:tc>
          <w:tcPr>
            <w:tcW w:w="4111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392746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Городищенский район,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Городище, ул. М.Чуйкова, 11</w:t>
            </w:r>
          </w:p>
        </w:tc>
        <w:tc>
          <w:tcPr>
            <w:tcW w:w="1985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3-15-88</w:t>
            </w:r>
          </w:p>
        </w:tc>
        <w:tc>
          <w:tcPr>
            <w:tcW w:w="2126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B36F47" w:rsidTr="00164C3E">
        <w:trPr>
          <w:trHeight w:val="300"/>
        </w:trPr>
        <w:tc>
          <w:tcPr>
            <w:tcW w:w="840" w:type="dxa"/>
            <w:vMerge/>
            <w:noWrap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 2</w:t>
            </w:r>
          </w:p>
        </w:tc>
        <w:tc>
          <w:tcPr>
            <w:tcW w:w="4111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Городищенский район,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Городище, пл. Павших Борцов, 3</w:t>
            </w:r>
          </w:p>
        </w:tc>
        <w:tc>
          <w:tcPr>
            <w:tcW w:w="1985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3-54-89</w:t>
            </w:r>
          </w:p>
        </w:tc>
        <w:tc>
          <w:tcPr>
            <w:tcW w:w="2126" w:type="dxa"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392746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Городищенский район,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Городище, ул. М.Чуйкова, 1</w:t>
            </w:r>
          </w:p>
        </w:tc>
        <w:tc>
          <w:tcPr>
            <w:tcW w:w="1985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3-54-27</w:t>
            </w:r>
          </w:p>
        </w:tc>
        <w:tc>
          <w:tcPr>
            <w:tcW w:w="2126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Городищенский район,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Городище, ул. 40 лет Сталинградской Битвы, 8</w:t>
            </w:r>
          </w:p>
        </w:tc>
        <w:tc>
          <w:tcPr>
            <w:tcW w:w="1985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3-57-64</w:t>
            </w:r>
          </w:p>
        </w:tc>
        <w:tc>
          <w:tcPr>
            <w:tcW w:w="2126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Новорогачинская участковая больница</w:t>
            </w:r>
          </w:p>
        </w:tc>
        <w:tc>
          <w:tcPr>
            <w:tcW w:w="4111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Городищенский район,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Новый Рогачик,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4</w:t>
            </w:r>
          </w:p>
        </w:tc>
        <w:tc>
          <w:tcPr>
            <w:tcW w:w="1985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4-46-80</w:t>
            </w:r>
          </w:p>
        </w:tc>
        <w:tc>
          <w:tcPr>
            <w:tcW w:w="2126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Котлубанская участковая больница</w:t>
            </w:r>
          </w:p>
        </w:tc>
        <w:tc>
          <w:tcPr>
            <w:tcW w:w="4111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71678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Городищенский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Котлубань, ул. Советская, 1</w:t>
            </w:r>
          </w:p>
        </w:tc>
        <w:tc>
          <w:tcPr>
            <w:tcW w:w="1985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4-22-37</w:t>
            </w:r>
          </w:p>
        </w:tc>
        <w:tc>
          <w:tcPr>
            <w:tcW w:w="2126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Россошинская участковая больница</w:t>
            </w:r>
          </w:p>
        </w:tc>
        <w:tc>
          <w:tcPr>
            <w:tcW w:w="4111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71678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Городищенский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Степной, ул. Пролетарская, 12</w:t>
            </w:r>
          </w:p>
        </w:tc>
        <w:tc>
          <w:tcPr>
            <w:tcW w:w="1985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4-52-80</w:t>
            </w:r>
          </w:p>
        </w:tc>
        <w:tc>
          <w:tcPr>
            <w:tcW w:w="2126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Ерзовская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71678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Городищенский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Ерзовка, ул. Школьная, 4</w:t>
            </w:r>
          </w:p>
        </w:tc>
        <w:tc>
          <w:tcPr>
            <w:tcW w:w="1985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4-79-43</w:t>
            </w:r>
          </w:p>
        </w:tc>
        <w:tc>
          <w:tcPr>
            <w:tcW w:w="2126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Новожизненская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71678"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Городищенский район, </w:t>
            </w: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Областной сельскохозяйственной опытной станции, ул. Центральная, 1Б</w:t>
            </w:r>
          </w:p>
        </w:tc>
        <w:tc>
          <w:tcPr>
            <w:tcW w:w="1985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4-36-03</w:t>
            </w:r>
          </w:p>
        </w:tc>
        <w:tc>
          <w:tcPr>
            <w:tcW w:w="2126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B36F47" w:rsidTr="00164C3E">
        <w:trPr>
          <w:trHeight w:val="960"/>
        </w:trPr>
        <w:tc>
          <w:tcPr>
            <w:tcW w:w="840" w:type="dxa"/>
            <w:vMerge w:val="restart"/>
            <w:noWrap/>
            <w:hideMark/>
          </w:tcPr>
          <w:p w:rsidR="007F36B6" w:rsidRPr="00B36F47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61" w:type="dxa"/>
            <w:vMerge w:val="restart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"Даниловская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Даниловский район, р.п. Даниловка,</w:t>
            </w:r>
          </w:p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Северная, 31</w:t>
            </w:r>
          </w:p>
        </w:tc>
        <w:tc>
          <w:tcPr>
            <w:tcW w:w="1985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(84461) 5-38-85 (84461) 5-37-08</w:t>
            </w:r>
          </w:p>
        </w:tc>
        <w:tc>
          <w:tcPr>
            <w:tcW w:w="2126" w:type="dxa"/>
            <w:hideMark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36F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60"/>
        </w:trPr>
        <w:tc>
          <w:tcPr>
            <w:tcW w:w="840" w:type="dxa"/>
            <w:vMerge/>
            <w:noWrap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B36F47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терапевтического корпуса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Даниловский район, р.п. Даниловка,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Северная, 31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(84461) 5-38-85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Березовская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Даниловский район, ст-ца Березовская,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Московский, 30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(84461) 5-43-89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Белопрудская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Даниловский район, п. Белые Пруды,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Больничная, 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(84461) 5-61-03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Островская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Даниловский район, ст-ца Островская,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Больничный,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(84461) 5-32-58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Сергиевская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Даниловский район, ст-ца Сергиевская,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65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(84461) 5-52-35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"Центральная районная больница Дубовского муниципального района"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Дубовка ул. Октябрьская, 17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(84485) 3-13-04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Дубовка, ул. Гагарина, 24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(84458) 3-15-76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Дубовский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Дубовка, ул. Московская, 61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(84458) 5-23-92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Горно-балыклейская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Дубовский район, с. Горный Балыклей,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Пушкина, 34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(84458)7-61-03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Лозная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Дубовский район, с. Лозное, ул. Гагарина, 11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(84458)7-22-68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157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D71678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Еланская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центральная районная больница  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Волгоградской области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Еланский район, р.п Елань, ул. Мира,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(84452)5-44-44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Маринская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Еланский район, п. Большевик,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45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(84452) 6-99-18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Вязовская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Еланский район, с. Вязовка,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Больничная, 68Б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(84452) 6-32-74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Морецкая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Еланский район, с. Морец, ул. Гагарина,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(84452) 6-65-47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Большеморецкая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Еланский район, с. Большой Морец,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(84452) 6-44-30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Краишевская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Еланский район, с. Краишево,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(84452) 6-83-3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"Жирновская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Жирновский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Жирновск, ул. Строителей, 1-9Б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 5-23-16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Жирновская поликлиника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Жирновский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Жирновск, ул. Строителей,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(84454) 5-23-92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консультация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Жирновский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Жирновск, ул. Строителей,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 5-23-28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Жирновский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Жирновск, ул. Строителей,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 5-23-92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Линевская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Жирновский район, р.п. Линево, ул. Ленина, 130В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 6-66-33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Жирновский район, р.п. Красный Яр,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 6-17-81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Алешниковская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Жирновский район,  с. Алешники,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1А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 6-01-22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Жирновский район, с. Кленовка,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Бородачева, 26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 60-7-40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Медведицкая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Жирновский район, с. Медведица,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Букаева, 24А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 6-94-15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1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"Иловлинская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Иловлинский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Иловля, ул. Буденного, 31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5-11-42 (84467) 5-17-76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Иловлинский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Иловля, ул. Кирова, 50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5-17-30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Иловлинский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Иловля, ул. Кирова, 50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5-10-81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Иловлинский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Иловля, ул. Кирова, 50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5-12-11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Логовская участковая больница</w:t>
            </w:r>
          </w:p>
        </w:tc>
        <w:tc>
          <w:tcPr>
            <w:tcW w:w="4111" w:type="dxa"/>
            <w:hideMark/>
          </w:tcPr>
          <w:p w:rsidR="00D7167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F36B6" w:rsidRPr="0050283E" w:rsidRDefault="00D71678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Иловлинский район,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р.п.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Садовая, 58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5-31-12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Логовская районная больница</w:t>
            </w:r>
          </w:p>
        </w:tc>
        <w:tc>
          <w:tcPr>
            <w:tcW w:w="4111" w:type="dxa"/>
            <w:hideMark/>
          </w:tcPr>
          <w:p w:rsidR="00D7167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7F36B6" w:rsidRPr="0050283E" w:rsidRDefault="00D71678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Иловлинский район, р.п.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Красная площадь, 10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5-31-70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Медведевская участковая больница</w:t>
            </w:r>
          </w:p>
        </w:tc>
        <w:tc>
          <w:tcPr>
            <w:tcW w:w="4111" w:type="dxa"/>
            <w:hideMark/>
          </w:tcPr>
          <w:p w:rsidR="00D7167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Иловлинский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Медведи,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Молодежная, 17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5-46-46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Качалинская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Иловлинский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Качалинская,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Железнодорожная,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5-50-89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Сиротинская участковая больница</w:t>
            </w:r>
          </w:p>
        </w:tc>
        <w:tc>
          <w:tcPr>
            <w:tcW w:w="4111" w:type="dxa"/>
            <w:hideMark/>
          </w:tcPr>
          <w:p w:rsidR="00D7167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F36B6" w:rsidRPr="0050283E" w:rsidRDefault="00D71678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Иловлинский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Сиротинская, ул. Кузнецова, 40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5-82-23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Трехостровская участковая больница</w:t>
            </w:r>
          </w:p>
        </w:tc>
        <w:tc>
          <w:tcPr>
            <w:tcW w:w="4111" w:type="dxa"/>
            <w:hideMark/>
          </w:tcPr>
          <w:p w:rsidR="00D7167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F36B6" w:rsidRPr="0050283E" w:rsidRDefault="00D71678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Иловлинский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ст. Трехостровская,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Коммунистическая, 19А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(84467) 5-93-70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"Калачевская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Калач-на-Дону, ул. Маяковского, 27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3-13-53 (84472) 3-45-94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3344CD">
        <w:trPr>
          <w:trHeight w:val="283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отделения скорой медицинской помощи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Калач-на-Дону, ул. Пархоменко, 33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3-69-49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Калач-на-Дону, ул. Маяковского, 27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3-07-61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Наркологический кабинет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Калач-на-Дону, ул. Пархоменко, 31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3-6049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Онкологическое отделение первичный онкологический кабинет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  <w:r w:rsidR="007263D0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Калач-на-Дону, ул.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Мотострелковая, 55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3-50-54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6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противотуберкулезное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Калач-на-Дону, ул. Пархоменко, 46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3-72-52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9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педиатрическое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Калач-на-Дону, ул. Чекмарева, 21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3-62-72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Береславская участковая больница</w:t>
            </w:r>
          </w:p>
        </w:tc>
        <w:tc>
          <w:tcPr>
            <w:tcW w:w="4111" w:type="dxa"/>
            <w:hideMark/>
          </w:tcPr>
          <w:p w:rsidR="00D7167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F36B6" w:rsidRPr="0050283E" w:rsidRDefault="00D71678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Береславка, ул. Больничная,</w:t>
            </w:r>
            <w:r w:rsidR="007263D0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5-31-03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Ляпичевская участковая больница</w:t>
            </w:r>
          </w:p>
        </w:tc>
        <w:tc>
          <w:tcPr>
            <w:tcW w:w="4111" w:type="dxa"/>
            <w:hideMark/>
          </w:tcPr>
          <w:p w:rsidR="00D71678" w:rsidRPr="0050283E" w:rsidRDefault="007F36B6" w:rsidP="00D7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D71678" w:rsidRPr="0050283E" w:rsidRDefault="00D71678" w:rsidP="00D7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Ляпичев, ул. им. Семёнова, 24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4-43-17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Волгодонская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D71678" w:rsidRPr="0050283E" w:rsidRDefault="00D71678" w:rsidP="00D7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Волгодонской, ул. Больничная, 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5-24-53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Голубинская врачебная амбулатория</w:t>
            </w:r>
          </w:p>
        </w:tc>
        <w:tc>
          <w:tcPr>
            <w:tcW w:w="4111" w:type="dxa"/>
            <w:hideMark/>
          </w:tcPr>
          <w:p w:rsidR="00D71678" w:rsidRPr="0050283E" w:rsidRDefault="007F36B6" w:rsidP="00D7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F36B6" w:rsidRPr="0050283E" w:rsidRDefault="00D71678" w:rsidP="00D7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Голубинская, ул. Ленина, 14А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5-51-96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Крепинская врачебная амбулатория</w:t>
            </w:r>
          </w:p>
        </w:tc>
        <w:tc>
          <w:tcPr>
            <w:tcW w:w="4111" w:type="dxa"/>
            <w:hideMark/>
          </w:tcPr>
          <w:p w:rsidR="00D71678" w:rsidRPr="0050283E" w:rsidRDefault="007F36B6" w:rsidP="00D7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7167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F36B6" w:rsidRPr="0050283E" w:rsidRDefault="00D71678" w:rsidP="00D7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Крепинский, пер. Больничный, 1А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(84472) 5-24-53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Пятиморская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D71678" w:rsidRPr="0050283E" w:rsidRDefault="00D71678" w:rsidP="00D716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Калачевский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Пятиморск, ул. Ленина, 40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8937-728-67-00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"Киквидзенская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Стоматологическая 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Киквидзенский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Преображенская,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55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(84445) 3-14-67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Киквидзенский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Преображенская,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ул.Комсомольская 62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(84445) 3-44-68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Мачешанская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Киквидзенский район, с. Мачеха,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25А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(84445) 3-31-03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Гришинская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Киквидзенский район, п. Гришин,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Школьная, 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(84445) 3-86-37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"Центральная районная больница Клетского муниципального района Волгоградской области"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Регистратура № 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Клетский район, ст-ца Клетская,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Пролетарская, 21/1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4-12-66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Регистратура № 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Клетский район, ст-ца Клетская,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Пролетарская, 21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4-12-90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Кременская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Клетский район, ст-ца  Кременская,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22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4-66-12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Перелазовская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Клетский район, х. Перелазовский,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Раздольная,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4-32-40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Верхнебузиновская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Клетский район, х. Верхняя Бузиновка,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Больничная,13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4-51-03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Манойлинская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Клетский район, х. Манойлин,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Атамана Макарова, 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4-55-10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Калмыковская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Клетский район, х. Калмыков,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Центральная, 1Б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4-53-16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Верхнечеренская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Клетский район, х. Верхнечеренский,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Больничный,2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4-43-60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AE7827">
        <w:trPr>
          <w:trHeight w:val="284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Распопинская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Клетский район, ст-ца Распопинская,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Ленинская, 18/1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4-63-87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"Котельниковская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Котельниковский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Котельнико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Ленина,14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(84476)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3-28-38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Котельниковский район,</w:t>
            </w:r>
          </w:p>
          <w:p w:rsidR="007F36B6" w:rsidRPr="0050283E" w:rsidRDefault="00392746" w:rsidP="00AE78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Котельнико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29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(84476)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3-26-60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№ 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AE7827" w:rsidRPr="0050283E">
              <w:t xml:space="preserve">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Котельниковский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Котельниково, ул. Советская,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(84476)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3-28-38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Выпасновская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Котельниковский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Выпасной, ул. Школьная, 3/1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(84476)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7-15-34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Котельниковский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Красноярский, ул. Школьная, 26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(84476)</w:t>
            </w:r>
            <w:r w:rsidR="007550E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7-12-24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9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Генераловская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Котельниковский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Генераловский, ул. Пугачева, 56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(84476) 7-45-66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"Центральная районная больница" Котовского муниципального района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Акушерско</w:t>
            </w:r>
            <w:r w:rsidR="007263D0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-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гинекологическое отделение поликлиники</w:t>
            </w:r>
          </w:p>
        </w:tc>
        <w:tc>
          <w:tcPr>
            <w:tcW w:w="4111" w:type="dxa"/>
            <w:hideMark/>
          </w:tcPr>
          <w:p w:rsidR="007F36B6" w:rsidRPr="0050283E" w:rsidRDefault="007F36B6" w:rsidP="00AE78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Котово,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Заречная,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4-42-75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Педиатрическое отделение поликлиники</w:t>
            </w:r>
          </w:p>
        </w:tc>
        <w:tc>
          <w:tcPr>
            <w:tcW w:w="4111" w:type="dxa"/>
            <w:hideMark/>
          </w:tcPr>
          <w:p w:rsidR="007F36B6" w:rsidRPr="0050283E" w:rsidRDefault="007F36B6" w:rsidP="00AE78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Котово,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Мира, 147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2-15-05 (84455) 2-22-83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AE782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Котово,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Победы, 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4-58-75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4-26-62  (84455) 4-52-37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117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Купцовская </w:t>
            </w:r>
            <w:r w:rsidR="00117625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Котовский район, с. Купцово, ул. Советская, 25</w:t>
            </w:r>
          </w:p>
        </w:tc>
        <w:tc>
          <w:tcPr>
            <w:tcW w:w="1985" w:type="dxa"/>
            <w:noWrap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(84455) 7-43-81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117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Бурлукская </w:t>
            </w:r>
            <w:r w:rsidR="00117625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Котовский район, с. Бурлук, ул. Победы, 10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7-11-33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117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Мокро-Ольховская </w:t>
            </w:r>
            <w:r w:rsidR="00117625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Котовский район, с. Мокрая Ольховка,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Горького, 22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7-32-14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117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Попковская </w:t>
            </w:r>
            <w:r w:rsidR="00117625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Котовский район, х. Попки, ул. Мира, 19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7-61-71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117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Мирошниковская </w:t>
            </w:r>
            <w:r w:rsidR="00117625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Котовский район, с. Мирошники,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Школьная,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 7-21-19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76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"Кумылженская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Кумылженская,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Лермонтова, 1А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 6-12-70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Кумылженская, ул. Мира, 23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 6-18-51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AE7827">
        <w:trPr>
          <w:trHeight w:val="283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Глазуновская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Глазуновская,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7263D0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36А</w:t>
            </w:r>
            <w:r w:rsidR="00AE7827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 6-31-23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Слащёвская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Слащевская, ул. Мостовая, 7Б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 6-61-38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Суляевская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 х. Суляевский, ул. 70 лет Октября, 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 6-91-42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Букановская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Букановская, ул. Лагутина, 51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 6-51-54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"Ленинская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D10C39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Ленинский район, г. Ленинск,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Ястребова, 33А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(84478) 4-14-04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Ленинский район, г. Ленинск,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Ястребова, 33А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(84478) 4-13-01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Ленинский район, г. Ленинск,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Ленина, 102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(84478) 4-11-32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Заплавинская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Ленинский район, с. Заплавное,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Ленинградская, 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(84478) 4-92-03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1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"Михайловская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Некрасова, 1Б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2-47-50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FC1AD0" w:rsidRPr="0050283E" w:rsidTr="00164C3E">
        <w:trPr>
          <w:trHeight w:val="615"/>
        </w:trPr>
        <w:tc>
          <w:tcPr>
            <w:tcW w:w="840" w:type="dxa"/>
            <w:vMerge/>
            <w:noWrap/>
          </w:tcPr>
          <w:p w:rsidR="00FC1AD0" w:rsidRPr="0050283E" w:rsidRDefault="00FC1AD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FC1AD0" w:rsidRPr="0050283E" w:rsidRDefault="00FC1AD0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FC1AD0" w:rsidRPr="0050283E" w:rsidRDefault="00FC1AD0" w:rsidP="000A4A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</w:tcPr>
          <w:p w:rsidR="00FC1AD0" w:rsidRPr="0050283E" w:rsidRDefault="00FC1AD0" w:rsidP="000A4A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FC1AD0" w:rsidRPr="0050283E" w:rsidRDefault="00FC1AD0" w:rsidP="000A4A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Мичурина, 7</w:t>
            </w:r>
          </w:p>
        </w:tc>
        <w:tc>
          <w:tcPr>
            <w:tcW w:w="1985" w:type="dxa"/>
          </w:tcPr>
          <w:p w:rsidR="00FC1AD0" w:rsidRPr="0050283E" w:rsidRDefault="00FC1AD0" w:rsidP="000A4A4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2-48-40</w:t>
            </w:r>
          </w:p>
        </w:tc>
        <w:tc>
          <w:tcPr>
            <w:tcW w:w="2126" w:type="dxa"/>
          </w:tcPr>
          <w:p w:rsidR="00FC1AD0" w:rsidRPr="0050283E" w:rsidRDefault="00FC1AD0" w:rsidP="007263D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Противотуберкулезное отделение</w:t>
            </w:r>
            <w:r w:rsidR="00A9177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(поликлиника)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Пирогова, 80/1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4-24-81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наркологического и психоневрологического отделения</w:t>
            </w:r>
          </w:p>
        </w:tc>
        <w:tc>
          <w:tcPr>
            <w:tcW w:w="4111" w:type="dxa"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Пирогова, 82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4-23-81 (84463) 4-25-81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Консультативно-диагностический центр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Мичурина, 8А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2-70-15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Арчединская участковая больница</w:t>
            </w:r>
          </w:p>
        </w:tc>
        <w:tc>
          <w:tcPr>
            <w:tcW w:w="4111" w:type="dxa"/>
            <w:hideMark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381618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Арчединская, ул. Ленина,  29А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6-99-91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Большовская участковая больница</w:t>
            </w:r>
          </w:p>
        </w:tc>
        <w:tc>
          <w:tcPr>
            <w:tcW w:w="4111" w:type="dxa"/>
            <w:hideMark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381618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Октябрьяская, 49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6-68-23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Безымянская участковая больница</w:t>
            </w:r>
          </w:p>
        </w:tc>
        <w:tc>
          <w:tcPr>
            <w:tcW w:w="4111" w:type="dxa"/>
            <w:hideMark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7F36B6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х. Безымянка, ул. Советская, 11А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6-18-81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Плотниковская участковая больница</w:t>
            </w:r>
          </w:p>
        </w:tc>
        <w:tc>
          <w:tcPr>
            <w:tcW w:w="4111" w:type="dxa"/>
            <w:hideMark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381618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Плотников 2-й, ул. Садовая,1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6-05-93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(84463) 6-05-92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Раковская участковая больница</w:t>
            </w:r>
          </w:p>
        </w:tc>
        <w:tc>
          <w:tcPr>
            <w:tcW w:w="4111" w:type="dxa"/>
            <w:hideMark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381618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Ломоносова,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6-81-08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Хутор Троицкий участковая больница</w:t>
            </w:r>
          </w:p>
        </w:tc>
        <w:tc>
          <w:tcPr>
            <w:tcW w:w="4111" w:type="dxa"/>
            <w:hideMark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381618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Больничный, 1А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6-92-50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Каракичевская врачебная амбулатория</w:t>
            </w:r>
          </w:p>
        </w:tc>
        <w:tc>
          <w:tcPr>
            <w:tcW w:w="4111" w:type="dxa"/>
            <w:hideMark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7F36B6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Ленина,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6-62-70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"Нехаевская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F34F12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Нехаевский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ст-ца Нехаевская, </w:t>
            </w:r>
          </w:p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Победы,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(84443) 5-17-07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консультация</w:t>
            </w:r>
          </w:p>
        </w:tc>
        <w:tc>
          <w:tcPr>
            <w:tcW w:w="4111" w:type="dxa"/>
          </w:tcPr>
          <w:p w:rsidR="00F34F12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t xml:space="preserve">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Нехаевский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ст-ца Нехаевская, </w:t>
            </w:r>
          </w:p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84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(84443) 5-12-35</w:t>
            </w:r>
          </w:p>
        </w:tc>
        <w:tc>
          <w:tcPr>
            <w:tcW w:w="2126" w:type="dxa"/>
          </w:tcPr>
          <w:p w:rsidR="007F36B6" w:rsidRPr="0050283E" w:rsidRDefault="0011762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Кругловская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Нехаевский район, х. Кругловка, ул. Ленина, 84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(84443) 5-66-48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Солонская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Нехаевский район, с. Солонка, ул. Победы, 3А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(84443) 5-52-10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Родничковская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Нехаевский район, п. Роднички, ул. Чехова,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(84443) 5-62-24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Упорниковская врачебная амбулатория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Нехаевский район, ст-ца Упорниковская,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Сергеева, 19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(84443) 5-33-99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Нехаевский район, п. Динамо, ул. Больничная, 11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(84443) 5-53-24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ЦРБ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Нехаевский район, ст-ца Нехаевская,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Лермонтова, 33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(84443) 5-12-77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"Николаевская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Николаевский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Николаевск, ул. Октябрьская, 38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(84494) 6-18-43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стоматологическое отделение поликлиники</w:t>
            </w:r>
          </w:p>
        </w:tc>
        <w:tc>
          <w:tcPr>
            <w:tcW w:w="4111" w:type="dxa"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t xml:space="preserve">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Николаевск, ул. Советская, 26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(84494) 6-14-43</w:t>
            </w:r>
          </w:p>
        </w:tc>
        <w:tc>
          <w:tcPr>
            <w:tcW w:w="2126" w:type="dxa"/>
          </w:tcPr>
          <w:p w:rsidR="007F36B6" w:rsidRPr="0050283E" w:rsidRDefault="0011762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Бережновская врачебная амбулатория</w:t>
            </w:r>
          </w:p>
        </w:tc>
        <w:tc>
          <w:tcPr>
            <w:tcW w:w="4111" w:type="dxa"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10C3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Николаевский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Бережновка, ул. Московская, 25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8-991-362-23-91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t xml:space="preserve">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Николаевский район,</w:t>
            </w:r>
          </w:p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Николаевск,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Республиканская,100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(84494)61-1-87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t xml:space="preserve">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Николаевский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Николаевск, ул. Октябрьская,16/2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(84494)61-4-43</w:t>
            </w:r>
          </w:p>
        </w:tc>
        <w:tc>
          <w:tcPr>
            <w:tcW w:w="2126" w:type="dxa"/>
            <w:hideMark/>
          </w:tcPr>
          <w:p w:rsidR="007F36B6" w:rsidRPr="0050283E" w:rsidRDefault="0011762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70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"Новоаннинская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Новоаннинский район, </w:t>
            </w:r>
          </w:p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Новоаннинский,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Восточный, 88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(84447)3-43-80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7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Новоаннинский район,</w:t>
            </w:r>
          </w:p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Новоаннинский,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Восточный, 88/2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(84447)3-43-79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F34F12">
        <w:trPr>
          <w:trHeight w:val="284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Новоаннинский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Новоаннинский, ул. Рабочая, 121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(84447) 3-46-99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72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Панфиловская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Новоаннинский район, п. Панфилово, ул. Шевченко,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(84447) 5-31-06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Деминская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Новоаннинский район, х. Деминский, ул. Гвоздкова, 113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(84447) 5-32-03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75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Бударинская врачебная амбулатория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Новоаннинский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Черкесовский, ул. Гагарина, 17А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(84447) 5-12-58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9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0157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"Новониколаевская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Новониколаевский район,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р.п. Новониколаевский,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57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(84444) 6-12-83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105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Новониколаевский район,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р.п. Новониколаевский,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57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(84444) 6-98-95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75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Верхнекардаильская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Новониколаевский район,</w:t>
            </w:r>
          </w:p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Верхнекардаильский,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Садовая,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(84444) 6-37-66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79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Новониколаевский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Красноармейский, ул. 8 Марта, 17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(84444) 6-34-36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Серпомолотовская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Новониколаевский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Серп и Молот, ул. Школьная, 16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(84444) 6-51-34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33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157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"Октябрьская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Октябрьский район,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р.п.Октябрьский,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Свердлова, 38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(84475) 6-13-99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Октябрьский район,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р.п.Октябрьский,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Круглякова, 162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(84475) 6-19-44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Заливская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Октябрьский район, х. Заливский,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Юбилейная,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(84475) 6-51-33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Шебалиновская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Октябрьский район, х. Шебалино,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Кооперативная,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(84475) 6-71-03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Аксайская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Октябрьский район, с. Аксай, ул. Октябрьская, 6А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(84475) 6-34-37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9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="000157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"Центральная районная больница Ольховского муниципального района"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Ольховский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Ольховка, ул. Ленинская, 39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(84456) 2-12-96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Солодчинская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Ольховский район, с. Солодча,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Краснопартизанская, 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(84456) 5-32-58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Липовская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Ольховский район, с. Липовка, ул. Степная,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8-904-411-38-55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1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0157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"Палласовская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Палласовский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Палласовка, ул. Победы, 9-2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(84492) 6-13-80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15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Туберкулезный диспансер поликлиника</w:t>
            </w:r>
          </w:p>
        </w:tc>
        <w:tc>
          <w:tcPr>
            <w:tcW w:w="4111" w:type="dxa"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t xml:space="preserve">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Палласовский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Палласовка, ул. Юбилейная, 67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(84492) 6-52-83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Палласовский район,</w:t>
            </w:r>
          </w:p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Палласовка,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Коммунистическая,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(84492) 6-19-92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Савинская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Палласовский район, с. Савинка,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Береговая, 2А-1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(84492)5-76-03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Эльтонская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Палласовский район, п. Эльтон,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Джаныбекская, 5- 3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8-84492-5-66-71, 8-84492-5-66-25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Кайсацкая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Палласовский район, с. Кайсацкое, ул. Ленина, 18- 2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8-84492-5-11-41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Гончаровская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Палласовский район, п. Золотари,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Садовая,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8-84492-5-24-19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Степновская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Палласовский район, п. Вишневка, ул. Коммунистическая, 17- 2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8-84492-5-33-30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Краснооктябрьская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Палласовский район, п. Красный Октябрь, ул. Центральная,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8-84492-6-61-35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Физиотерапевтический кабинет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Палласовский район, п. Вишневка, ул. Коммунистическая, 17- 3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F34F12">
        <w:trPr>
          <w:trHeight w:val="521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 Руднянского муниципального района Волгоградской области "Центральная районная больница Руднянского муниципального района"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Руднянский район, р.п. Рудня, ул. Пионерская, 50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(84453) 7-12-58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  <w:hideMark/>
          </w:tcPr>
          <w:p w:rsidR="00993A7B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Руднянский район, р.</w:t>
            </w:r>
            <w:r w:rsidR="00993A7B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Рудня, </w:t>
            </w:r>
          </w:p>
          <w:p w:rsidR="007F36B6" w:rsidRPr="0050283E" w:rsidRDefault="00993A7B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Володарского, 2А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(84453) 7-12-64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4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отделение</w:t>
            </w:r>
          </w:p>
        </w:tc>
        <w:tc>
          <w:tcPr>
            <w:tcW w:w="4111" w:type="dxa"/>
            <w:hideMark/>
          </w:tcPr>
          <w:p w:rsidR="00993A7B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Руднянский район, р.</w:t>
            </w:r>
            <w:r w:rsidR="00993A7B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Рудня, </w:t>
            </w:r>
          </w:p>
          <w:p w:rsidR="007F36B6" w:rsidRPr="0050283E" w:rsidRDefault="00993A7B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Володарского, 2А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(84453) 7-13-50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Большесудаченская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Руднянский район, с. Большое Судачье,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Молодежная, 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(84453) 7-54-30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Лемешкинская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Руднянский район, с. Лемешкино,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Кузнечная, 93А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(84453) 7-81-43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Лопуховская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Руднянский район, с. Лопуховка,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Молодежная, 33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(84453) 7-62-25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Матышевская врачебная амбулатория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Руднянский район, с. Матышево,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128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(84453) 7-71-31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1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"Светлоярская центральная районная больница" Светлоярского муниципального района Волгоградской области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 р.п. Светлый Яр, ул. Мелиоративная, 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6-15-90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15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Светлый Яр, мкр. 1, 8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6-17-33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F34F12">
        <w:trPr>
          <w:trHeight w:val="919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</w:t>
            </w:r>
          </w:p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Светлый Яр, мкр. 4, 4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6-14-04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F34F12">
        <w:trPr>
          <w:trHeight w:val="846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Приволжская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Приволжский, ул. Советская, 228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6-71-29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Червленовская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  с. Червленое, ул. Клубная,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6-55-45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Дубовоовражная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 с. Дубовый Овраг, пл. Хвастанцева, 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6-77-33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Цацинская врачебная амбулатория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  с. Цаца,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18 ГМП, 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6-74-31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Наримановская врачебная амбулатория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  п. Нариман,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Комарова, 11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6-61-70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врачебная амбулатория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  п. Кирова,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Кирова, 9Б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6-42-45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Привольненская врачебная амбулатория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Светлоярский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Привольный, ул. Героев 29-й стрелковой дивизии, 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(84477) 6-63-57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47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"Серафимовичская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Серафимовичский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Серафимович, ул. Октябрьская, 67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4-44-33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консультация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Серафимовичский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381618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Серафимович, ул. Подтелкова, 79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4-41-78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Серафимовичский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Серафимович, ул. Подтелкова, 79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4-32-31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Большовская участковая больница</w:t>
            </w:r>
          </w:p>
        </w:tc>
        <w:tc>
          <w:tcPr>
            <w:tcW w:w="4111" w:type="dxa"/>
            <w:hideMark/>
          </w:tcPr>
          <w:p w:rsidR="00381618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Серафимовичский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Большой, ул. Больничная, 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3-54-03 (84464) 3-54-37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Зимняцкая участковая больница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Серафимовичский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Зимняцкий, ул. Грейдерная, 22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3-37-84 (84464) 3-36-15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117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Усть</w:t>
            </w:r>
            <w:r w:rsidR="00117625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Хоперская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Серафимовичский район,</w:t>
            </w:r>
            <w:r w:rsidR="00D10C3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Усть-Хоперская, ул. Донская, 63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3-45-19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11762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Клетско</w:t>
            </w:r>
            <w:r w:rsidR="00117625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Серафимовичский район, х. Клетско-Почтовский, ул. Центральная, 51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3-94-88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54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"Среднеахтубинская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D10C39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10C3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Среднеахтубинский район,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Средняя Ахтуба, ул. Ленина, 57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5-42-93</w:t>
            </w:r>
          </w:p>
        </w:tc>
        <w:tc>
          <w:tcPr>
            <w:tcW w:w="2126" w:type="dxa"/>
            <w:hideMark/>
          </w:tcPr>
          <w:p w:rsidR="007F36B6" w:rsidRPr="0050283E" w:rsidRDefault="008F2F1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noWrap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Среднеахтубинский район,</w:t>
            </w:r>
          </w:p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Краснослободск,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Свердлова, 29А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6-16-36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Краснослободская поликлиника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10C3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Среднеахтубинский район,</w:t>
            </w:r>
          </w:p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Краснослободск,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Свердлова, 29-1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6-13-03</w:t>
            </w:r>
          </w:p>
        </w:tc>
        <w:tc>
          <w:tcPr>
            <w:tcW w:w="2126" w:type="dxa"/>
            <w:hideMark/>
          </w:tcPr>
          <w:p w:rsidR="007F36B6" w:rsidRPr="0050283E" w:rsidRDefault="0011762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D10C39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10C3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Среднеахтубинский район, </w:t>
            </w:r>
          </w:p>
          <w:p w:rsidR="00D10C39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р.п. Средняя Ахтуба,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Ломоносова, 17-1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5-35-19</w:t>
            </w:r>
          </w:p>
        </w:tc>
        <w:tc>
          <w:tcPr>
            <w:tcW w:w="2126" w:type="dxa"/>
            <w:hideMark/>
          </w:tcPr>
          <w:p w:rsidR="007F36B6" w:rsidRPr="0050283E" w:rsidRDefault="00117625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</w:t>
            </w:r>
          </w:p>
        </w:tc>
        <w:tc>
          <w:tcPr>
            <w:tcW w:w="4111" w:type="dxa"/>
            <w:hideMark/>
          </w:tcPr>
          <w:p w:rsidR="00D10C39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D10C3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Среднеахтубинский район,</w:t>
            </w:r>
          </w:p>
          <w:p w:rsidR="00D10C39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р.п. Средняя Ахтуба,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Больничная, 2.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5-33-43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Бурковская врачебная амбулатория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Среднеахтубинский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Бурковский, ул. Мира, 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5-53-35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Рахинская врачебная амбулатория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Среднеахтубинский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Рахинка, ул. Садовая, 39А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7-35-04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Краснооктябрьская врачебная амбулатория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Среднеахтубинский район,</w:t>
            </w:r>
          </w:p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Красный Октябрь,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О.Рыжовой, 43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7-31-92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Рассветинская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Среднеахтубинский район, х. Клетский, микр.14,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7-44-39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"Старополтавская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Старополтавский район, с. Старая Полтавка, ул. Ерусланская, 148\1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(84493)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4-36-90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Старополтавский район, с. Старая Полтавка, ул. Ерусланская,148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(84493)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4-38-42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Гмелинская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Старополтавский район, с. Гмелинка, ул. Степная, 28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(84493)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4-82-44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Иловатская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Старополтавский район,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Иловатка, ул. Комсомольская, 62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(84493) 4-11-03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Красноярская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Старополтавский район, с. Красный Яр, ул. Советская,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(84493) 4-92-94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Харьковская врачебная амбулатория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Старополтавский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Харьковка, ул. Телеграфная,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(84493)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4-66-80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Салтовская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Старополтавский район, с. Салтово, ул. Ерусланская, 10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(84493) 4-56-24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533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"Центральная районная больница Суровикинского муниципального района"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Суровикинский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Суровикино, ул. Сысоева, 61-2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(84473) 2-53-21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t xml:space="preserve">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Суровикинский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Суровикино, ул. Сысоева, 61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(84473) 2-53-29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Новомаксимовская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Суровикинский район, х. Ново-Максимовский, ул. Северная, 31/1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(84473) 9-94-42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Нижнечирская участковая больница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Суровикинский район, ст-ца Нижний Чир, ул. Пролетарская, 19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(84473) 9-57-87</w:t>
            </w:r>
          </w:p>
        </w:tc>
        <w:tc>
          <w:tcPr>
            <w:tcW w:w="2126" w:type="dxa"/>
          </w:tcPr>
          <w:p w:rsidR="007F36B6" w:rsidRPr="0050283E" w:rsidRDefault="008F2F1A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Верхнесолоновская врачебная амбулатория</w:t>
            </w:r>
          </w:p>
        </w:tc>
        <w:tc>
          <w:tcPr>
            <w:tcW w:w="4111" w:type="dxa"/>
            <w:hideMark/>
          </w:tcPr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обл., Суровикинский район, х. Верхнесолоновский,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пер. Казачий,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(84473)9-77-24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1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993A7B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ГБУЗ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Урюпинская центральная райо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нная больница имени В.Ф. Жогова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Урюпинск ул. Фридек- Мистек,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(84442)4-36-28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noWrap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Урюпинск, ул. Доценко, 10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(84442)4-36-15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Урюпинск,  ул. Чапаева, 10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(84442)4-30-91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Стоматологическая 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Урюпинск, ул. Штеменко, 47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(84442)3-71-93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12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Кожновенерологический диспансер, дерматовенерологический диспанесер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Урюпинск, пер. Дзержинского, 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 4-26-17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Онкологическое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Урюпинск ул. Фридек-Мистек,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 4-02-73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Противотуберкулезное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Урюпинск ул. Лизы Чайкиной, 11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 4-38-62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Физиотерапевтическое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F34F12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Урюпинск ул. Лизы Чайкиной, 17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4-26-29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Михайловская участковая больница</w:t>
            </w:r>
          </w:p>
        </w:tc>
        <w:tc>
          <w:tcPr>
            <w:tcW w:w="4111" w:type="dxa"/>
            <w:hideMark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10C3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631AC" w:rsidRPr="0050283E" w:rsidRDefault="004631A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Урюпинский район,</w:t>
            </w:r>
          </w:p>
          <w:p w:rsidR="000C0B6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Михайловская,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33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</w:t>
            </w:r>
            <w:r w:rsidR="000C0B6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9-74-80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Добринская участковая больница</w:t>
            </w:r>
          </w:p>
        </w:tc>
        <w:tc>
          <w:tcPr>
            <w:tcW w:w="4111" w:type="dxa"/>
            <w:hideMark/>
          </w:tcPr>
          <w:p w:rsidR="00D10C39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D10C3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C0B6D" w:rsidRPr="0050283E" w:rsidRDefault="00D10C3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Урюпинский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Добринка, пер. Больничный,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 9-12-92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Искровская участковая больница</w:t>
            </w:r>
          </w:p>
        </w:tc>
        <w:tc>
          <w:tcPr>
            <w:tcW w:w="4111" w:type="dxa"/>
            <w:hideMark/>
          </w:tcPr>
          <w:p w:rsidR="00993A7B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0C0B6D" w:rsidRPr="0050283E" w:rsidRDefault="00993A7B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Искра,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Одесская, 27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 9-51-67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Петровская врачебная амбулатория</w:t>
            </w:r>
          </w:p>
        </w:tc>
        <w:tc>
          <w:tcPr>
            <w:tcW w:w="4111" w:type="dxa"/>
            <w:hideMark/>
          </w:tcPr>
          <w:p w:rsidR="00993A7B" w:rsidRPr="0050283E" w:rsidRDefault="007F36B6" w:rsidP="00993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993A7B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C0B6D" w:rsidRPr="0050283E" w:rsidRDefault="00993A7B" w:rsidP="00993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Урюпинский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Петровский, ул. Ленина, 77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 3-91-14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Амбулатория поселка Учхоз</w:t>
            </w:r>
          </w:p>
        </w:tc>
        <w:tc>
          <w:tcPr>
            <w:tcW w:w="4111" w:type="dxa"/>
            <w:hideMark/>
          </w:tcPr>
          <w:p w:rsidR="00993A7B" w:rsidRPr="0050283E" w:rsidRDefault="007F36B6" w:rsidP="00993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0C0B6D" w:rsidRPr="0050283E" w:rsidRDefault="00993A7B" w:rsidP="00993A7B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 Учхоз,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Центральная, 4В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(84442) 9-38-27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Дубовская врачебная амбулатория</w:t>
            </w:r>
          </w:p>
        </w:tc>
        <w:tc>
          <w:tcPr>
            <w:tcW w:w="4111" w:type="dxa"/>
            <w:hideMark/>
          </w:tcPr>
          <w:p w:rsidR="00993A7B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993A7B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Дубовский,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Кольцевая,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 9-87-20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Беспаловская врачебная амбулатория</w:t>
            </w:r>
          </w:p>
        </w:tc>
        <w:tc>
          <w:tcPr>
            <w:tcW w:w="4111" w:type="dxa"/>
            <w:hideMark/>
          </w:tcPr>
          <w:p w:rsidR="00993A7B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993A7B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C0B6D" w:rsidRPr="0050283E" w:rsidRDefault="00993A7B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Урюпинский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Беспаловский, ул. Школьная,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 9-57-25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27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"Фроловская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Фроловский район, 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Фролово, ул. 40 лет Октября, 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(84465) 2-48-65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27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Родильный дом</w:t>
            </w:r>
          </w:p>
        </w:tc>
        <w:tc>
          <w:tcPr>
            <w:tcW w:w="4111" w:type="dxa"/>
          </w:tcPr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Фроловский район, 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Фролово, ул. 40 лет Октября, 7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(84465) 4-10-69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34F12" w:rsidRPr="0050283E">
              <w:t xml:space="preserve"> 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Фроловский район, 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Фролово, ул. Комсомольская, 51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(84465) 2-19-75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кабинет</w:t>
            </w:r>
          </w:p>
        </w:tc>
        <w:tc>
          <w:tcPr>
            <w:tcW w:w="4111" w:type="dxa"/>
            <w:hideMark/>
          </w:tcPr>
          <w:p w:rsidR="00F34F12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Фроловский район, 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Фролово, </w:t>
            </w:r>
          </w:p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Московская, 66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кабинет</w:t>
            </w:r>
          </w:p>
        </w:tc>
        <w:tc>
          <w:tcPr>
            <w:tcW w:w="4111" w:type="dxa"/>
            <w:hideMark/>
          </w:tcPr>
          <w:p w:rsidR="00F34F12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Фроловский район, 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Фролово,</w:t>
            </w:r>
            <w:r w:rsidR="00993A7B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Революционная, 17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кабинет</w:t>
            </w:r>
          </w:p>
        </w:tc>
        <w:tc>
          <w:tcPr>
            <w:tcW w:w="4111" w:type="dxa"/>
            <w:hideMark/>
          </w:tcPr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Фроловский район, 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Фролово, ул. Рабочая, 62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кабинет</w:t>
            </w:r>
          </w:p>
        </w:tc>
        <w:tc>
          <w:tcPr>
            <w:tcW w:w="4111" w:type="dxa"/>
            <w:hideMark/>
          </w:tcPr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t xml:space="preserve"> 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Фроловский район, 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Фролово, ул. Гагарина, 23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Медицинский кабинет</w:t>
            </w:r>
          </w:p>
        </w:tc>
        <w:tc>
          <w:tcPr>
            <w:tcW w:w="4111" w:type="dxa"/>
            <w:hideMark/>
          </w:tcPr>
          <w:p w:rsidR="007F36B6" w:rsidRPr="0050283E" w:rsidRDefault="007F36B6" w:rsidP="00F34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Фроловский район, 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Фролово, ул. Народная,  23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(84465) 2-11-00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Большелычакская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 Фроловс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район, х. Большой Лычак 0006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(84465) 5-21-24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Арчединская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 Фроловс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район, п. Образцы 1008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(84465) 5-33-22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Ветютневская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 Фроловс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район, х. Ветютнев 1019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(84465) 5-51-05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Терновская врачебная амбулатория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 Фроловс</w:t>
            </w:r>
            <w:r w:rsidR="00F34F12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 район, х. Терновка 1019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(84465) 5-77-68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"Чернышковская центральная районная больница"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041F0A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Волгоградская </w:t>
            </w:r>
            <w:r w:rsidR="00041F0A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область</w:t>
            </w: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993A7B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Чернышковский район,</w:t>
            </w:r>
          </w:p>
          <w:p w:rsidR="00041F0A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Чернышковский,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68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(884474) 6-17-48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041F0A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область,</w:t>
            </w:r>
            <w:r w:rsidR="00993A7B"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Чернышковский район,</w:t>
            </w:r>
          </w:p>
          <w:p w:rsidR="00041F0A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р.п. Чернышковский,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Советская, 48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(84474) 6-17-63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Басакинская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Чернышковский район, п. Басакин, пл. Центральная, 6/1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(84474) 6-42-37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Тормосиновская участковая больница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Чернышковский район, х. Тормосин, ул. Октябрьская,  27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(84474) 6-31-06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Нижнегнутовская врачебная амбулатория</w:t>
            </w:r>
          </w:p>
        </w:tc>
        <w:tc>
          <w:tcPr>
            <w:tcW w:w="4111" w:type="dxa"/>
            <w:hideMark/>
          </w:tcPr>
          <w:p w:rsidR="00041F0A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Чернышковский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Нижнегнутов, ул. Комарова, 3А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(84474) 6-65-13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"Родильный дом № 1"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 № 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Дегтярева, 45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31-96-02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7263D0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Волгоград,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Менжинского, 11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79-76-86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"Клинический родильный дом № 2"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 Центрального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Мира,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38-82-17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041F0A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51-й Гвардейская, 19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54-87-95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15712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"Родильный дом № 4"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041F0A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Героев Сталинграда, 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63-02-67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40 лет ВСКСМ, 58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63-30-67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4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"Волгоградская областная клиническая психиатрическая больница № 2"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Амбулаторное отделение СПЭ №</w:t>
            </w:r>
            <w:r w:rsidR="00A9177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Ангарская, 13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36-30-66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Амбулаторное отделение СПЭ №</w:t>
            </w:r>
            <w:r w:rsidR="0060594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Дегтярева, 45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29-10-35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A9177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Диспансерное отделение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Бажова, 11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73-66-63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A9177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Диспансерное отделение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A9177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041F0A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Маршала Чуйкова, 51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23-04-22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A9177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Диспансерное отделение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A9177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Кирова, 126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42-02-08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A9177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Диспансерное отделение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A9177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Удмуртская, 32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62-50-97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536719">
        <w:trPr>
          <w:trHeight w:val="502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Диспансерное наркологическое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19 Партсъезда, 25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41-57-06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Диспансерное психиатрическое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ул. Камская,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41-51-43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4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Диспансерное наркологическое\Психиатрическое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53671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Камышин, ул. Республиканская, 47</w:t>
            </w:r>
            <w:r w:rsidR="00041F0A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4-06-21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1560"/>
        </w:trPr>
        <w:tc>
          <w:tcPr>
            <w:tcW w:w="840" w:type="dxa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"Волгоградская областная детская клиническая психиатрическая больница" (Центр психического здоровья детей и подростков)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Диспансерное отделение (Поликлиника)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41F0A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 ул. Батальонная, 15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23-17-96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90"/>
        </w:trPr>
        <w:tc>
          <w:tcPr>
            <w:tcW w:w="840" w:type="dxa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286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клинический перинатальный центр № 1 им.Л.И.Ушаковой",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ул. Пушкина, 12А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(8443)31-48-92 8937-708-13-19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15"/>
        </w:trPr>
        <w:tc>
          <w:tcPr>
            <w:tcW w:w="840" w:type="dxa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6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клинический перинатальный центр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2", Волгоград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Маршала Василевского,70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99-07-08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45"/>
        </w:trPr>
        <w:tc>
          <w:tcPr>
            <w:tcW w:w="840" w:type="dxa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уронефрологический центр"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ул. им. генерала Карбышева, 86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39-60-29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861" w:type="dxa"/>
            <w:vMerge w:val="restart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"Детская больница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1"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Кирова, 149Б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42-14-14</w:t>
            </w:r>
          </w:p>
        </w:tc>
        <w:tc>
          <w:tcPr>
            <w:tcW w:w="2126" w:type="dxa"/>
            <w:hideMark/>
          </w:tcPr>
          <w:p w:rsidR="007F36B6" w:rsidRPr="0050283E" w:rsidRDefault="0041470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Воронкова, 78А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45-10-33 (8442) 97-95-48</w:t>
            </w:r>
          </w:p>
        </w:tc>
        <w:tc>
          <w:tcPr>
            <w:tcW w:w="2126" w:type="dxa"/>
            <w:hideMark/>
          </w:tcPr>
          <w:p w:rsidR="007F36B6" w:rsidRPr="0050283E" w:rsidRDefault="0041470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41470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Реабилитационное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Шумилова, 33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45-04-47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76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клинический противотуберкулезный диспансер"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Амбулаторное отделение № 1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им. В.И.Ленина, 54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23-32-83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4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Амбулаторное отделение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Аджарская, 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47-34-01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7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Амбулаторное отделение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Мачтозаводская, 138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65-39-80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71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Ополченская, 40А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71-15-07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59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генерала Штеменко, 49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72-46-05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72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Жуковского,1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45-02-86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81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ул. Набережная, 55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31-61-13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№ 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53671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Камышин, ул. Народная,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2-74-87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9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клинический онкологический диспансер", Волгоград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Землячки, 78Б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8968-283-71-61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58-48-39 (8442) 58-22-62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ул. Комсомольская, 25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31-05-33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53671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Камышин, ул. Днепровская, 43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9-04-79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Михайловский филиал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Некрасова 1Б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8968-283-71-62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Михайловский филиал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Мичурина,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2-76-75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Урюпинский филиал</w:t>
            </w:r>
          </w:p>
        </w:tc>
        <w:tc>
          <w:tcPr>
            <w:tcW w:w="4111" w:type="dxa"/>
            <w:hideMark/>
          </w:tcPr>
          <w:p w:rsidR="00536719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53671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Урюпинский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Урюпинск,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Фридек-Мистек,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(84442) 4-02-73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51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клинический кожно-венерологический диспансер"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подразделение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М. Еременко, 70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(8442)73-23-77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Тракторозаводский филиал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Николая Отрады, 36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70-71-05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Тракторозаводский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Обливская, 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71-49-22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Головное учреждение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М.Еременко, 70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73-23-77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Арсеньева, 10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67-04-00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Новосибирская, 71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47-82-49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Советский филиал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им. В.И.Ленина 45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23-12-10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Подростковый специализированный центр профилактики ИППП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им. В.И.Ленина 45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23-12-10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Центр Содействия Мигрантам Волгоградской Области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Краснополянская, 17А, 17Б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8(800) 500-99-24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 ул. Московская,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41-21-71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 ул. Горького,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34-22-47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Михайловский филиал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Пирогова, 82Б, 80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4-11-78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536719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Камышин, 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кр. 6, 13</w:t>
            </w:r>
          </w:p>
        </w:tc>
        <w:tc>
          <w:tcPr>
            <w:tcW w:w="1985" w:type="dxa"/>
            <w:hideMark/>
          </w:tcPr>
          <w:p w:rsidR="007F36B6" w:rsidRPr="0050283E" w:rsidRDefault="007F36B6" w:rsidP="00D761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2-</w:t>
            </w:r>
            <w:r w:rsidR="00D761A3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53-09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536719">
        <w:trPr>
          <w:trHeight w:val="809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клинический наркологический диспансер"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Диспансерно-поликлиническое отделение Красноармейского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Арсеньева, 10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97-99-68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(8442) 97-97-94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536719">
        <w:trPr>
          <w:trHeight w:val="85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Диспансерно-поликлиническое отделение Тракторозаводского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Ополченская,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74-07-90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536719">
        <w:trPr>
          <w:trHeight w:val="851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Диспансерно-поликлиническое отделение Краснооктябрьского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Кузнецова, 29А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72-69-09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(8442) 72-99-86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536719">
        <w:trPr>
          <w:trHeight w:val="848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Диспансерно-поликлиническое отделение Кировского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Саши Чекалина, 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8904-779-70-80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536719">
        <w:trPr>
          <w:trHeight w:val="832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Диспансерно-поликлиническое отделение Дзержинского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D761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им. Хорошева, </w:t>
            </w:r>
            <w:r w:rsidR="00D761A3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0А</w:t>
            </w:r>
          </w:p>
        </w:tc>
        <w:tc>
          <w:tcPr>
            <w:tcW w:w="1985" w:type="dxa"/>
            <w:hideMark/>
          </w:tcPr>
          <w:p w:rsidR="007F36B6" w:rsidRPr="0050283E" w:rsidRDefault="007F36B6" w:rsidP="00D761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36-77-4</w:t>
            </w:r>
            <w:r w:rsidR="00D761A3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536719">
        <w:trPr>
          <w:trHeight w:val="83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Диспансерно-поликлиническое отделение Советского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Ухтомского, 27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35-81-06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(8442) 35-81-05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536719">
        <w:trPr>
          <w:trHeight w:val="842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Диспансерно-поликлиническое отделение Ворошиловского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Елецкая, 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92-40-91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536719">
        <w:trPr>
          <w:trHeight w:val="854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Диспансерно-поликлиническое отделение Центрального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D761A3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Волгоград, ул. им. Хорошева, 5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0А</w:t>
            </w:r>
          </w:p>
        </w:tc>
        <w:tc>
          <w:tcPr>
            <w:tcW w:w="1985" w:type="dxa"/>
            <w:hideMark/>
          </w:tcPr>
          <w:p w:rsidR="007F36B6" w:rsidRPr="0050283E" w:rsidRDefault="007F36B6" w:rsidP="00D761A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36-77-</w:t>
            </w:r>
            <w:r w:rsidR="00D761A3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58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клинический кардиологический центр", Волгоград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Университетский, 106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41-57-70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46-18-26</w:t>
            </w:r>
          </w:p>
        </w:tc>
        <w:tc>
          <w:tcPr>
            <w:tcW w:w="2126" w:type="dxa"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4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Университетский, 106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46-48-63</w:t>
            </w:r>
          </w:p>
        </w:tc>
        <w:tc>
          <w:tcPr>
            <w:tcW w:w="2126" w:type="dxa"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"Клиническая поликлиника № 1"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Волгоград, 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Ополченская,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74-10-33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Амбулаторно-поликлиническое отделение № 1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 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наб. Волжской Флотилии, 25А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77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noBreakHyphen/>
              <w:t>35-01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(8442) 70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noBreakHyphen/>
              <w:t>02-55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Здравпункт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р.п. Водстрой, ул. им. Костюченко, 13А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35-44-84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536719">
        <w:trPr>
          <w:trHeight w:val="461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Здравпункт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 им. Бехтерева, 14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74-14-77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Здравпункт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Лодыгина,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74-15-55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Академика Бардина, 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(8442)70-56-61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050634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050634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2861" w:type="dxa"/>
            <w:vMerge w:val="restart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"Поликлиника № 2"</w:t>
            </w:r>
          </w:p>
        </w:tc>
        <w:tc>
          <w:tcPr>
            <w:tcW w:w="3118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Основной корпус</w:t>
            </w:r>
          </w:p>
        </w:tc>
        <w:tc>
          <w:tcPr>
            <w:tcW w:w="4111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пр-кт Металлургов, 8</w:t>
            </w:r>
          </w:p>
        </w:tc>
        <w:tc>
          <w:tcPr>
            <w:tcW w:w="1985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73-83-64</w:t>
            </w:r>
          </w:p>
        </w:tc>
        <w:tc>
          <w:tcPr>
            <w:tcW w:w="2126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050634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восстановительного лечения</w:t>
            </w:r>
          </w:p>
        </w:tc>
        <w:tc>
          <w:tcPr>
            <w:tcW w:w="4111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пр-кт Металлургов, 10</w:t>
            </w:r>
          </w:p>
        </w:tc>
        <w:tc>
          <w:tcPr>
            <w:tcW w:w="1985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28-75-27</w:t>
            </w:r>
          </w:p>
        </w:tc>
        <w:tc>
          <w:tcPr>
            <w:tcW w:w="2126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050634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4111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пр-кт им. В.И.Ленина, 145</w:t>
            </w:r>
          </w:p>
        </w:tc>
        <w:tc>
          <w:tcPr>
            <w:tcW w:w="1985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71-03-83 (8442) 97-96-82</w:t>
            </w:r>
          </w:p>
        </w:tc>
        <w:tc>
          <w:tcPr>
            <w:tcW w:w="2126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050634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</w:t>
            </w:r>
          </w:p>
        </w:tc>
        <w:tc>
          <w:tcPr>
            <w:tcW w:w="4111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Поддубного, 25</w:t>
            </w:r>
          </w:p>
        </w:tc>
        <w:tc>
          <w:tcPr>
            <w:tcW w:w="1985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72-47-27</w:t>
            </w:r>
          </w:p>
        </w:tc>
        <w:tc>
          <w:tcPr>
            <w:tcW w:w="2126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050634" w:rsidRPr="0050283E" w:rsidTr="00164C3E">
        <w:trPr>
          <w:trHeight w:val="300"/>
        </w:trPr>
        <w:tc>
          <w:tcPr>
            <w:tcW w:w="840" w:type="dxa"/>
            <w:vMerge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Кузнецова, 29А</w:t>
            </w:r>
          </w:p>
        </w:tc>
        <w:tc>
          <w:tcPr>
            <w:tcW w:w="1985" w:type="dxa"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73-12-17 (8442) 73-50-03</w:t>
            </w:r>
          </w:p>
        </w:tc>
        <w:tc>
          <w:tcPr>
            <w:tcW w:w="2126" w:type="dxa"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"Клиническая поликлиника № 3"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Волгоград, 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Советская, 23А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38-54-00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"Поликлиника № 4"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Академическая, 14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97-45-21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Женская консультация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Елецкая, 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94-16-96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АПО ГУЗ "Поликлиника № 4"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Елецкая, 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94-67-39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Кабинет уролога Физиотерапевтический кабинет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Козловская, 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"Поликлиника № 5"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64 Армии, 20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42-24-24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536719">
        <w:trPr>
          <w:trHeight w:val="862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536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первичной специализированной медико-санитарной помощи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64 Армии, 18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44-40-21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Амбулаторно-поликлиническое подразделение №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Воронкова,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45-00-66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Здравпункт</w:t>
            </w:r>
          </w:p>
        </w:tc>
        <w:tc>
          <w:tcPr>
            <w:tcW w:w="4111" w:type="dxa"/>
            <w:hideMark/>
          </w:tcPr>
          <w:p w:rsidR="00050634" w:rsidRPr="0050283E" w:rsidRDefault="0005063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</w:t>
            </w:r>
          </w:p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о. Сарпинский, Кировский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Кожзавод, 11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8905-433-74-27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7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Дерматовенерологическое отделение,  эндоскопический кабинет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Кирова,107А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44-11-49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"Клиническая поликлиника № 12"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Новороссийская, 26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96-87-77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"Клиническая поликлиника № 28"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Константина Симонова, 21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58-82-30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Константина Симонова, 21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58-81-67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поликлиники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р.п. Гумрак,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Байдакова, 10А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70-16-12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"Поликлиника № 30"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Ангарская, 114А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36-14-72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Ангарская, 114А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36-14-72 (8442) 36-14-89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Травмпункт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050634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 ул. Ангарская, 114А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36-14-96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"Городская поликлиника № 5"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ул. Оломоуцкая, 21А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29-90-62 (8443) 29-90-52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Травмпункт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ул. Оломоуцкая, 21А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29-94-01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"Консультативно-диагностическая поликлиника № 2"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Ангарская, 114А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36-14-90 (8442) 36-14-83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поликлиники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пр-кт Металлургов, 26А</w:t>
            </w:r>
          </w:p>
        </w:tc>
        <w:tc>
          <w:tcPr>
            <w:tcW w:w="1985" w:type="dxa"/>
            <w:noWrap/>
            <w:hideMark/>
          </w:tcPr>
          <w:p w:rsidR="007F36B6" w:rsidRPr="0050283E" w:rsidRDefault="00914C74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8" w:history="1">
              <w:r w:rsidR="007F36B6" w:rsidRPr="0050283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(8442)</w:t>
              </w:r>
              <w:r w:rsidR="00050634" w:rsidRPr="0050283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 xml:space="preserve"> </w:t>
              </w:r>
              <w:r w:rsidR="007F36B6" w:rsidRPr="0050283E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73-13-93</w:t>
              </w:r>
            </w:hyperlink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536719">
        <w:trPr>
          <w:trHeight w:val="553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"Детская поликлиника № 1"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Лечебно-профилактическое здание № 3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пр-кт Металлургов, 27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72-25-77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9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№ 1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генерала Штеменко, 62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28-29-15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№ 3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М.Еременко, 132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71-04-74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Лечебно-профилактическое здание № 5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М.Еременко, 136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71-45-70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поликлиническое отделение №2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М.Еременко, 56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72-41-83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"Детская поликлиника № 3"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1-е поликлиническое отделение</w:t>
            </w:r>
          </w:p>
        </w:tc>
        <w:tc>
          <w:tcPr>
            <w:tcW w:w="4111" w:type="dxa"/>
            <w:hideMark/>
          </w:tcPr>
          <w:p w:rsidR="00050634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Николая Отрады, 10А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70-07-51</w:t>
            </w:r>
          </w:p>
        </w:tc>
        <w:tc>
          <w:tcPr>
            <w:tcW w:w="2126" w:type="dxa"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1-е педиатрическое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Мясникова,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79-55-52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3-е педиатрическое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Шурухина, 24А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74-02-03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2-е педиатрическое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Ополченская, 27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71-43-47 (8442) 71-43-38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427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поликлиники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Батова, 5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поликлиники поселок ГЭС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 пос. ГЭС,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ак. Бардина, 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35-44-85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70-40-20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поликлиники поселок Водстрой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Костюченко, 13А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74-14-77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поликлиники поселок Нижний Тракторный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Лодыгина,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74-16-44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Здание поликлиники поселок Верхне-Зареченский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Бехтерева, 14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74-14-44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A9177C" w:rsidP="000F79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0F791F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"Детская поликлиника № 6"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 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Череповецкая, 92А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95-31-38 (8442) 95-31-39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Рабоче-Крестьянская, 47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94-96-76 (8442) 97-97-67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536719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536719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2861" w:type="dxa"/>
            <w:vMerge w:val="restart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"Детская клиническая поликлиника № 15"</w:t>
            </w:r>
          </w:p>
        </w:tc>
        <w:tc>
          <w:tcPr>
            <w:tcW w:w="3118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 1</w:t>
            </w:r>
          </w:p>
        </w:tc>
        <w:tc>
          <w:tcPr>
            <w:tcW w:w="4111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им. В.И.Ленина 30</w:t>
            </w:r>
          </w:p>
        </w:tc>
        <w:tc>
          <w:tcPr>
            <w:tcW w:w="1985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23-05-49</w:t>
            </w:r>
          </w:p>
        </w:tc>
        <w:tc>
          <w:tcPr>
            <w:tcW w:w="2126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536719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 2</w:t>
            </w:r>
          </w:p>
        </w:tc>
        <w:tc>
          <w:tcPr>
            <w:tcW w:w="4111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Пархоменко, 19</w:t>
            </w:r>
          </w:p>
        </w:tc>
        <w:tc>
          <w:tcPr>
            <w:tcW w:w="1985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D761A3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37-89-04</w:t>
            </w:r>
          </w:p>
        </w:tc>
        <w:tc>
          <w:tcPr>
            <w:tcW w:w="2126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536719" w:rsidRPr="0050283E" w:rsidTr="00164C3E">
        <w:trPr>
          <w:trHeight w:val="630"/>
        </w:trPr>
        <w:tc>
          <w:tcPr>
            <w:tcW w:w="840" w:type="dxa"/>
            <w:vMerge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Консультативно-диагностическое отделение</w:t>
            </w:r>
          </w:p>
        </w:tc>
        <w:tc>
          <w:tcPr>
            <w:tcW w:w="4111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Советская, 6</w:t>
            </w:r>
          </w:p>
        </w:tc>
        <w:tc>
          <w:tcPr>
            <w:tcW w:w="1985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38-04-13</w:t>
            </w:r>
          </w:p>
        </w:tc>
        <w:tc>
          <w:tcPr>
            <w:tcW w:w="2126" w:type="dxa"/>
            <w:hideMark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536719" w:rsidRPr="0050283E" w:rsidTr="00164C3E">
        <w:trPr>
          <w:trHeight w:val="600"/>
        </w:trPr>
        <w:tc>
          <w:tcPr>
            <w:tcW w:w="840" w:type="dxa"/>
            <w:vMerge/>
            <w:noWrap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536719" w:rsidRPr="0050283E" w:rsidRDefault="0053671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536719" w:rsidRPr="0050283E" w:rsidRDefault="00D761A3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 3</w:t>
            </w:r>
          </w:p>
        </w:tc>
        <w:tc>
          <w:tcPr>
            <w:tcW w:w="4111" w:type="dxa"/>
          </w:tcPr>
          <w:p w:rsidR="00536719" w:rsidRPr="0050283E" w:rsidRDefault="00536719" w:rsidP="0053671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пр-кт им. Жукова,173</w:t>
            </w:r>
          </w:p>
        </w:tc>
        <w:tc>
          <w:tcPr>
            <w:tcW w:w="1985" w:type="dxa"/>
          </w:tcPr>
          <w:p w:rsidR="00536719" w:rsidRPr="0050283E" w:rsidRDefault="00D761A3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32192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58-87-75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126" w:type="dxa"/>
          </w:tcPr>
          <w:p w:rsidR="00536719" w:rsidRPr="0050283E" w:rsidRDefault="00A768D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"Детская поликлиника № 16"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бульвар им. Энгельса, 14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67-12-16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012226">
        <w:trPr>
          <w:trHeight w:val="562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Консультативно-диагностическое отделение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бульвар им. Энгельса, 14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67-12-16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р.п. Южный, 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25-34-05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Медицинский кабинет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Водников, 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61-76-43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1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Отделение восстановительного лечения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Копецкого, 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62-11-42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Саушинская, 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62-69-69 (8442) 64-43-45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Фадеева, 53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63-07-53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ГУЗ "Детская клиническая поликлиника № 31"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Тулака,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47-56-17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Запорожская,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41-08-87 (8442) 41-16-42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поликлиники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Университетский, 98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46-04-14 (8442) 46-16-26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43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Университетский, 56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46-61-03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Поликлиническое отделение № 1(здание 2)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р.п. Горьковский,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Голубятникова, 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35-01-72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"Городская детская поликлиника № 2"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ул. Оломоуцкая, 29А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45-50-03 (8443) 56-54-81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"Медицинский центр"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Пархоменко, 15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37-34-47 (8442) 500-333 (8442) 37-85-94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1530"/>
        </w:trPr>
        <w:tc>
          <w:tcPr>
            <w:tcW w:w="840" w:type="dxa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Центр по профилактике и борьбе со СПИД и инфекционными заболеваниями", Волгоград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Бажова,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72-38-45 8927-548-00-91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40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"Волгоградский областной клинический центр медицинской реабилитации"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 Наумова , 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23-11-93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Ворошиловский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Профсоюзная, 12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94-38-94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64 Армии, 125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63-44-67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Кирова, 140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44-87-48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Быстрова, 84</w:t>
            </w:r>
          </w:p>
        </w:tc>
        <w:tc>
          <w:tcPr>
            <w:tcW w:w="1985" w:type="dxa"/>
            <w:hideMark/>
          </w:tcPr>
          <w:p w:rsidR="007F36B6" w:rsidRPr="0050283E" w:rsidRDefault="00605949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906-172-59-03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Бахтурова, 12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63-44-67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Красноармейский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Ломакина, 26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62-21-83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Тракторозаводской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Быкова, 11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71-48-88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Волжский,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пр-кт им. В.И.Ленина, 97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 27-68-73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Михайловский филиал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Обороны, 38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2-46-97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1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"Волгоградская областная клиническая стоматологическая поликлиника", Волгоград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подразделение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Коммунистическая, 31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23-25-18</w:t>
            </w:r>
          </w:p>
        </w:tc>
        <w:tc>
          <w:tcPr>
            <w:tcW w:w="2126" w:type="dxa"/>
            <w:hideMark/>
          </w:tcPr>
          <w:p w:rsidR="007F36B6" w:rsidRPr="0050283E" w:rsidRDefault="00C95A1B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72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М.Чуйкова, 49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23-22-55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79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Советская, 32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23-02-04</w:t>
            </w:r>
          </w:p>
        </w:tc>
        <w:tc>
          <w:tcPr>
            <w:tcW w:w="2126" w:type="dxa"/>
            <w:hideMark/>
          </w:tcPr>
          <w:p w:rsidR="007F36B6" w:rsidRPr="0050283E" w:rsidRDefault="00C95A1B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Среднеахтубинский район,</w:t>
            </w:r>
          </w:p>
          <w:p w:rsidR="007F36B6" w:rsidRPr="0050283E" w:rsidRDefault="00A3513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Краснослободск,</w:t>
            </w:r>
          </w:p>
          <w:p w:rsidR="007F36B6" w:rsidRPr="0050283E" w:rsidRDefault="00A3513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ул.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Свердлова, 29А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6-11-35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Рахинская врачебная амбулатория</w:t>
            </w:r>
          </w:p>
        </w:tc>
        <w:tc>
          <w:tcPr>
            <w:tcW w:w="4111" w:type="dxa"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Среднеахтубинский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 Рахинка, ул. Садовая, 39А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7-35-04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Краснооктябрьская врачебная амбулатория</w:t>
            </w:r>
          </w:p>
        </w:tc>
        <w:tc>
          <w:tcPr>
            <w:tcW w:w="4111" w:type="dxa"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Среднеахтубинский район,</w:t>
            </w:r>
          </w:p>
          <w:p w:rsidR="00A3513E" w:rsidRPr="0050283E" w:rsidRDefault="00A3513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п.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Красный Октябрь,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О.Рыжовой, 43.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7-31-92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 №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Среднеахтубинский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Средняя Ахтуба,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Октябрьская, 89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(84479) 5-40-09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45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"Клиническая стоматологическая поликлиника № 3"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Волгоград, ул. Быкова,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71-64-00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Николая Отрады, 36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70-87-23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</w:t>
            </w:r>
          </w:p>
        </w:tc>
        <w:tc>
          <w:tcPr>
            <w:tcW w:w="4111" w:type="dxa"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Дубовский район, с. Горный Балыклей,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Пушкина, 34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(84458)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7-61-03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Дубовский район, с. Лозное, ул. Гагарина, 11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(84458)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7-22-68</w:t>
            </w:r>
          </w:p>
        </w:tc>
        <w:tc>
          <w:tcPr>
            <w:tcW w:w="2126" w:type="dxa"/>
          </w:tcPr>
          <w:p w:rsidR="007F36B6" w:rsidRPr="0050283E" w:rsidRDefault="00187C7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Дубовский район, г. Дубовка,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Московская, 61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(84458) 3-64-25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"Стоматологическая поликлиника № 7"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М.Еременко, 72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72-39-54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72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Филиал стоматологической поликлиники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Депутатская, 7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71-13-88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72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Суровикинский район, ст-ца Нижний Чир, ул. Пролетарская, 19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(84473) 9-57-87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012226" w:rsidRPr="0050283E" w:rsidRDefault="00012226" w:rsidP="00012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Суровикинский район, </w:t>
            </w:r>
          </w:p>
          <w:p w:rsidR="007F36B6" w:rsidRPr="0050283E" w:rsidRDefault="007F36B6" w:rsidP="00012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01222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Суровикино, микр.1, 52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(84473)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2-51-28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"Стоматологическая поликлиника № 8"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Республиканская, 13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58-55-50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Космонавтов, 59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36-52-46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55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стоматологическое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Рионская, 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58-03-60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Городищенский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Городище, ул. Чуйкова,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(84468) 3-40-70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"Стоматологическая поликлиника № 9"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Козловская, 25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94-83-46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Котельниковский район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Котельниковский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Котельниково, ул. Ленина, 12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(8476) 3-18-98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Иловлинский район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Иловлинский район, р.п. Иловля, ул. Кирова, 50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(8467) 5-17-30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Октябрьский район, с. Аксай, ул. Октябрьская, 6А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(84475) 6-6147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Октябрьского района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Октябрьский район, ул. Круглякова, 162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(8475) 6-14-70</w:t>
            </w:r>
          </w:p>
        </w:tc>
        <w:tc>
          <w:tcPr>
            <w:tcW w:w="2126" w:type="dxa"/>
            <w:hideMark/>
          </w:tcPr>
          <w:p w:rsidR="007F36B6" w:rsidRPr="0050283E" w:rsidRDefault="00C95A1B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"Клиническая стоматологическая поликлиника № 10"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им. Тулака, 2/1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47-53-39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"Стоматологическая поликлиника № 11"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пер. Краснодонский, 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59-01-56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Писемского, 32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43-54-74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отделение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Писемского, 32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43-54-75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591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Обособленное структурное подразделение.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Стоматологическое отделение.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Волгоградская область, Серафимовичский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ул. Лозовского, 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(8446) 44-36-40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A3513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Стоматологический кабинет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Пронин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Серафимовичский район, х. Пронин, ул. Луговая, 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х. Клетско-Почтовой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Серафимовичский район, х. Клетско-Почтовский, ул. Центральная, 51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3-94-88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Среднецарицынский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Серафимовичский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Среднецарицынский, ул.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Солнечная, 8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х. Большой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Серафимовичский район,</w:t>
            </w:r>
          </w:p>
          <w:p w:rsidR="007F36B6" w:rsidRPr="0050283E" w:rsidRDefault="00A3513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Большой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ул. Больничная, 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3-54-03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3-54-37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A3513E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  <w:hideMark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Серафимовичский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Зимняцкий, ул. Грейдерная, 22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3-37-84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(84464) 3-36-15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46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"Клиническая стоматологическая поликлиника № 12"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Марийская,4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62-96-42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465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Детское отделение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Марийская, 4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62-96-42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585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Андижанская, 1А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35-82-62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70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"Волжская городская стоматологическая поликлиника"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Стоматологическая 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бульвар Профсоюзов, 1</w:t>
            </w:r>
          </w:p>
        </w:tc>
        <w:tc>
          <w:tcPr>
            <w:tcW w:w="1985" w:type="dxa"/>
            <w:hideMark/>
          </w:tcPr>
          <w:p w:rsidR="00DD2DB6" w:rsidRPr="0050283E" w:rsidRDefault="00DD2D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8995-695-07-01</w:t>
            </w:r>
          </w:p>
          <w:p w:rsidR="007F36B6" w:rsidRPr="0050283E" w:rsidRDefault="00DD2D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38-47-45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Детская стоматология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г. Волжский, пр-кт им. В.И.Ленина, 70</w:t>
            </w:r>
          </w:p>
        </w:tc>
        <w:tc>
          <w:tcPr>
            <w:tcW w:w="1985" w:type="dxa"/>
            <w:hideMark/>
          </w:tcPr>
          <w:p w:rsidR="00DD2DB6" w:rsidRPr="0050283E" w:rsidRDefault="00DD2D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8995-695-07-01</w:t>
            </w:r>
          </w:p>
          <w:p w:rsidR="007F36B6" w:rsidRPr="0050283E" w:rsidRDefault="00DD2D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(8443)</w:t>
            </w:r>
            <w:r w:rsidR="00A3513E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27-21-41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</w:t>
            </w:r>
          </w:p>
        </w:tc>
        <w:tc>
          <w:tcPr>
            <w:tcW w:w="4111" w:type="dxa"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Ленинский район, г. Ленинск,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им. В.И.Ленина, 102</w:t>
            </w:r>
          </w:p>
        </w:tc>
        <w:tc>
          <w:tcPr>
            <w:tcW w:w="1985" w:type="dxa"/>
          </w:tcPr>
          <w:p w:rsidR="00DD2DB6" w:rsidRPr="0050283E" w:rsidRDefault="00DD2D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8995-695-07-01</w:t>
            </w:r>
          </w:p>
          <w:p w:rsidR="007F36B6" w:rsidRPr="0050283E" w:rsidRDefault="00DD2D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(84478) 4-11-32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3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Заплавинская участковая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больница</w:t>
            </w:r>
          </w:p>
        </w:tc>
        <w:tc>
          <w:tcPr>
            <w:tcW w:w="4111" w:type="dxa"/>
          </w:tcPr>
          <w:p w:rsidR="00A3513E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Волгоградская область, Ленинский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район, с. Заплавное,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Ленинградская, 7</w:t>
            </w:r>
          </w:p>
        </w:tc>
        <w:tc>
          <w:tcPr>
            <w:tcW w:w="1985" w:type="dxa"/>
          </w:tcPr>
          <w:p w:rsidR="00DD2DB6" w:rsidRPr="0050283E" w:rsidRDefault="00DD2D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8995-695-07-01</w:t>
            </w:r>
          </w:p>
          <w:p w:rsidR="007F36B6" w:rsidRPr="0050283E" w:rsidRDefault="00DD2D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(84478) 4-92-03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нет</w:t>
            </w:r>
          </w:p>
        </w:tc>
      </w:tr>
      <w:tr w:rsidR="007F36B6" w:rsidRPr="0050283E" w:rsidTr="00164C3E">
        <w:trPr>
          <w:trHeight w:val="69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Обособленное структурное подразделение</w:t>
            </w:r>
          </w:p>
        </w:tc>
        <w:tc>
          <w:tcPr>
            <w:tcW w:w="4111" w:type="dxa"/>
            <w:hideMark/>
          </w:tcPr>
          <w:p w:rsidR="00236B0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г. Волжский, пос. Краснооктябрьский,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Луганская, 3</w:t>
            </w:r>
          </w:p>
        </w:tc>
        <w:tc>
          <w:tcPr>
            <w:tcW w:w="1985" w:type="dxa"/>
            <w:hideMark/>
          </w:tcPr>
          <w:p w:rsidR="00DD2DB6" w:rsidRPr="0050283E" w:rsidRDefault="00DD2D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8995-695-07-01</w:t>
            </w:r>
          </w:p>
          <w:p w:rsidR="007F36B6" w:rsidRPr="0050283E" w:rsidRDefault="007F36B6" w:rsidP="00DD2DB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8960-882-80-83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527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г.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Камышина "Стоматологическая поликлиника № 1"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01222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 ул. Пролетарская, 82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4-27-61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 № 1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01222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 ул. Терешковой, 4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2-70-21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 с. Антиповка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Камышинский район, с. Антиповка, ул. Дружбы, 89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7-12-90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Лебяженская амбулатория</w:t>
            </w:r>
          </w:p>
        </w:tc>
        <w:tc>
          <w:tcPr>
            <w:tcW w:w="4111" w:type="dxa"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Камышинский  район, с. Лебяжье,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Советская, 29В-1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7-40-16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Саломатинская амбулатория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Камышинский  район, с. Саломатино, ул. Советская, 6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7-27-18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012226">
        <w:trPr>
          <w:trHeight w:val="756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Верхне-добринская врачебная амбулатория</w:t>
            </w:r>
          </w:p>
        </w:tc>
        <w:tc>
          <w:tcPr>
            <w:tcW w:w="4111" w:type="dxa"/>
          </w:tcPr>
          <w:p w:rsidR="007F36B6" w:rsidRPr="0050283E" w:rsidRDefault="007F36B6" w:rsidP="00012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Камышинский район, с. Верхняя Добринка, ул. Рабочая, 29-4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7-91-13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Уметовская амбулатория</w:t>
            </w:r>
          </w:p>
        </w:tc>
        <w:tc>
          <w:tcPr>
            <w:tcW w:w="4111" w:type="dxa"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Камышинский район, с. Умет,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60 лет Октября, 32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7-71-90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01222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Камышин, мкр. 3, 12/13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(84457) 2-69-58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Структурное подразделение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01222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Камышинский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Петров Вал, ул. 30 лет Победы, 12 (2 этаж)</w:t>
            </w:r>
          </w:p>
        </w:tc>
        <w:tc>
          <w:tcPr>
            <w:tcW w:w="1985" w:type="dxa"/>
            <w:hideMark/>
          </w:tcPr>
          <w:p w:rsidR="007F36B6" w:rsidRPr="0050283E" w:rsidRDefault="00C9134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8-927-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505-19-56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"Еланская стоматологическая поликлиника"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CD540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Еланский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Елань, ул. Красная, 19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(84452)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5-48-52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0F791F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"Жирновская стоматологическая поликлиника"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CD540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Жирновский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Жирновск, ул. Ломоносова, 56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5-23-19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CD540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Жирновский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р.п. Красный Яр, ул. Центральна, 12А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(84454) 6-17-81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noWrap/>
            <w:hideMark/>
          </w:tcPr>
          <w:p w:rsidR="007F36B6" w:rsidRPr="0050283E" w:rsidRDefault="007F36B6" w:rsidP="000F79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F791F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86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"Котовская стоматологическая поликлиника"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  <w:r w:rsidR="00CD540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Котовский район,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Котово,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Коммунистическая, 80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(84455)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2-20-97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7F36B6" w:rsidP="000F79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F791F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"Михайловская стоматологическая поликлиника"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Ортопедическое отделение</w:t>
            </w:r>
          </w:p>
        </w:tc>
        <w:tc>
          <w:tcPr>
            <w:tcW w:w="4111" w:type="dxa"/>
            <w:hideMark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Б.Хмельницкого, 9А/1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2-50-53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Краснознаменская, 65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8937-740-91-55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ст.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Букановская</w:t>
            </w:r>
          </w:p>
        </w:tc>
        <w:tc>
          <w:tcPr>
            <w:tcW w:w="4111" w:type="dxa"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Букановская, ул.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Лагутина, 51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 6-51-54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ст.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Слащевская</w:t>
            </w:r>
          </w:p>
        </w:tc>
        <w:tc>
          <w:tcPr>
            <w:tcW w:w="4111" w:type="dxa"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Слащевская, ул. Мостовая, 7Б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 6-61-38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х. Суляевский</w:t>
            </w:r>
          </w:p>
        </w:tc>
        <w:tc>
          <w:tcPr>
            <w:tcW w:w="4111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 х. Суляевский, ул. 70 лет Октября, 5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6-91-42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х. Троицкий</w:t>
            </w:r>
          </w:p>
        </w:tc>
        <w:tc>
          <w:tcPr>
            <w:tcW w:w="4111" w:type="dxa"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9274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Троицкий, пер. Больничный, 1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6-92-50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х.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Сухов-2</w:t>
            </w:r>
          </w:p>
        </w:tc>
        <w:tc>
          <w:tcPr>
            <w:tcW w:w="4111" w:type="dxa"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7F36B6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Сухов 2-й, ул. Ломоносова, 2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6-81-08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ст. Арчединская</w:t>
            </w:r>
          </w:p>
        </w:tc>
        <w:tc>
          <w:tcPr>
            <w:tcW w:w="4111" w:type="dxa"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9134C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Арчединская, ул. Ленина, 29А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6-97-70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х. Большой</w:t>
            </w:r>
          </w:p>
        </w:tc>
        <w:tc>
          <w:tcPr>
            <w:tcW w:w="4111" w:type="dxa"/>
          </w:tcPr>
          <w:p w:rsidR="00392746" w:rsidRPr="0050283E" w:rsidRDefault="007F36B6" w:rsidP="003927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392746" w:rsidP="0039274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Большой, ул. Октябрьская, 49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6-68-23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012226">
        <w:trPr>
          <w:trHeight w:val="283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 х.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Плотников-2</w:t>
            </w:r>
          </w:p>
        </w:tc>
        <w:tc>
          <w:tcPr>
            <w:tcW w:w="4111" w:type="dxa"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36B0D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36B0D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Плотников 2-й, 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Агрономическая, 2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6-05-92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C9134C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Стоматологический кабинет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х.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Безымянка</w:t>
            </w:r>
          </w:p>
        </w:tc>
        <w:tc>
          <w:tcPr>
            <w:tcW w:w="4111" w:type="dxa"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Волгоградская область, </w:t>
            </w:r>
          </w:p>
          <w:p w:rsidR="007F36B6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F36B6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х. Безымянка, ул. Советская, 11А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6-18-81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</w:tcPr>
          <w:p w:rsidR="0039274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C9134C" w:rsidRPr="0050283E" w:rsidRDefault="0039274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Глазуновская, ул. Народная, 1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C9134C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904-773-77-35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900"/>
        </w:trPr>
        <w:tc>
          <w:tcPr>
            <w:tcW w:w="840" w:type="dxa"/>
            <w:vMerge/>
            <w:noWrap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</w:t>
            </w:r>
          </w:p>
        </w:tc>
        <w:tc>
          <w:tcPr>
            <w:tcW w:w="4111" w:type="dxa"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Кумылженский район,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ст-ца Кумылженская, ул. Мира, 23</w:t>
            </w:r>
          </w:p>
        </w:tc>
        <w:tc>
          <w:tcPr>
            <w:tcW w:w="1985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(84462) 6-18-51</w:t>
            </w:r>
          </w:p>
        </w:tc>
        <w:tc>
          <w:tcPr>
            <w:tcW w:w="2126" w:type="dxa"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Лечебное и детское отделение</w:t>
            </w:r>
          </w:p>
        </w:tc>
        <w:tc>
          <w:tcPr>
            <w:tcW w:w="4111" w:type="dxa"/>
            <w:hideMark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Михайловка, ул. Коммуны, 109/1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(84463) 2-22-40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012226" w:rsidRPr="0050283E" w:rsidTr="00164C3E">
        <w:trPr>
          <w:trHeight w:val="600"/>
        </w:trPr>
        <w:tc>
          <w:tcPr>
            <w:tcW w:w="840" w:type="dxa"/>
            <w:vMerge w:val="restart"/>
            <w:noWrap/>
            <w:hideMark/>
          </w:tcPr>
          <w:p w:rsidR="00012226" w:rsidRPr="0050283E" w:rsidRDefault="00012226" w:rsidP="000F79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F791F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61" w:type="dxa"/>
            <w:vMerge w:val="restart"/>
            <w:hideMark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"Стоматологическая поликлиника"</w:t>
            </w:r>
          </w:p>
        </w:tc>
        <w:tc>
          <w:tcPr>
            <w:tcW w:w="3118" w:type="dxa"/>
            <w:hideMark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Поликлиника</w:t>
            </w:r>
          </w:p>
        </w:tc>
        <w:tc>
          <w:tcPr>
            <w:tcW w:w="4111" w:type="dxa"/>
            <w:hideMark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Фроловский район, г. Фролово, ул. Спартаковская, 54</w:t>
            </w:r>
          </w:p>
        </w:tc>
        <w:tc>
          <w:tcPr>
            <w:tcW w:w="1985" w:type="dxa"/>
            <w:hideMark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(84465) 2-14-42</w:t>
            </w:r>
          </w:p>
        </w:tc>
        <w:tc>
          <w:tcPr>
            <w:tcW w:w="2126" w:type="dxa"/>
            <w:hideMark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012226" w:rsidRPr="0050283E" w:rsidTr="00164C3E">
        <w:trPr>
          <w:trHeight w:val="705"/>
        </w:trPr>
        <w:tc>
          <w:tcPr>
            <w:tcW w:w="840" w:type="dxa"/>
            <w:vMerge/>
            <w:noWrap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2226" w:rsidRPr="0050283E" w:rsidRDefault="00012226" w:rsidP="00012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Фроловский район, х.Терновка, д. 1019</w:t>
            </w:r>
          </w:p>
        </w:tc>
        <w:tc>
          <w:tcPr>
            <w:tcW w:w="1985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12226" w:rsidRPr="0050283E" w:rsidRDefault="00B36F4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012226" w:rsidRPr="0050283E" w:rsidTr="00164C3E">
        <w:trPr>
          <w:trHeight w:val="705"/>
        </w:trPr>
        <w:tc>
          <w:tcPr>
            <w:tcW w:w="840" w:type="dxa"/>
            <w:vMerge/>
            <w:noWrap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2226" w:rsidRPr="0050283E" w:rsidRDefault="00012226" w:rsidP="00012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Фроловский район, п.Образцы, д.1008</w:t>
            </w:r>
          </w:p>
        </w:tc>
        <w:tc>
          <w:tcPr>
            <w:tcW w:w="1985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12226" w:rsidRPr="0050283E" w:rsidRDefault="00B36F4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012226" w:rsidRPr="0050283E" w:rsidTr="00164C3E">
        <w:trPr>
          <w:trHeight w:val="705"/>
        </w:trPr>
        <w:tc>
          <w:tcPr>
            <w:tcW w:w="840" w:type="dxa"/>
            <w:vMerge/>
            <w:noWrap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2226" w:rsidRPr="0050283E" w:rsidRDefault="00012226" w:rsidP="00012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Фроловский район, х.Ветютнев, д. 1019</w:t>
            </w:r>
          </w:p>
        </w:tc>
        <w:tc>
          <w:tcPr>
            <w:tcW w:w="1985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12226" w:rsidRPr="0050283E" w:rsidRDefault="00B36F4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012226" w:rsidRPr="0050283E" w:rsidTr="00164C3E">
        <w:trPr>
          <w:trHeight w:val="705"/>
        </w:trPr>
        <w:tc>
          <w:tcPr>
            <w:tcW w:w="840" w:type="dxa"/>
            <w:vMerge/>
            <w:noWrap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2226" w:rsidRPr="0050283E" w:rsidRDefault="00012226" w:rsidP="00012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Фроловский район, х.Большой Лычак, д. 0006</w:t>
            </w:r>
          </w:p>
        </w:tc>
        <w:tc>
          <w:tcPr>
            <w:tcW w:w="1985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12226" w:rsidRPr="0050283E" w:rsidRDefault="00B36F4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012226" w:rsidRPr="0050283E" w:rsidTr="00164C3E">
        <w:trPr>
          <w:trHeight w:val="705"/>
        </w:trPr>
        <w:tc>
          <w:tcPr>
            <w:tcW w:w="840" w:type="dxa"/>
            <w:vMerge/>
            <w:noWrap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</w:tcPr>
          <w:p w:rsidR="00012226" w:rsidRPr="0050283E" w:rsidRDefault="00012226" w:rsidP="0001222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Стоматологический кабинет</w:t>
            </w:r>
          </w:p>
        </w:tc>
        <w:tc>
          <w:tcPr>
            <w:tcW w:w="4111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Волгоградская область, Фроловский район, ст-ца Малодельская, д. 1057</w:t>
            </w:r>
          </w:p>
        </w:tc>
        <w:tc>
          <w:tcPr>
            <w:tcW w:w="1985" w:type="dxa"/>
          </w:tcPr>
          <w:p w:rsidR="00012226" w:rsidRPr="0050283E" w:rsidRDefault="0001222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012226" w:rsidRPr="0050283E" w:rsidRDefault="00B36F47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705"/>
        </w:trPr>
        <w:tc>
          <w:tcPr>
            <w:tcW w:w="840" w:type="dxa"/>
            <w:vMerge w:val="restart"/>
            <w:noWrap/>
            <w:hideMark/>
          </w:tcPr>
          <w:p w:rsidR="007F36B6" w:rsidRPr="0050283E" w:rsidRDefault="007F36B6" w:rsidP="000F79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0F791F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861" w:type="dxa"/>
            <w:vMerge w:val="restart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ГАУЗ "Детская клиническая стоматологическая поликлиника № 2"</w:t>
            </w: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 №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hideMark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7-ой Гвардейской, 19А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23-00-22 (8442) 24-04-65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 №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Ополченская, 43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71-79-01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50283E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 №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11" w:type="dxa"/>
            <w:hideMark/>
          </w:tcPr>
          <w:p w:rsidR="00C9134C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</w:t>
            </w:r>
          </w:p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Николая Отрады, 4А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(8442) 52-60-37</w:t>
            </w:r>
          </w:p>
        </w:tc>
        <w:tc>
          <w:tcPr>
            <w:tcW w:w="2126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7F36B6" w:rsidRPr="00E36D80" w:rsidTr="00164C3E">
        <w:trPr>
          <w:trHeight w:val="600"/>
        </w:trPr>
        <w:tc>
          <w:tcPr>
            <w:tcW w:w="840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61" w:type="dxa"/>
            <w:vMerge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Стоматологическое отделение №</w:t>
            </w:r>
            <w:r w:rsidR="00236B0D"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11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Волгоград, ул. Ковровская, 2</w:t>
            </w:r>
          </w:p>
        </w:tc>
        <w:tc>
          <w:tcPr>
            <w:tcW w:w="1985" w:type="dxa"/>
            <w:hideMark/>
          </w:tcPr>
          <w:p w:rsidR="007F36B6" w:rsidRPr="0050283E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8-988-050-26-40</w:t>
            </w:r>
          </w:p>
        </w:tc>
        <w:tc>
          <w:tcPr>
            <w:tcW w:w="2126" w:type="dxa"/>
            <w:hideMark/>
          </w:tcPr>
          <w:p w:rsidR="007F36B6" w:rsidRPr="00F23D38" w:rsidRDefault="007F36B6" w:rsidP="00C42B9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028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нет</w:t>
            </w:r>
          </w:p>
        </w:tc>
      </w:tr>
    </w:tbl>
    <w:p w:rsidR="00F321F5" w:rsidRPr="00BF7499" w:rsidRDefault="00F321F5" w:rsidP="00C42B93">
      <w:pPr>
        <w:jc w:val="center"/>
      </w:pPr>
    </w:p>
    <w:sectPr w:rsidR="00F321F5" w:rsidRPr="00BF7499" w:rsidSect="00135160">
      <w:footerReference w:type="default" r:id="rId9"/>
      <w:pgSz w:w="16838" w:h="11906" w:orient="landscape"/>
      <w:pgMar w:top="1276" w:right="1134" w:bottom="850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C74" w:rsidRDefault="00914C74" w:rsidP="00135160">
      <w:pPr>
        <w:spacing w:after="0" w:line="240" w:lineRule="auto"/>
      </w:pPr>
      <w:r>
        <w:separator/>
      </w:r>
    </w:p>
  </w:endnote>
  <w:endnote w:type="continuationSeparator" w:id="0">
    <w:p w:rsidR="00914C74" w:rsidRDefault="00914C74" w:rsidP="001351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7629836"/>
      <w:docPartObj>
        <w:docPartGallery w:val="Page Numbers (Bottom of Page)"/>
        <w:docPartUnique/>
      </w:docPartObj>
    </w:sdtPr>
    <w:sdtEndPr/>
    <w:sdtContent>
      <w:p w:rsidR="008B5D74" w:rsidRDefault="008B5D7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78AC">
          <w:rPr>
            <w:noProof/>
          </w:rPr>
          <w:t>49</w:t>
        </w:r>
        <w:r>
          <w:fldChar w:fldCharType="end"/>
        </w:r>
      </w:p>
    </w:sdtContent>
  </w:sdt>
  <w:p w:rsidR="008B5D74" w:rsidRDefault="008B5D7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C74" w:rsidRDefault="00914C74" w:rsidP="00135160">
      <w:pPr>
        <w:spacing w:after="0" w:line="240" w:lineRule="auto"/>
      </w:pPr>
      <w:r>
        <w:separator/>
      </w:r>
    </w:p>
  </w:footnote>
  <w:footnote w:type="continuationSeparator" w:id="0">
    <w:p w:rsidR="00914C74" w:rsidRDefault="00914C74" w:rsidP="001351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80"/>
    <w:rsid w:val="00012226"/>
    <w:rsid w:val="00015712"/>
    <w:rsid w:val="00041F0A"/>
    <w:rsid w:val="00050634"/>
    <w:rsid w:val="0006088A"/>
    <w:rsid w:val="00067150"/>
    <w:rsid w:val="000A4A43"/>
    <w:rsid w:val="000C0B6D"/>
    <w:rsid w:val="000F791F"/>
    <w:rsid w:val="00100301"/>
    <w:rsid w:val="00114C38"/>
    <w:rsid w:val="00117625"/>
    <w:rsid w:val="00125939"/>
    <w:rsid w:val="00135160"/>
    <w:rsid w:val="00164C3E"/>
    <w:rsid w:val="00177A24"/>
    <w:rsid w:val="00187C76"/>
    <w:rsid w:val="001A303F"/>
    <w:rsid w:val="001E3272"/>
    <w:rsid w:val="00215D31"/>
    <w:rsid w:val="00236B0D"/>
    <w:rsid w:val="00243D76"/>
    <w:rsid w:val="0025270C"/>
    <w:rsid w:val="00262D99"/>
    <w:rsid w:val="002807FE"/>
    <w:rsid w:val="002816DF"/>
    <w:rsid w:val="002D1D6E"/>
    <w:rsid w:val="002E6664"/>
    <w:rsid w:val="002E7931"/>
    <w:rsid w:val="0032192C"/>
    <w:rsid w:val="003344CD"/>
    <w:rsid w:val="00335A31"/>
    <w:rsid w:val="00335F0F"/>
    <w:rsid w:val="00371F44"/>
    <w:rsid w:val="00372B09"/>
    <w:rsid w:val="00381618"/>
    <w:rsid w:val="003822B9"/>
    <w:rsid w:val="00392746"/>
    <w:rsid w:val="00414704"/>
    <w:rsid w:val="00456A55"/>
    <w:rsid w:val="004631AC"/>
    <w:rsid w:val="004E7FB2"/>
    <w:rsid w:val="0050283E"/>
    <w:rsid w:val="00536719"/>
    <w:rsid w:val="00537C8E"/>
    <w:rsid w:val="005444EA"/>
    <w:rsid w:val="00560808"/>
    <w:rsid w:val="005D134E"/>
    <w:rsid w:val="005E5F11"/>
    <w:rsid w:val="00605949"/>
    <w:rsid w:val="00617BAB"/>
    <w:rsid w:val="00637D44"/>
    <w:rsid w:val="006569CD"/>
    <w:rsid w:val="00695695"/>
    <w:rsid w:val="006B0ED6"/>
    <w:rsid w:val="006F115D"/>
    <w:rsid w:val="00707019"/>
    <w:rsid w:val="00714A2C"/>
    <w:rsid w:val="00724506"/>
    <w:rsid w:val="007263D0"/>
    <w:rsid w:val="00726844"/>
    <w:rsid w:val="0075239E"/>
    <w:rsid w:val="007550E7"/>
    <w:rsid w:val="0076669A"/>
    <w:rsid w:val="00777712"/>
    <w:rsid w:val="007825BC"/>
    <w:rsid w:val="007844CB"/>
    <w:rsid w:val="007A59FF"/>
    <w:rsid w:val="007B3263"/>
    <w:rsid w:val="007C1023"/>
    <w:rsid w:val="007D0A65"/>
    <w:rsid w:val="007D3EA2"/>
    <w:rsid w:val="007E20C2"/>
    <w:rsid w:val="007F07AE"/>
    <w:rsid w:val="007F36B6"/>
    <w:rsid w:val="007F7951"/>
    <w:rsid w:val="00815D9E"/>
    <w:rsid w:val="008444AD"/>
    <w:rsid w:val="00854B21"/>
    <w:rsid w:val="00863A10"/>
    <w:rsid w:val="008B5D74"/>
    <w:rsid w:val="008F0DD4"/>
    <w:rsid w:val="008F2F1A"/>
    <w:rsid w:val="008F7643"/>
    <w:rsid w:val="00914C74"/>
    <w:rsid w:val="00916BE9"/>
    <w:rsid w:val="00926A1A"/>
    <w:rsid w:val="00927B6D"/>
    <w:rsid w:val="00957AD9"/>
    <w:rsid w:val="009726E1"/>
    <w:rsid w:val="00993A7B"/>
    <w:rsid w:val="009E035F"/>
    <w:rsid w:val="009E3E3B"/>
    <w:rsid w:val="00A0069F"/>
    <w:rsid w:val="00A066A0"/>
    <w:rsid w:val="00A204E0"/>
    <w:rsid w:val="00A3513E"/>
    <w:rsid w:val="00A44B8A"/>
    <w:rsid w:val="00A526E8"/>
    <w:rsid w:val="00A768DE"/>
    <w:rsid w:val="00A779CF"/>
    <w:rsid w:val="00A80305"/>
    <w:rsid w:val="00A811A4"/>
    <w:rsid w:val="00A9177C"/>
    <w:rsid w:val="00AA12E2"/>
    <w:rsid w:val="00AC4092"/>
    <w:rsid w:val="00AE302E"/>
    <w:rsid w:val="00AE7827"/>
    <w:rsid w:val="00B1282D"/>
    <w:rsid w:val="00B36F47"/>
    <w:rsid w:val="00B4180C"/>
    <w:rsid w:val="00B75681"/>
    <w:rsid w:val="00B97261"/>
    <w:rsid w:val="00BA3104"/>
    <w:rsid w:val="00BF0620"/>
    <w:rsid w:val="00BF20E2"/>
    <w:rsid w:val="00BF7499"/>
    <w:rsid w:val="00C04419"/>
    <w:rsid w:val="00C377C7"/>
    <w:rsid w:val="00C42B93"/>
    <w:rsid w:val="00C755C0"/>
    <w:rsid w:val="00C86AC2"/>
    <w:rsid w:val="00C9134C"/>
    <w:rsid w:val="00C9545E"/>
    <w:rsid w:val="00C95A1B"/>
    <w:rsid w:val="00CC46FE"/>
    <w:rsid w:val="00CC4A04"/>
    <w:rsid w:val="00CD540C"/>
    <w:rsid w:val="00D10C39"/>
    <w:rsid w:val="00D312BB"/>
    <w:rsid w:val="00D51B4D"/>
    <w:rsid w:val="00D56604"/>
    <w:rsid w:val="00D71678"/>
    <w:rsid w:val="00D761A3"/>
    <w:rsid w:val="00DB1182"/>
    <w:rsid w:val="00DD2DB6"/>
    <w:rsid w:val="00E078AC"/>
    <w:rsid w:val="00E1525C"/>
    <w:rsid w:val="00E207D4"/>
    <w:rsid w:val="00E32F1A"/>
    <w:rsid w:val="00E36D80"/>
    <w:rsid w:val="00E56786"/>
    <w:rsid w:val="00EE017D"/>
    <w:rsid w:val="00EE62C2"/>
    <w:rsid w:val="00EF14A5"/>
    <w:rsid w:val="00F01839"/>
    <w:rsid w:val="00F20D1D"/>
    <w:rsid w:val="00F23D38"/>
    <w:rsid w:val="00F260CB"/>
    <w:rsid w:val="00F321F5"/>
    <w:rsid w:val="00F34F12"/>
    <w:rsid w:val="00F50B04"/>
    <w:rsid w:val="00F64C78"/>
    <w:rsid w:val="00F96118"/>
    <w:rsid w:val="00FA6134"/>
    <w:rsid w:val="00FB2B7E"/>
    <w:rsid w:val="00FC1AD0"/>
    <w:rsid w:val="00FD5CA5"/>
    <w:rsid w:val="00FF4F9B"/>
    <w:rsid w:val="00FF6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D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6D80"/>
    <w:rPr>
      <w:color w:val="800080"/>
      <w:u w:val="single"/>
    </w:rPr>
  </w:style>
  <w:style w:type="paragraph" w:customStyle="1" w:styleId="font5">
    <w:name w:val="font5"/>
    <w:basedOn w:val="a"/>
    <w:rsid w:val="00E36D8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6">
    <w:name w:val="xl66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36D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93">
    <w:name w:val="xl93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36D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E36D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36D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36D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36D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36D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36D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36D8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36D8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36D8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0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4E0"/>
    <w:rPr>
      <w:rFonts w:ascii="Tahoma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135160"/>
  </w:style>
  <w:style w:type="paragraph" w:styleId="a8">
    <w:name w:val="header"/>
    <w:basedOn w:val="a"/>
    <w:link w:val="a9"/>
    <w:uiPriority w:val="99"/>
    <w:unhideWhenUsed/>
    <w:rsid w:val="00135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160"/>
  </w:style>
  <w:style w:type="paragraph" w:styleId="aa">
    <w:name w:val="footer"/>
    <w:basedOn w:val="a"/>
    <w:link w:val="ab"/>
    <w:uiPriority w:val="99"/>
    <w:unhideWhenUsed/>
    <w:rsid w:val="00135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160"/>
  </w:style>
  <w:style w:type="table" w:styleId="ac">
    <w:name w:val="Table Grid"/>
    <w:basedOn w:val="a1"/>
    <w:uiPriority w:val="59"/>
    <w:rsid w:val="00164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36D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E36D80"/>
    <w:rPr>
      <w:color w:val="800080"/>
      <w:u w:val="single"/>
    </w:rPr>
  </w:style>
  <w:style w:type="paragraph" w:customStyle="1" w:styleId="font5">
    <w:name w:val="font5"/>
    <w:basedOn w:val="a"/>
    <w:rsid w:val="00E36D80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66">
    <w:name w:val="xl66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36D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36D80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xl93">
    <w:name w:val="xl93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36D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E36D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E36D80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36D80"/>
    <w:pPr>
      <w:pBdr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36D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36D8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E36D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36D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E36D8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E36D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36D80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36D80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36D80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204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204E0"/>
    <w:rPr>
      <w:rFonts w:ascii="Tahoma" w:hAnsi="Tahoma" w:cs="Tahoma"/>
      <w:sz w:val="16"/>
      <w:szCs w:val="16"/>
    </w:rPr>
  </w:style>
  <w:style w:type="character" w:styleId="a7">
    <w:name w:val="line number"/>
    <w:basedOn w:val="a0"/>
    <w:uiPriority w:val="99"/>
    <w:semiHidden/>
    <w:unhideWhenUsed/>
    <w:rsid w:val="00135160"/>
  </w:style>
  <w:style w:type="paragraph" w:styleId="a8">
    <w:name w:val="header"/>
    <w:basedOn w:val="a"/>
    <w:link w:val="a9"/>
    <w:uiPriority w:val="99"/>
    <w:unhideWhenUsed/>
    <w:rsid w:val="00135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35160"/>
  </w:style>
  <w:style w:type="paragraph" w:styleId="aa">
    <w:name w:val="footer"/>
    <w:basedOn w:val="a"/>
    <w:link w:val="ab"/>
    <w:uiPriority w:val="99"/>
    <w:unhideWhenUsed/>
    <w:rsid w:val="001351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35160"/>
  </w:style>
  <w:style w:type="table" w:styleId="ac">
    <w:name w:val="Table Grid"/>
    <w:basedOn w:val="a1"/>
    <w:uiPriority w:val="59"/>
    <w:rsid w:val="00164C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16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4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7%208442%2073-13-93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5204AF-99EA-454E-A208-FC6BC09B1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47</Pages>
  <Words>9974</Words>
  <Characters>56856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ГБУЗ ВОМИАЦ</Company>
  <LinksUpToDate>false</LinksUpToDate>
  <CharactersWithSpaces>66697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Г. Некрасова</dc:creator>
  <cp:lastModifiedBy>Татьяна Г. Некрасова</cp:lastModifiedBy>
  <cp:revision>2</cp:revision>
  <cp:lastPrinted>2020-03-03T16:16:00Z</cp:lastPrinted>
  <dcterms:created xsi:type="dcterms:W3CDTF">2020-03-19T11:37:00Z</dcterms:created>
  <dcterms:modified xsi:type="dcterms:W3CDTF">2020-03-19T11:37:00Z</dcterms:modified>
</cp:coreProperties>
</file>