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9"/>
      </w:tblGrid>
      <w:tr w:rsidR="00AD35EF" w:rsidTr="00AD35EF">
        <w:tc>
          <w:tcPr>
            <w:tcW w:w="3479" w:type="dxa"/>
          </w:tcPr>
          <w:p w:rsidR="00AD35EF" w:rsidRDefault="00AD35EF" w:rsidP="00AD35EF">
            <w:pPr>
              <w:pStyle w:val="ConsTitle"/>
              <w:tabs>
                <w:tab w:val="left" w:pos="284"/>
              </w:tabs>
              <w:spacing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</w:t>
            </w:r>
            <w:r w:rsidR="006D247C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  <w:p w:rsidR="00AD35EF" w:rsidRDefault="00AD35EF" w:rsidP="00AD35EF">
            <w:pPr>
              <w:pStyle w:val="ConsTitle"/>
              <w:tabs>
                <w:tab w:val="left" w:pos="284"/>
              </w:tabs>
              <w:spacing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D35EF" w:rsidRDefault="00AD35EF" w:rsidP="00AD35EF">
            <w:pPr>
              <w:pStyle w:val="ConsTitle"/>
              <w:tabs>
                <w:tab w:val="left" w:pos="284"/>
              </w:tabs>
              <w:spacing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 приказу комитета</w:t>
            </w:r>
          </w:p>
          <w:p w:rsidR="00AD35EF" w:rsidRDefault="00AD35EF" w:rsidP="00AD35EF">
            <w:pPr>
              <w:pStyle w:val="ConsTitle"/>
              <w:tabs>
                <w:tab w:val="left" w:pos="284"/>
              </w:tabs>
              <w:spacing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здравоохранения</w:t>
            </w:r>
          </w:p>
          <w:p w:rsidR="00AD35EF" w:rsidRDefault="00AD35EF" w:rsidP="00AD35EF">
            <w:pPr>
              <w:pStyle w:val="ConsTitle"/>
              <w:tabs>
                <w:tab w:val="left" w:pos="284"/>
              </w:tabs>
              <w:spacing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Волгоградской области</w:t>
            </w:r>
          </w:p>
          <w:p w:rsidR="00AD35EF" w:rsidRDefault="00AD35EF" w:rsidP="00AD35EF">
            <w:pPr>
              <w:pStyle w:val="ConsTitle"/>
              <w:tabs>
                <w:tab w:val="left" w:pos="284"/>
              </w:tabs>
              <w:spacing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D35EF" w:rsidRDefault="00AD35EF" w:rsidP="00AD35EF"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№</w:t>
            </w:r>
          </w:p>
          <w:p w:rsidR="00AD35EF" w:rsidRDefault="00AD35EF" w:rsidP="00AD35EF">
            <w:pPr>
              <w:pStyle w:val="ConsTitle"/>
              <w:tabs>
                <w:tab w:val="left" w:pos="284"/>
              </w:tabs>
              <w:spacing w:line="240" w:lineRule="exact"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AD35EF" w:rsidRDefault="00AD35EF" w:rsidP="00AD35EF">
      <w:pPr>
        <w:pStyle w:val="ConsTitle"/>
        <w:tabs>
          <w:tab w:val="left" w:pos="284"/>
        </w:tabs>
        <w:spacing w:line="240" w:lineRule="exact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D35EF" w:rsidRDefault="0089773A" w:rsidP="00AD35EF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Перечень медицинских организаций, подведомственных комитету здравоохранения Волгоградской области,</w:t>
      </w:r>
    </w:p>
    <w:p w:rsidR="0089773A" w:rsidRDefault="0089773A" w:rsidP="00AD35EF">
      <w:pPr>
        <w:pStyle w:val="ConsTitle"/>
        <w:tabs>
          <w:tab w:val="left" w:pos="284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подлежащих мониторингу по вопросу исполнения норм Федерального закона от 01 декабря 2014 г. №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</w:t>
      </w:r>
    </w:p>
    <w:p w:rsidR="00AD35EF" w:rsidRDefault="00AD35EF">
      <w:pPr>
        <w:rPr>
          <w:lang w:val="ru-RU"/>
        </w:rPr>
      </w:pPr>
    </w:p>
    <w:tbl>
      <w:tblPr>
        <w:tblStyle w:val="a3"/>
        <w:tblW w:w="5000" w:type="pct"/>
        <w:tblLook w:val="04A0"/>
      </w:tblPr>
      <w:tblGrid>
        <w:gridCol w:w="934"/>
        <w:gridCol w:w="3398"/>
        <w:gridCol w:w="3575"/>
        <w:gridCol w:w="2268"/>
        <w:gridCol w:w="2366"/>
        <w:gridCol w:w="2245"/>
      </w:tblGrid>
      <w:tr w:rsidR="000519A7" w:rsidRPr="0089773A" w:rsidTr="00A44BE2">
        <w:trPr>
          <w:tblHeader/>
        </w:trPr>
        <w:tc>
          <w:tcPr>
            <w:tcW w:w="316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proofErr w:type="gramStart"/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gramEnd"/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/</w:t>
            </w: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</w:p>
        </w:tc>
        <w:tc>
          <w:tcPr>
            <w:tcW w:w="1149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Медицинская организация (объект)</w:t>
            </w:r>
          </w:p>
        </w:tc>
        <w:tc>
          <w:tcPr>
            <w:tcW w:w="1209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Адрес медицинской организации (объекта)</w:t>
            </w:r>
          </w:p>
        </w:tc>
        <w:tc>
          <w:tcPr>
            <w:tcW w:w="767" w:type="pct"/>
          </w:tcPr>
          <w:p w:rsidR="000519A7" w:rsidRPr="009110F3" w:rsidRDefault="000519A7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Дата мониторинга</w:t>
            </w:r>
          </w:p>
        </w:tc>
        <w:tc>
          <w:tcPr>
            <w:tcW w:w="800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759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 предоставления документов по итогам проведенного мониторинга</w:t>
            </w:r>
          </w:p>
        </w:tc>
      </w:tr>
      <w:tr w:rsidR="000519A7" w:rsidRPr="009110F3" w:rsidTr="00A44BE2">
        <w:trPr>
          <w:tblHeader/>
        </w:trPr>
        <w:tc>
          <w:tcPr>
            <w:tcW w:w="316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49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209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767" w:type="pct"/>
          </w:tcPr>
          <w:p w:rsidR="000519A7" w:rsidRPr="009110F3" w:rsidRDefault="000519A7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800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759" w:type="pct"/>
          </w:tcPr>
          <w:p w:rsidR="000519A7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</w:tr>
      <w:tr w:rsidR="000519A7" w:rsidRPr="009110F3" w:rsidTr="00A44BE2">
        <w:tc>
          <w:tcPr>
            <w:tcW w:w="316" w:type="pct"/>
          </w:tcPr>
          <w:p w:rsidR="000519A7" w:rsidRPr="009110F3" w:rsidRDefault="006D247C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0519A7"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"Клиническая больница скорой медицинской помощи № 7"</w:t>
            </w:r>
          </w:p>
        </w:tc>
        <w:tc>
          <w:tcPr>
            <w:tcW w:w="1209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г. Волгоград, ул. Казахская, 1, к. "Л" (поликлиника)</w:t>
            </w:r>
          </w:p>
        </w:tc>
        <w:tc>
          <w:tcPr>
            <w:tcW w:w="767" w:type="pct"/>
          </w:tcPr>
          <w:p w:rsidR="000519A7" w:rsidRPr="009110F3" w:rsidRDefault="000519A7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.02.2016</w:t>
            </w:r>
          </w:p>
        </w:tc>
        <w:tc>
          <w:tcPr>
            <w:tcW w:w="800" w:type="pct"/>
          </w:tcPr>
          <w:p w:rsidR="000519A7" w:rsidRPr="009110F3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Н.Ф.Вольт</w:t>
            </w:r>
          </w:p>
        </w:tc>
        <w:tc>
          <w:tcPr>
            <w:tcW w:w="759" w:type="pct"/>
          </w:tcPr>
          <w:p w:rsidR="000519A7" w:rsidRPr="009110F3" w:rsidRDefault="000519A7" w:rsidP="000519A7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17</w:t>
            </w: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.02.2016</w:t>
            </w:r>
          </w:p>
        </w:tc>
      </w:tr>
      <w:tr w:rsidR="000519A7" w:rsidRPr="009110F3" w:rsidTr="00A44BE2">
        <w:tc>
          <w:tcPr>
            <w:tcW w:w="316" w:type="pct"/>
          </w:tcPr>
          <w:p w:rsidR="000519A7" w:rsidRPr="009110F3" w:rsidRDefault="006D247C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0519A7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0519A7" w:rsidRDefault="00FA23FE" w:rsidP="0089773A">
            <w:pPr>
              <w:pStyle w:val="ConsTitle"/>
              <w:tabs>
                <w:tab w:val="left" w:pos="284"/>
              </w:tabs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4" w:history="1">
              <w:r w:rsidR="000519A7" w:rsidRPr="009B749B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 xml:space="preserve">ГКУЗ </w:t>
              </w:r>
              <w:r w:rsidR="0089773A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"</w:t>
              </w:r>
              <w:r w:rsidR="000519A7" w:rsidRPr="009B749B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 xml:space="preserve">Волгоградская областная детская клиническая </w:t>
              </w:r>
              <w:proofErr w:type="gramStart"/>
              <w:r w:rsidR="000519A7" w:rsidRPr="009B749B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психиатрическая</w:t>
              </w:r>
              <w:proofErr w:type="gramEnd"/>
              <w:r w:rsidR="0089773A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 xml:space="preserve"> больница"</w:t>
              </w:r>
              <w:r w:rsidR="000519A7" w:rsidRPr="009B749B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 xml:space="preserve"> (Центр психического здоровья детей и подростков), г.Волгоград</w:t>
              </w:r>
            </w:hyperlink>
          </w:p>
        </w:tc>
        <w:tc>
          <w:tcPr>
            <w:tcW w:w="1209" w:type="pct"/>
          </w:tcPr>
          <w:p w:rsidR="000519A7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749B">
              <w:rPr>
                <w:rFonts w:ascii="Times New Roman" w:hAnsi="Times New Roman" w:cs="Times New Roman"/>
                <w:b w:val="0"/>
                <w:sz w:val="24"/>
                <w:szCs w:val="24"/>
              </w:rPr>
              <w:t>г.Волгоград, Центральный р-н ул.им</w:t>
            </w:r>
            <w:proofErr w:type="gramStart"/>
            <w:r w:rsidRPr="009B749B">
              <w:rPr>
                <w:rFonts w:ascii="Times New Roman" w:hAnsi="Times New Roman" w:cs="Times New Roman"/>
                <w:b w:val="0"/>
                <w:sz w:val="24"/>
                <w:szCs w:val="24"/>
              </w:rPr>
              <w:t>.Г</w:t>
            </w:r>
            <w:proofErr w:type="gramEnd"/>
            <w:r w:rsidRPr="009B749B">
              <w:rPr>
                <w:rFonts w:ascii="Times New Roman" w:hAnsi="Times New Roman" w:cs="Times New Roman"/>
                <w:b w:val="0"/>
                <w:sz w:val="24"/>
                <w:szCs w:val="24"/>
              </w:rPr>
              <w:t>лазкова, 15а</w:t>
            </w:r>
          </w:p>
        </w:tc>
        <w:tc>
          <w:tcPr>
            <w:tcW w:w="767" w:type="pct"/>
          </w:tcPr>
          <w:p w:rsidR="000519A7" w:rsidRDefault="000519A7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519A7" w:rsidRDefault="000519A7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.02.2016</w:t>
            </w:r>
          </w:p>
        </w:tc>
        <w:tc>
          <w:tcPr>
            <w:tcW w:w="800" w:type="pct"/>
          </w:tcPr>
          <w:p w:rsidR="000519A7" w:rsidRDefault="000519A7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519A7" w:rsidRPr="009110F3" w:rsidRDefault="000519A7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А.П.Дронов</w:t>
            </w:r>
          </w:p>
        </w:tc>
        <w:tc>
          <w:tcPr>
            <w:tcW w:w="75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519A7" w:rsidRDefault="00A44BE2" w:rsidP="00A44BE2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.02.2016</w:t>
            </w:r>
          </w:p>
        </w:tc>
      </w:tr>
      <w:tr w:rsidR="00A44BE2" w:rsidRPr="00F0612B" w:rsidTr="00A44BE2">
        <w:tc>
          <w:tcPr>
            <w:tcW w:w="316" w:type="pct"/>
            <w:vMerge w:val="restart"/>
          </w:tcPr>
          <w:p w:rsidR="00A44BE2" w:rsidRPr="009110F3" w:rsidRDefault="006D247C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A44BE2"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1160"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"Клиническая поликлиника № 1"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 г. Волгоград, ул. Ополченская, 8</w:t>
            </w:r>
            <w:r w:rsidRPr="00D51ECC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A44BE2" w:rsidRPr="00D51ECC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2. г. Волгоград, ул. Дегтярева, 45</w:t>
            </w:r>
            <w:r w:rsidRPr="00D51ECC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A44BE2" w:rsidRPr="00D51ECC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A021A8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г. Волгоград, </w:t>
            </w:r>
            <w:r w:rsidRPr="00CC0596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наб. Волжской Флотилии, 25а</w:t>
            </w:r>
            <w:r w:rsidRPr="00A021A8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</w:tc>
        <w:tc>
          <w:tcPr>
            <w:tcW w:w="767" w:type="pct"/>
            <w:vMerge w:val="restart"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356A3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356A3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17.03.2016</w:t>
            </w:r>
          </w:p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.2016</w:t>
            </w:r>
          </w:p>
        </w:tc>
        <w:tc>
          <w:tcPr>
            <w:tcW w:w="800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6163B" w:rsidRDefault="0006163B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9110F3" w:rsidRDefault="0006163B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С.А.Михайлова</w:t>
            </w:r>
          </w:p>
        </w:tc>
        <w:tc>
          <w:tcPr>
            <w:tcW w:w="759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21.03.2016</w:t>
            </w: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Pr="00391160" w:rsidRDefault="00A44BE2" w:rsidP="008C7834">
            <w:pPr>
              <w:pStyle w:val="ConsTitle"/>
              <w:tabs>
                <w:tab w:val="left" w:pos="284"/>
              </w:tabs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0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ГУЗ "Детская </w:t>
            </w:r>
            <w:r w:rsidR="002D3E7D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поликлиника №</w:t>
            </w:r>
            <w:r w:rsidRPr="00CC0596">
              <w:rPr>
                <w:rFonts w:ascii="Times New Roman" w:hAnsi="Times New Roman" w:cs="Times New Roman"/>
                <w:b w:val="0"/>
                <w:sz w:val="24"/>
                <w:szCs w:val="24"/>
              </w:rPr>
              <w:t>17"</w:t>
            </w:r>
          </w:p>
        </w:tc>
        <w:tc>
          <w:tcPr>
            <w:tcW w:w="1209" w:type="pct"/>
          </w:tcPr>
          <w:p w:rsidR="00A44BE2" w:rsidRPr="00D51ECC" w:rsidRDefault="00A44BE2" w:rsidP="008C7834">
            <w:pPr>
              <w:pStyle w:val="ConsTitle"/>
              <w:tabs>
                <w:tab w:val="left" w:pos="284"/>
              </w:tabs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Pr="00CC05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г.Волгоград, </w:t>
            </w:r>
            <w:proofErr w:type="spellStart"/>
            <w:r w:rsidRPr="00CC0596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ул.им</w:t>
            </w:r>
            <w:proofErr w:type="gramStart"/>
            <w:r w:rsidRPr="00CC0596">
              <w:rPr>
                <w:rFonts w:ascii="Times New Roman" w:hAnsi="Times New Roman" w:cs="Times New Roman"/>
                <w:b w:val="0"/>
                <w:sz w:val="24"/>
                <w:szCs w:val="24"/>
              </w:rPr>
              <w:t>.Ш</w:t>
            </w:r>
            <w:proofErr w:type="gramEnd"/>
            <w:r w:rsidRPr="00CC0596">
              <w:rPr>
                <w:rFonts w:ascii="Times New Roman" w:hAnsi="Times New Roman" w:cs="Times New Roman"/>
                <w:b w:val="0"/>
                <w:sz w:val="24"/>
                <w:szCs w:val="24"/>
              </w:rPr>
              <w:t>урухина</w:t>
            </w:r>
            <w:proofErr w:type="spellEnd"/>
            <w:r w:rsidRPr="00CC0596">
              <w:rPr>
                <w:rFonts w:ascii="Times New Roman" w:hAnsi="Times New Roman" w:cs="Times New Roman"/>
                <w:b w:val="0"/>
                <w:sz w:val="24"/>
                <w:szCs w:val="24"/>
              </w:rPr>
              <w:t>, 24 а</w:t>
            </w:r>
            <w:r w:rsidRPr="00D51EC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767" w:type="pct"/>
            <w:vMerge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391160" w:rsidTr="00A44BE2">
        <w:tc>
          <w:tcPr>
            <w:tcW w:w="316" w:type="pct"/>
            <w:vMerge w:val="restart"/>
          </w:tcPr>
          <w:p w:rsidR="00A44BE2" w:rsidRPr="009110F3" w:rsidRDefault="006D247C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A44BE2"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A44BE2" w:rsidRPr="009110F3" w:rsidRDefault="00F356A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"Детская поликлиника №</w:t>
            </w:r>
            <w:r w:rsidR="00A44BE2">
              <w:rPr>
                <w:rFonts w:ascii="Times New Roman" w:hAnsi="Times New Roman" w:cs="Times New Roman"/>
                <w:b w:val="0"/>
                <w:sz w:val="24"/>
                <w:szCs w:val="24"/>
              </w:rPr>
              <w:t>10"</w:t>
            </w:r>
          </w:p>
        </w:tc>
        <w:tc>
          <w:tcPr>
            <w:tcW w:w="1209" w:type="pct"/>
          </w:tcPr>
          <w:p w:rsidR="00A44BE2" w:rsidRPr="008F646D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 </w:t>
            </w:r>
            <w:r w:rsidRPr="008F646D">
              <w:rPr>
                <w:rFonts w:ascii="Times New Roman" w:hAnsi="Times New Roman" w:cs="Times New Roman"/>
                <w:b w:val="0"/>
                <w:sz w:val="24"/>
                <w:szCs w:val="24"/>
              </w:rPr>
              <w:t>г.Волгоград, ул. Череповецкая, 92 а</w:t>
            </w:r>
            <w:r w:rsidRPr="00AD35EF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</w:tc>
        <w:tc>
          <w:tcPr>
            <w:tcW w:w="767" w:type="pct"/>
            <w:vMerge w:val="restart"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356A3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14.04.2016</w:t>
            </w:r>
          </w:p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15.04.2016</w:t>
            </w:r>
          </w:p>
        </w:tc>
        <w:tc>
          <w:tcPr>
            <w:tcW w:w="800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9110F3" w:rsidRDefault="00F356A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Э.В.Шматова</w:t>
            </w:r>
            <w:proofErr w:type="spellEnd"/>
          </w:p>
        </w:tc>
        <w:tc>
          <w:tcPr>
            <w:tcW w:w="759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18.04.2015</w:t>
            </w:r>
          </w:p>
        </w:tc>
      </w:tr>
      <w:tr w:rsidR="00A44BE2" w:rsidRPr="008F646D" w:rsidTr="00A44BE2">
        <w:tc>
          <w:tcPr>
            <w:tcW w:w="316" w:type="pct"/>
            <w:vMerge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"Клиническая больница № 11"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г. Волгоград, </w:t>
            </w:r>
            <w:r w:rsidRPr="008F646D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Краснопресненская, 11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8F646D" w:rsidTr="00A44BE2">
        <w:tc>
          <w:tcPr>
            <w:tcW w:w="316" w:type="pct"/>
            <w:vMerge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"Детская клиническая больница № 8"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Pr="008F646D">
              <w:rPr>
                <w:rFonts w:ascii="Times New Roman" w:hAnsi="Times New Roman" w:cs="Times New Roman"/>
                <w:b w:val="0"/>
                <w:sz w:val="24"/>
                <w:szCs w:val="24"/>
              </w:rPr>
              <w:t>г.Волгоград, ул. Ковровская, 2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"Детская клиническая поликлиника № 31"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  <w:r w:rsidRPr="008F646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г.Волгоград, </w:t>
            </w:r>
            <w:proofErr w:type="spellStart"/>
            <w:r w:rsidRPr="008F646D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ул.им</w:t>
            </w:r>
            <w:proofErr w:type="gramStart"/>
            <w:r w:rsidRPr="008F646D">
              <w:rPr>
                <w:rFonts w:ascii="Times New Roman" w:hAnsi="Times New Roman" w:cs="Times New Roman"/>
                <w:b w:val="0"/>
                <w:sz w:val="24"/>
                <w:szCs w:val="24"/>
              </w:rPr>
              <w:t>.Т</w:t>
            </w:r>
            <w:proofErr w:type="gramEnd"/>
            <w:r w:rsidRPr="008F646D">
              <w:rPr>
                <w:rFonts w:ascii="Times New Roman" w:hAnsi="Times New Roman" w:cs="Times New Roman"/>
                <w:b w:val="0"/>
                <w:sz w:val="24"/>
                <w:szCs w:val="24"/>
              </w:rPr>
              <w:t>улака</w:t>
            </w:r>
            <w:proofErr w:type="spellEnd"/>
            <w:r w:rsidRPr="008F646D">
              <w:rPr>
                <w:rFonts w:ascii="Times New Roman" w:hAnsi="Times New Roman" w:cs="Times New Roman"/>
                <w:b w:val="0"/>
                <w:sz w:val="24"/>
                <w:szCs w:val="24"/>
              </w:rPr>
              <w:t>, 2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391160" w:rsidTr="00A44BE2">
        <w:tc>
          <w:tcPr>
            <w:tcW w:w="316" w:type="pct"/>
            <w:vMerge w:val="restart"/>
          </w:tcPr>
          <w:p w:rsidR="00A44BE2" w:rsidRPr="009110F3" w:rsidRDefault="006D247C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r w:rsidR="00A44BE2"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"Консультативно-диагностический центр для детей № 1"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 </w:t>
            </w:r>
            <w:r w:rsidRPr="008F646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Волгоград, </w:t>
            </w:r>
            <w:r w:rsidRPr="00957175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им</w:t>
            </w:r>
            <w:proofErr w:type="gramStart"/>
            <w:r w:rsidRPr="00957175">
              <w:rPr>
                <w:rFonts w:ascii="Times New Roman" w:hAnsi="Times New Roman" w:cs="Times New Roman"/>
                <w:b w:val="0"/>
                <w:sz w:val="24"/>
                <w:szCs w:val="24"/>
              </w:rPr>
              <w:t>.К</w:t>
            </w:r>
            <w:proofErr w:type="gramEnd"/>
            <w:r w:rsidRPr="00957175">
              <w:rPr>
                <w:rFonts w:ascii="Times New Roman" w:hAnsi="Times New Roman" w:cs="Times New Roman"/>
                <w:b w:val="0"/>
                <w:sz w:val="24"/>
                <w:szCs w:val="24"/>
              </w:rPr>
              <w:t>ирова,149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57175">
              <w:rPr>
                <w:rFonts w:ascii="Times New Roman" w:hAnsi="Times New Roman" w:cs="Times New Roman"/>
                <w:b w:val="0"/>
                <w:sz w:val="24"/>
                <w:szCs w:val="24"/>
              </w:rPr>
              <w:t>б;</w:t>
            </w: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957175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57175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 xml:space="preserve">2. </w:t>
            </w:r>
            <w:r w:rsidRPr="00957175">
              <w:rPr>
                <w:rFonts w:ascii="Times New Roman" w:hAnsi="Times New Roman"/>
                <w:b w:val="0"/>
                <w:iCs/>
                <w:sz w:val="24"/>
                <w:szCs w:val="24"/>
              </w:rPr>
              <w:t>г.Волгоград, ул.им</w:t>
            </w:r>
            <w:proofErr w:type="gramStart"/>
            <w:r w:rsidRPr="00957175">
              <w:rPr>
                <w:rFonts w:ascii="Times New Roman" w:hAnsi="Times New Roman"/>
                <w:b w:val="0"/>
                <w:iCs/>
                <w:sz w:val="24"/>
                <w:szCs w:val="24"/>
              </w:rPr>
              <w:t>.В</w:t>
            </w:r>
            <w:proofErr w:type="gramEnd"/>
            <w:r w:rsidRPr="00957175">
              <w:rPr>
                <w:rFonts w:ascii="Times New Roman" w:hAnsi="Times New Roman"/>
                <w:b w:val="0"/>
                <w:iCs/>
                <w:sz w:val="24"/>
                <w:szCs w:val="24"/>
              </w:rPr>
              <w:t>оронкова, 78 а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(педиатрическое отделение)</w:t>
            </w:r>
          </w:p>
        </w:tc>
        <w:tc>
          <w:tcPr>
            <w:tcW w:w="767" w:type="pct"/>
            <w:vMerge w:val="restart"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356A3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18.05.2016</w:t>
            </w:r>
          </w:p>
          <w:p w:rsidR="00A44BE2" w:rsidRPr="009110F3" w:rsidRDefault="00942B2E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  <w:r w:rsidR="00A44BE2"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.05.2016</w:t>
            </w:r>
          </w:p>
        </w:tc>
        <w:tc>
          <w:tcPr>
            <w:tcW w:w="800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9110F3" w:rsidRDefault="00F356A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Н.С.Попова</w:t>
            </w:r>
          </w:p>
        </w:tc>
        <w:tc>
          <w:tcPr>
            <w:tcW w:w="759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20.05.2016</w:t>
            </w: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"Городская клиническая больница № 1"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3. </w:t>
            </w:r>
            <w:r w:rsidRPr="00AB08B1">
              <w:rPr>
                <w:rFonts w:ascii="Times New Roman" w:hAnsi="Times New Roman"/>
                <w:b w:val="0"/>
                <w:iCs/>
                <w:sz w:val="24"/>
                <w:szCs w:val="24"/>
              </w:rPr>
              <w:t>г.Волгоград, ул.им. Кирова, 10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"Родильный дом № 3"</w:t>
            </w:r>
          </w:p>
        </w:tc>
        <w:tc>
          <w:tcPr>
            <w:tcW w:w="1209" w:type="pct"/>
          </w:tcPr>
          <w:p w:rsidR="00A44BE2" w:rsidRPr="00E9682E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E9682E">
              <w:rPr>
                <w:rFonts w:ascii="Times New Roman" w:hAnsi="Times New Roman"/>
                <w:b w:val="0"/>
                <w:iCs/>
                <w:sz w:val="24"/>
                <w:szCs w:val="24"/>
              </w:rPr>
              <w:t>4. г.Волгоград, ул.им. Федотова, 18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"Поликлиника №5"</w:t>
            </w:r>
          </w:p>
        </w:tc>
        <w:tc>
          <w:tcPr>
            <w:tcW w:w="1209" w:type="pct"/>
          </w:tcPr>
          <w:p w:rsidR="00A44BE2" w:rsidRPr="00E9682E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5. </w:t>
            </w:r>
            <w:r w:rsidRPr="00E9682E">
              <w:rPr>
                <w:rFonts w:ascii="Times New Roman" w:hAnsi="Times New Roman"/>
                <w:b w:val="0"/>
                <w:iCs/>
                <w:sz w:val="24"/>
                <w:szCs w:val="24"/>
              </w:rPr>
              <w:t>г.Волгоград, ул. 64-ой Армии, 20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CC0596" w:rsidTr="00A44BE2">
        <w:tc>
          <w:tcPr>
            <w:tcW w:w="316" w:type="pct"/>
            <w:vMerge w:val="restart"/>
          </w:tcPr>
          <w:p w:rsidR="00A44BE2" w:rsidRPr="009110F3" w:rsidRDefault="006D247C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="00A44BE2"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"Поликлиника №4"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A021A8">
              <w:rPr>
                <w:rFonts w:ascii="Times New Roman" w:hAnsi="Times New Roman"/>
                <w:b w:val="0"/>
                <w:iCs/>
                <w:sz w:val="24"/>
                <w:szCs w:val="24"/>
              </w:rPr>
              <w:t>1. г.Волгоград, ул</w:t>
            </w:r>
            <w:proofErr w:type="gramStart"/>
            <w:r w:rsidRPr="00A021A8">
              <w:rPr>
                <w:rFonts w:ascii="Times New Roman" w:hAnsi="Times New Roman"/>
                <w:b w:val="0"/>
                <w:iCs/>
                <w:sz w:val="24"/>
                <w:szCs w:val="24"/>
              </w:rPr>
              <w:t>.А</w:t>
            </w:r>
            <w:proofErr w:type="gramEnd"/>
            <w:r w:rsidRPr="00A021A8">
              <w:rPr>
                <w:rFonts w:ascii="Times New Roman" w:hAnsi="Times New Roman"/>
                <w:b w:val="0"/>
                <w:iCs/>
                <w:sz w:val="24"/>
                <w:szCs w:val="24"/>
              </w:rPr>
              <w:t>кадемическая,14</w:t>
            </w:r>
            <w:r w:rsidRPr="00AD35EF">
              <w:rPr>
                <w:rFonts w:ascii="Times New Roman" w:hAnsi="Times New Roman"/>
                <w:b w:val="0"/>
                <w:iCs/>
                <w:sz w:val="24"/>
                <w:szCs w:val="24"/>
              </w:rPr>
              <w:t>;</w:t>
            </w: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</w:p>
          <w:p w:rsidR="00A44BE2" w:rsidRPr="00A021A8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2. </w:t>
            </w:r>
            <w:r w:rsidRPr="00A021A8">
              <w:rPr>
                <w:rFonts w:ascii="Times New Roman" w:hAnsi="Times New Roman"/>
                <w:b w:val="0"/>
                <w:iCs/>
                <w:sz w:val="24"/>
                <w:szCs w:val="24"/>
              </w:rPr>
              <w:t>г.Волгоград,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Елецкая, 7 (женская консультация)</w:t>
            </w:r>
          </w:p>
        </w:tc>
        <w:tc>
          <w:tcPr>
            <w:tcW w:w="767" w:type="pct"/>
            <w:vMerge w:val="restart"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356A3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16.06.2016</w:t>
            </w:r>
          </w:p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17.06.2016</w:t>
            </w:r>
          </w:p>
        </w:tc>
        <w:tc>
          <w:tcPr>
            <w:tcW w:w="800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П.А.Шуваев</w:t>
            </w:r>
          </w:p>
        </w:tc>
        <w:tc>
          <w:tcPr>
            <w:tcW w:w="759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20.06.2016</w:t>
            </w:r>
          </w:p>
        </w:tc>
      </w:tr>
      <w:tr w:rsidR="00A44BE2" w:rsidRPr="00176E0F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"Клиническая поликлиника № 6"</w:t>
            </w:r>
          </w:p>
        </w:tc>
        <w:tc>
          <w:tcPr>
            <w:tcW w:w="1209" w:type="pct"/>
          </w:tcPr>
          <w:p w:rsidR="00A44BE2" w:rsidRPr="00176E0F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3. г. Волгоград, ул. Елецкая, 9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  <w:lang w:val="en-US"/>
              </w:rPr>
              <w:t>;</w:t>
            </w:r>
          </w:p>
        </w:tc>
        <w:tc>
          <w:tcPr>
            <w:tcW w:w="767" w:type="pct"/>
            <w:vMerge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"Детская поликлиника № 6"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4. г. Волгоград, </w:t>
            </w:r>
            <w:r w:rsidRPr="00176E0F">
              <w:rPr>
                <w:rFonts w:ascii="Times New Roman" w:hAnsi="Times New Roman"/>
                <w:b w:val="0"/>
                <w:iCs/>
                <w:sz w:val="24"/>
                <w:szCs w:val="24"/>
              </w:rPr>
              <w:t>ул. Рабоче-Крестьянская, 47</w:t>
            </w:r>
          </w:p>
        </w:tc>
        <w:tc>
          <w:tcPr>
            <w:tcW w:w="767" w:type="pct"/>
            <w:vMerge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6C183D" w:rsidTr="00A44BE2">
        <w:tc>
          <w:tcPr>
            <w:tcW w:w="316" w:type="pct"/>
            <w:vMerge w:val="restart"/>
          </w:tcPr>
          <w:p w:rsidR="00A44BE2" w:rsidRPr="009110F3" w:rsidRDefault="006D247C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 w:rsidR="00A44BE2"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"Детская клиническая поликлиника № 15"</w:t>
            </w:r>
          </w:p>
        </w:tc>
        <w:tc>
          <w:tcPr>
            <w:tcW w:w="1209" w:type="pct"/>
          </w:tcPr>
          <w:p w:rsidR="00A44BE2" w:rsidRPr="00EC563E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6C183D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. г.Волгоград, </w:t>
            </w:r>
            <w:proofErr w:type="spellStart"/>
            <w:r w:rsidRPr="006C183D">
              <w:rPr>
                <w:rFonts w:ascii="Times New Roman" w:hAnsi="Times New Roman"/>
                <w:b w:val="0"/>
                <w:iCs/>
                <w:sz w:val="24"/>
                <w:szCs w:val="24"/>
              </w:rPr>
              <w:t>пр-кт</w:t>
            </w:r>
            <w:proofErr w:type="spellEnd"/>
            <w:r w:rsidRPr="006C183D"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</w:t>
            </w:r>
            <w:proofErr w:type="spellStart"/>
            <w:r w:rsidRPr="006C183D">
              <w:rPr>
                <w:rFonts w:ascii="Times New Roman" w:hAnsi="Times New Roman"/>
                <w:b w:val="0"/>
                <w:iCs/>
                <w:sz w:val="24"/>
                <w:szCs w:val="24"/>
              </w:rPr>
              <w:t>им.В.И.Ленина</w:t>
            </w:r>
            <w:proofErr w:type="spellEnd"/>
            <w:r w:rsidRPr="006C183D">
              <w:rPr>
                <w:rFonts w:ascii="Times New Roman" w:hAnsi="Times New Roman"/>
                <w:b w:val="0"/>
                <w:iCs/>
                <w:sz w:val="24"/>
                <w:szCs w:val="24"/>
              </w:rPr>
              <w:t>, 30</w:t>
            </w:r>
            <w:r w:rsidRPr="00EC563E">
              <w:rPr>
                <w:rFonts w:ascii="Times New Roman" w:hAnsi="Times New Roman"/>
                <w:b w:val="0"/>
                <w:iCs/>
                <w:sz w:val="24"/>
                <w:szCs w:val="24"/>
              </w:rPr>
              <w:t>;</w:t>
            </w:r>
          </w:p>
        </w:tc>
        <w:tc>
          <w:tcPr>
            <w:tcW w:w="767" w:type="pct"/>
            <w:vMerge w:val="restart"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14.07.2016</w:t>
            </w:r>
          </w:p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15.07.2016</w:t>
            </w:r>
          </w:p>
        </w:tc>
        <w:tc>
          <w:tcPr>
            <w:tcW w:w="800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0C61DD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9110F3" w:rsidRDefault="00F356A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М.В.Дегтева</w:t>
            </w:r>
          </w:p>
        </w:tc>
        <w:tc>
          <w:tcPr>
            <w:tcW w:w="759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18.07.2016</w:t>
            </w: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017B">
              <w:rPr>
                <w:rFonts w:ascii="Times New Roman" w:hAnsi="Times New Roman" w:cs="Times New Roman"/>
                <w:b w:val="0"/>
                <w:sz w:val="24"/>
                <w:szCs w:val="24"/>
              </w:rPr>
              <w:t>ГБУЗ Волгоградский областной клинический психоневрологический диспансер</w:t>
            </w:r>
          </w:p>
        </w:tc>
        <w:tc>
          <w:tcPr>
            <w:tcW w:w="1209" w:type="pct"/>
          </w:tcPr>
          <w:p w:rsidR="00A44BE2" w:rsidRPr="000519A7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  <w:r w:rsidRPr="006C183D">
              <w:rPr>
                <w:rFonts w:ascii="Times New Roman" w:hAnsi="Times New Roman"/>
                <w:b w:val="0"/>
                <w:iCs/>
                <w:sz w:val="24"/>
                <w:szCs w:val="24"/>
              </w:rPr>
              <w:t>г.Волгоград,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 ул. им. Чуйкова, 51</w:t>
            </w:r>
            <w:r w:rsidRPr="000519A7">
              <w:rPr>
                <w:rFonts w:ascii="Times New Roman" w:hAnsi="Times New Roman"/>
                <w:b w:val="0"/>
                <w:iCs/>
                <w:sz w:val="24"/>
                <w:szCs w:val="24"/>
              </w:rPr>
              <w:t>;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Pr="0033017B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ГУЗ "Физиотерапевтическая поликлиника" </w:t>
            </w:r>
          </w:p>
        </w:tc>
        <w:tc>
          <w:tcPr>
            <w:tcW w:w="1209" w:type="pct"/>
          </w:tcPr>
          <w:p w:rsidR="00A44BE2" w:rsidRPr="000519A7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C827F1">
              <w:rPr>
                <w:rFonts w:ascii="Times New Roman" w:hAnsi="Times New Roman"/>
                <w:b w:val="0"/>
                <w:iCs/>
                <w:sz w:val="24"/>
                <w:szCs w:val="24"/>
              </w:rPr>
              <w:t>3. г.Волгоград, ул. Порт-Саида, 11</w:t>
            </w:r>
            <w:r w:rsidRPr="000519A7">
              <w:rPr>
                <w:rFonts w:ascii="Times New Roman" w:hAnsi="Times New Roman"/>
                <w:b w:val="0"/>
                <w:iCs/>
                <w:sz w:val="24"/>
                <w:szCs w:val="24"/>
              </w:rPr>
              <w:t>;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C827F1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"Клиническая поликлиника № 12"</w:t>
            </w:r>
          </w:p>
        </w:tc>
        <w:tc>
          <w:tcPr>
            <w:tcW w:w="1209" w:type="pct"/>
          </w:tcPr>
          <w:p w:rsidR="00A44BE2" w:rsidRPr="00EC563E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4. </w:t>
            </w:r>
            <w:r w:rsidRPr="00C827F1">
              <w:rPr>
                <w:rFonts w:ascii="Times New Roman" w:hAnsi="Times New Roman"/>
                <w:b w:val="0"/>
                <w:iCs/>
                <w:sz w:val="24"/>
                <w:szCs w:val="24"/>
              </w:rPr>
              <w:t>г.Волгоград, ул. Новороссийская, 26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6C183D" w:rsidTr="00A44BE2">
        <w:tc>
          <w:tcPr>
            <w:tcW w:w="316" w:type="pct"/>
            <w:vMerge w:val="restart"/>
          </w:tcPr>
          <w:p w:rsidR="00A44BE2" w:rsidRPr="009110F3" w:rsidRDefault="006D247C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="00A44BE2"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"Клиническая поликлиника № 28"</w:t>
            </w:r>
          </w:p>
        </w:tc>
        <w:tc>
          <w:tcPr>
            <w:tcW w:w="1209" w:type="pct"/>
          </w:tcPr>
          <w:p w:rsidR="00A44BE2" w:rsidRPr="00EC563E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 w:rsidRPr="00EC563E">
              <w:rPr>
                <w:rFonts w:ascii="Times New Roman" w:hAnsi="Times New Roman"/>
                <w:b w:val="0"/>
                <w:iCs/>
                <w:sz w:val="24"/>
                <w:szCs w:val="24"/>
              </w:rPr>
              <w:t>1. г.Волгоград, ул.им. К.Симонова, 21;</w:t>
            </w:r>
          </w:p>
        </w:tc>
        <w:tc>
          <w:tcPr>
            <w:tcW w:w="767" w:type="pct"/>
            <w:vMerge w:val="restart"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356A3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18.08.2016</w:t>
            </w:r>
          </w:p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19.08.2016</w:t>
            </w:r>
          </w:p>
        </w:tc>
        <w:tc>
          <w:tcPr>
            <w:tcW w:w="800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9110F3" w:rsidRDefault="00F356A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Е.К.Будкевич</w:t>
            </w:r>
            <w:proofErr w:type="spellEnd"/>
          </w:p>
        </w:tc>
        <w:tc>
          <w:tcPr>
            <w:tcW w:w="759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42B2E" w:rsidRDefault="00942B2E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22.07.2016</w:t>
            </w: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"Больница № 18"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2. г. Волгоград, ул. </w:t>
            </w:r>
            <w:proofErr w:type="spellStart"/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Колпинская</w:t>
            </w:r>
            <w:proofErr w:type="spellEnd"/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, 3</w:t>
            </w:r>
            <w:r w:rsidRPr="000519A7">
              <w:rPr>
                <w:rFonts w:ascii="Times New Roman" w:hAnsi="Times New Roman"/>
                <w:b w:val="0"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5</w:t>
            </w:r>
            <w:r w:rsidRPr="000519A7">
              <w:rPr>
                <w:rFonts w:ascii="Times New Roman" w:hAnsi="Times New Roman"/>
                <w:b w:val="0"/>
                <w:iCs/>
                <w:sz w:val="24"/>
                <w:szCs w:val="24"/>
              </w:rPr>
              <w:t>;</w:t>
            </w:r>
          </w:p>
          <w:p w:rsidR="00A44BE2" w:rsidRPr="00EC563E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lastRenderedPageBreak/>
              <w:t>3. г. Волгоград, ул. 51-я Гвардейская, 19 (детская поликлиника)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EC563E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"Женская консультация №6"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4. </w:t>
            </w:r>
            <w:r w:rsidRPr="003323F0">
              <w:rPr>
                <w:rFonts w:ascii="Times New Roman" w:hAnsi="Times New Roman"/>
                <w:b w:val="0"/>
                <w:iCs/>
                <w:sz w:val="24"/>
                <w:szCs w:val="24"/>
              </w:rPr>
              <w:t>г. Волгоград, ул. 51 Гвардейская, 19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3323F0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ГАУЗ "Стоматологическая поликлиника № 8"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5. г. Волгоград, ул. республиканская, 13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6C183D" w:rsidTr="00A44BE2">
        <w:tc>
          <w:tcPr>
            <w:tcW w:w="316" w:type="pct"/>
            <w:vMerge w:val="restart"/>
          </w:tcPr>
          <w:p w:rsidR="00A44BE2" w:rsidRPr="009110F3" w:rsidRDefault="006D247C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="00A44BE2"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"Клиническая больница №6"</w:t>
            </w:r>
          </w:p>
        </w:tc>
        <w:tc>
          <w:tcPr>
            <w:tcW w:w="1209" w:type="pct"/>
          </w:tcPr>
          <w:p w:rsidR="00A44BE2" w:rsidRPr="00DB7F71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1. </w:t>
            </w:r>
            <w:r w:rsidRPr="00DB7F71">
              <w:rPr>
                <w:rFonts w:ascii="Times New Roman" w:hAnsi="Times New Roman"/>
                <w:b w:val="0"/>
                <w:iCs/>
                <w:sz w:val="24"/>
                <w:szCs w:val="24"/>
              </w:rPr>
              <w:t>г.Волгоград, ул</w:t>
            </w:r>
            <w:proofErr w:type="gramStart"/>
            <w:r w:rsidRPr="00DB7F71">
              <w:rPr>
                <w:rFonts w:ascii="Times New Roman" w:hAnsi="Times New Roman"/>
                <w:b w:val="0"/>
                <w:iCs/>
                <w:sz w:val="24"/>
                <w:szCs w:val="24"/>
              </w:rPr>
              <w:t>.Т</w:t>
            </w:r>
            <w:proofErr w:type="gramEnd"/>
            <w:r w:rsidRPr="00DB7F71">
              <w:rPr>
                <w:rFonts w:ascii="Times New Roman" w:hAnsi="Times New Roman"/>
                <w:b w:val="0"/>
                <w:iCs/>
                <w:sz w:val="24"/>
                <w:szCs w:val="24"/>
              </w:rPr>
              <w:t>ракторостроителей, 13</w:t>
            </w:r>
          </w:p>
        </w:tc>
        <w:tc>
          <w:tcPr>
            <w:tcW w:w="767" w:type="pct"/>
            <w:vMerge w:val="restart"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356A3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15.09.2016</w:t>
            </w:r>
          </w:p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16.09.2016</w:t>
            </w:r>
          </w:p>
        </w:tc>
        <w:tc>
          <w:tcPr>
            <w:tcW w:w="800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356A3" w:rsidRDefault="00F356A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9110F3" w:rsidRDefault="0006163B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Р.В.Федорчук</w:t>
            </w:r>
            <w:proofErr w:type="spellEnd"/>
          </w:p>
        </w:tc>
        <w:tc>
          <w:tcPr>
            <w:tcW w:w="759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0C5C63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20.09.2016</w:t>
            </w: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"Клиническая больница №12"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2. г. Волгоград, ул. Бажова, 2а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DB7F71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"Детская клиническая больница № 12"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3. г. Волгоград, ул. Демьяна Бедного, 14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DB7F71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"Родильный дом № 1"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4.г. Волгоград, </w:t>
            </w:r>
            <w:r w:rsidRPr="00511C81">
              <w:rPr>
                <w:rFonts w:ascii="Times New Roman" w:hAnsi="Times New Roman"/>
                <w:b w:val="0"/>
                <w:iCs/>
                <w:sz w:val="24"/>
                <w:szCs w:val="24"/>
              </w:rPr>
              <w:t>ул. им. Жолудева,1а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6C183D" w:rsidTr="00A44BE2">
        <w:tc>
          <w:tcPr>
            <w:tcW w:w="316" w:type="pct"/>
            <w:vMerge w:val="restart"/>
          </w:tcPr>
          <w:p w:rsidR="00A44BE2" w:rsidRPr="009110F3" w:rsidRDefault="00A44BE2" w:rsidP="006D247C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6D247C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"Клиническая больница №4"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 г. Волгоград, ул.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Ополченская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40 (хирургический корпус)</w:t>
            </w:r>
            <w:r w:rsidRPr="000519A7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1024A0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 г. Волгоград, ул.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Ополченская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40 (терапевтический корпус)</w:t>
            </w:r>
            <w:r w:rsidRPr="001024A0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</w:tc>
        <w:tc>
          <w:tcPr>
            <w:tcW w:w="767" w:type="pct"/>
            <w:vMerge w:val="restart"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356A3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19.10.2016</w:t>
            </w:r>
          </w:p>
          <w:p w:rsidR="00A44BE2" w:rsidRPr="009110F3" w:rsidRDefault="000C5C6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="00A44BE2"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.10.2016</w:t>
            </w:r>
          </w:p>
        </w:tc>
        <w:tc>
          <w:tcPr>
            <w:tcW w:w="800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9110F3" w:rsidRDefault="0006163B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Л.Д.Коробова</w:t>
            </w:r>
          </w:p>
        </w:tc>
        <w:tc>
          <w:tcPr>
            <w:tcW w:w="759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21.10.2016</w:t>
            </w: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"Клиническая больница №5"</w:t>
            </w:r>
          </w:p>
        </w:tc>
        <w:tc>
          <w:tcPr>
            <w:tcW w:w="120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 г. Волгоград, ул. Пельше, 2 (главный корпус)</w:t>
            </w:r>
            <w:r w:rsidRPr="000519A7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964ED8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г. Волгоград, ул. Пельше, 2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(родильный дом)</w:t>
            </w:r>
            <w:r w:rsidRPr="00964ED8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A44BE2" w:rsidRDefault="00A44BE2" w:rsidP="00964ED8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964ED8" w:rsidRDefault="00A44BE2" w:rsidP="00964ED8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5. г. Волгоград, пр. им. Маршала Еременко, 56 (женская консультация)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33017B" w:rsidTr="00A44BE2">
        <w:tc>
          <w:tcPr>
            <w:tcW w:w="316" w:type="pct"/>
            <w:vMerge w:val="restart"/>
          </w:tcPr>
          <w:p w:rsidR="00A44BE2" w:rsidRPr="009110F3" w:rsidRDefault="00A44BE2" w:rsidP="006D247C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</w:t>
            </w:r>
            <w:r w:rsidR="006D247C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"Городская клиническая больница № 3"</w:t>
            </w:r>
          </w:p>
        </w:tc>
        <w:tc>
          <w:tcPr>
            <w:tcW w:w="1209" w:type="pct"/>
          </w:tcPr>
          <w:p w:rsidR="00A44BE2" w:rsidRPr="009C0766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 г. Волгоград, ул. Советская, 47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;</w:t>
            </w:r>
          </w:p>
        </w:tc>
        <w:tc>
          <w:tcPr>
            <w:tcW w:w="767" w:type="pct"/>
            <w:vMerge w:val="restart"/>
          </w:tcPr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17.11.2016</w:t>
            </w:r>
          </w:p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18.11.2016</w:t>
            </w:r>
          </w:p>
        </w:tc>
        <w:tc>
          <w:tcPr>
            <w:tcW w:w="800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A44BE2" w:rsidRPr="009110F3" w:rsidRDefault="00F356A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А.А.Антонова</w:t>
            </w:r>
          </w:p>
        </w:tc>
        <w:tc>
          <w:tcPr>
            <w:tcW w:w="759" w:type="pct"/>
            <w:vMerge w:val="restar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C5C63" w:rsidRDefault="000C5C63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21.11.2016</w:t>
            </w:r>
          </w:p>
        </w:tc>
      </w:tr>
      <w:tr w:rsidR="00A44BE2" w:rsidRPr="009C0766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ГБУЗ "Волгоградский областной клинический центр медицинской реабилитации"</w:t>
            </w:r>
          </w:p>
        </w:tc>
        <w:tc>
          <w:tcPr>
            <w:tcW w:w="1209" w:type="pct"/>
          </w:tcPr>
          <w:p w:rsidR="00A44BE2" w:rsidRPr="009C0766" w:rsidRDefault="00A44BE2" w:rsidP="009C0766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г. Волгоград, </w:t>
            </w:r>
            <w:r w:rsidRPr="009C0766">
              <w:rPr>
                <w:rFonts w:ascii="Times New Roman" w:hAnsi="Times New Roman" w:cs="Times New Roman"/>
                <w:b w:val="0"/>
                <w:sz w:val="24"/>
                <w:szCs w:val="24"/>
              </w:rPr>
              <w:t>ул</w:t>
            </w:r>
            <w:proofErr w:type="gramStart"/>
            <w:r w:rsidRPr="009C0766">
              <w:rPr>
                <w:rFonts w:ascii="Times New Roman" w:hAnsi="Times New Roman" w:cs="Times New Roman"/>
                <w:b w:val="0"/>
                <w:sz w:val="24"/>
                <w:szCs w:val="24"/>
              </w:rPr>
              <w:t>.Н</w:t>
            </w:r>
            <w:proofErr w:type="gramEnd"/>
            <w:r w:rsidRPr="009C0766">
              <w:rPr>
                <w:rFonts w:ascii="Times New Roman" w:hAnsi="Times New Roman" w:cs="Times New Roman"/>
                <w:b w:val="0"/>
                <w:sz w:val="24"/>
                <w:szCs w:val="24"/>
              </w:rPr>
              <w:t>аумова, 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;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9C0766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ГАУЗ "Стоматологическая поликлиника №1"</w:t>
            </w:r>
          </w:p>
        </w:tc>
        <w:tc>
          <w:tcPr>
            <w:tcW w:w="1209" w:type="pct"/>
          </w:tcPr>
          <w:p w:rsidR="00A44BE2" w:rsidRDefault="00A44BE2" w:rsidP="009C0766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0766">
              <w:rPr>
                <w:rFonts w:ascii="Times New Roman" w:hAnsi="Times New Roman" w:cs="Times New Roman"/>
                <w:b w:val="0"/>
                <w:sz w:val="24"/>
                <w:szCs w:val="24"/>
              </w:rPr>
              <w:t>3. г.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Волгоград, ул. Коммунистическая</w:t>
            </w:r>
            <w:r w:rsidRPr="009C0766">
              <w:rPr>
                <w:rFonts w:ascii="Times New Roman" w:hAnsi="Times New Roman" w:cs="Times New Roman"/>
                <w:b w:val="0"/>
                <w:sz w:val="24"/>
                <w:szCs w:val="24"/>
              </w:rPr>
              <w:t>, 3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44BE2" w:rsidRPr="0089773A" w:rsidTr="00A44BE2">
        <w:tc>
          <w:tcPr>
            <w:tcW w:w="316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A44BE2" w:rsidRDefault="00FA23FE" w:rsidP="0089773A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w:history="1">
              <w:r w:rsidR="0089773A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ГКУЗ "</w:t>
              </w:r>
              <w:r w:rsidR="00A44BE2" w:rsidRPr="00866F66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 xml:space="preserve">Волгоградский областной </w:t>
              </w:r>
              <w:proofErr w:type="gramStart"/>
              <w:r w:rsidR="00A44BE2" w:rsidRPr="00866F66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специализированный</w:t>
              </w:r>
              <w:proofErr w:type="gramEnd"/>
              <w:r w:rsidR="00A44BE2" w:rsidRPr="00866F66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 xml:space="preserve"> дом ребенка для детей с органическим поражением центральной нервной системы с нарушением психики</w:t>
              </w:r>
              <w:r w:rsidR="0089773A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"</w:t>
              </w:r>
            </w:hyperlink>
          </w:p>
        </w:tc>
        <w:tc>
          <w:tcPr>
            <w:tcW w:w="1209" w:type="pct"/>
          </w:tcPr>
          <w:p w:rsidR="00A44BE2" w:rsidRPr="009C0766" w:rsidRDefault="00A44BE2" w:rsidP="009C0766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г. Волгоград, </w:t>
            </w:r>
            <w:r w:rsidRPr="00866F66">
              <w:rPr>
                <w:rFonts w:ascii="Times New Roman" w:hAnsi="Times New Roman" w:cs="Times New Roman"/>
                <w:b w:val="0"/>
                <w:sz w:val="24"/>
                <w:szCs w:val="24"/>
              </w:rPr>
              <w:t>ул. Коммунистическая 62 а</w:t>
            </w:r>
          </w:p>
        </w:tc>
        <w:tc>
          <w:tcPr>
            <w:tcW w:w="767" w:type="pct"/>
            <w:vMerge/>
          </w:tcPr>
          <w:p w:rsidR="00A44BE2" w:rsidRPr="009110F3" w:rsidRDefault="00A44BE2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A44BE2" w:rsidRPr="009110F3" w:rsidRDefault="00A44BE2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A7D3F" w:rsidRPr="00EC563E" w:rsidTr="00A44BE2">
        <w:tc>
          <w:tcPr>
            <w:tcW w:w="316" w:type="pct"/>
            <w:vMerge w:val="restart"/>
          </w:tcPr>
          <w:p w:rsidR="009A7D3F" w:rsidRPr="009110F3" w:rsidRDefault="009A7D3F" w:rsidP="006D247C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="006D247C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149" w:type="pct"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"Больница № 24"</w:t>
            </w:r>
          </w:p>
        </w:tc>
        <w:tc>
          <w:tcPr>
            <w:tcW w:w="1209" w:type="pct"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1. </w:t>
            </w:r>
            <w:r w:rsidRPr="005120B4">
              <w:rPr>
                <w:rFonts w:ascii="Times New Roman" w:hAnsi="Times New Roman" w:cs="Times New Roman"/>
                <w:b w:val="0"/>
                <w:sz w:val="24"/>
                <w:szCs w:val="24"/>
              </w:rPr>
              <w:t>г.Волгоград, ул. им. Голубева, 1</w:t>
            </w:r>
          </w:p>
        </w:tc>
        <w:tc>
          <w:tcPr>
            <w:tcW w:w="767" w:type="pct"/>
            <w:vMerge w:val="restart"/>
          </w:tcPr>
          <w:p w:rsidR="009A7D3F" w:rsidRDefault="009A7D3F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F356A3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20.12.2016</w:t>
            </w:r>
          </w:p>
          <w:p w:rsidR="009A7D3F" w:rsidRPr="009110F3" w:rsidRDefault="009A7D3F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110F3">
              <w:rPr>
                <w:rFonts w:ascii="Times New Roman" w:hAnsi="Times New Roman" w:cs="Times New Roman"/>
                <w:b w:val="0"/>
                <w:sz w:val="24"/>
                <w:szCs w:val="24"/>
              </w:rPr>
              <w:t>21.12.2016</w:t>
            </w:r>
          </w:p>
        </w:tc>
        <w:tc>
          <w:tcPr>
            <w:tcW w:w="800" w:type="pct"/>
            <w:vMerge w:val="restart"/>
          </w:tcPr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Pr="009110F3" w:rsidRDefault="0006163B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Н.В.Ширяева</w:t>
            </w:r>
          </w:p>
        </w:tc>
        <w:tc>
          <w:tcPr>
            <w:tcW w:w="759" w:type="pct"/>
            <w:vMerge w:val="restart"/>
          </w:tcPr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22.12.2016</w:t>
            </w:r>
          </w:p>
        </w:tc>
      </w:tr>
      <w:tr w:rsidR="009A7D3F" w:rsidRPr="00EC563E" w:rsidTr="00A44BE2">
        <w:tc>
          <w:tcPr>
            <w:tcW w:w="316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9A7D3F" w:rsidRPr="009A7D3F" w:rsidRDefault="009A7D3F" w:rsidP="00A06855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</w:rPr>
              <w:t>ГБУЗ "Волгоградский областной клинический психоневрологический диспансер"</w:t>
            </w:r>
          </w:p>
        </w:tc>
        <w:tc>
          <w:tcPr>
            <w:tcW w:w="1209" w:type="pct"/>
          </w:tcPr>
          <w:p w:rsidR="009A7D3F" w:rsidRPr="009A7D3F" w:rsidRDefault="009A7D3F" w:rsidP="00A06855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</w:rPr>
              <w:t>. г. Волгоград, ул. Удмуртская, 32</w:t>
            </w: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;</w:t>
            </w:r>
          </w:p>
          <w:p w:rsidR="009A7D3F" w:rsidRPr="009A7D3F" w:rsidRDefault="009A7D3F" w:rsidP="00A06855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67" w:type="pct"/>
            <w:vMerge/>
          </w:tcPr>
          <w:p w:rsidR="009A7D3F" w:rsidRPr="009110F3" w:rsidRDefault="009A7D3F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A7D3F" w:rsidRPr="00EC563E" w:rsidTr="00A44BE2">
        <w:tc>
          <w:tcPr>
            <w:tcW w:w="316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9A7D3F" w:rsidRPr="009A7D3F" w:rsidRDefault="009A7D3F" w:rsidP="00A06855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ГБУЗ "Волгоградский </w:t>
            </w: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областной клинический наркологический диспансер"</w:t>
            </w:r>
          </w:p>
        </w:tc>
        <w:tc>
          <w:tcPr>
            <w:tcW w:w="1209" w:type="pct"/>
          </w:tcPr>
          <w:p w:rsidR="009A7D3F" w:rsidRPr="009A7D3F" w:rsidRDefault="009A7D3F" w:rsidP="00A06855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3</w:t>
            </w: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г. Волгоград ул. Арсеньева, </w:t>
            </w: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10</w:t>
            </w: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;</w:t>
            </w:r>
          </w:p>
        </w:tc>
        <w:tc>
          <w:tcPr>
            <w:tcW w:w="767" w:type="pct"/>
            <w:vMerge/>
          </w:tcPr>
          <w:p w:rsidR="009A7D3F" w:rsidRPr="009110F3" w:rsidRDefault="009A7D3F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A7D3F" w:rsidRPr="00EC563E" w:rsidTr="00A44BE2">
        <w:tc>
          <w:tcPr>
            <w:tcW w:w="316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9A7D3F" w:rsidRPr="009A7D3F" w:rsidRDefault="009A7D3F" w:rsidP="00A06855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"Детская поликлиника №26"</w:t>
            </w:r>
          </w:p>
        </w:tc>
        <w:tc>
          <w:tcPr>
            <w:tcW w:w="1209" w:type="pct"/>
          </w:tcPr>
          <w:p w:rsidR="009A7D3F" w:rsidRPr="009A7D3F" w:rsidRDefault="009A7D3F" w:rsidP="00A06855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</w:rPr>
              <w:t>. г. Волгоград, Бульвар Энгельса, 14</w:t>
            </w: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;</w:t>
            </w:r>
          </w:p>
        </w:tc>
        <w:tc>
          <w:tcPr>
            <w:tcW w:w="767" w:type="pct"/>
            <w:vMerge/>
          </w:tcPr>
          <w:p w:rsidR="009A7D3F" w:rsidRPr="009110F3" w:rsidRDefault="009A7D3F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9A7D3F" w:rsidRPr="0089773A" w:rsidTr="00A44BE2">
        <w:tc>
          <w:tcPr>
            <w:tcW w:w="316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9" w:type="pct"/>
          </w:tcPr>
          <w:p w:rsidR="009A7D3F" w:rsidRPr="009A7D3F" w:rsidRDefault="009A7D3F" w:rsidP="00A06855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</w:rPr>
              <w:t>ГУЗ "Больница № 22"</w:t>
            </w:r>
          </w:p>
        </w:tc>
        <w:tc>
          <w:tcPr>
            <w:tcW w:w="1209" w:type="pct"/>
          </w:tcPr>
          <w:p w:rsidR="009A7D3F" w:rsidRPr="009A7D3F" w:rsidRDefault="009A7D3F" w:rsidP="00A06855">
            <w:pPr>
              <w:pStyle w:val="ConsTitle"/>
              <w:tabs>
                <w:tab w:val="left" w:pos="284"/>
              </w:tabs>
              <w:spacing w:line="280" w:lineRule="exact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  <w:bookmarkStart w:id="0" w:name="_GoBack"/>
            <w:bookmarkEnd w:id="0"/>
            <w:r w:rsidRPr="009A7D3F">
              <w:rPr>
                <w:rFonts w:ascii="Times New Roman" w:hAnsi="Times New Roman" w:cs="Times New Roman"/>
                <w:b w:val="0"/>
                <w:sz w:val="24"/>
                <w:szCs w:val="24"/>
              </w:rPr>
              <w:t>. г.Волгоград, ул. им. Доценко, 33 а</w:t>
            </w:r>
          </w:p>
        </w:tc>
        <w:tc>
          <w:tcPr>
            <w:tcW w:w="767" w:type="pct"/>
            <w:vMerge/>
          </w:tcPr>
          <w:p w:rsidR="009A7D3F" w:rsidRPr="009110F3" w:rsidRDefault="009A7D3F" w:rsidP="00AD35EF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9" w:type="pct"/>
            <w:vMerge/>
          </w:tcPr>
          <w:p w:rsidR="009A7D3F" w:rsidRPr="009110F3" w:rsidRDefault="009A7D3F" w:rsidP="008C7834">
            <w:pPr>
              <w:pStyle w:val="ConsTitle"/>
              <w:tabs>
                <w:tab w:val="left" w:pos="284"/>
              </w:tabs>
              <w:spacing w:line="280" w:lineRule="exact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AD35EF" w:rsidRPr="00AD35EF" w:rsidRDefault="00AD35EF">
      <w:pPr>
        <w:rPr>
          <w:lang w:val="ru-RU"/>
        </w:rPr>
      </w:pPr>
    </w:p>
    <w:sectPr w:rsidR="00AD35EF" w:rsidRPr="00AD35EF" w:rsidSect="00AD35E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35EF"/>
    <w:rsid w:val="00000580"/>
    <w:rsid w:val="000005B4"/>
    <w:rsid w:val="00000945"/>
    <w:rsid w:val="00000F72"/>
    <w:rsid w:val="00001276"/>
    <w:rsid w:val="000012DD"/>
    <w:rsid w:val="00001D24"/>
    <w:rsid w:val="000024E2"/>
    <w:rsid w:val="00003E42"/>
    <w:rsid w:val="00003EB0"/>
    <w:rsid w:val="00004261"/>
    <w:rsid w:val="00004609"/>
    <w:rsid w:val="000050FE"/>
    <w:rsid w:val="00006185"/>
    <w:rsid w:val="0000621D"/>
    <w:rsid w:val="0000663B"/>
    <w:rsid w:val="00006851"/>
    <w:rsid w:val="00006DE5"/>
    <w:rsid w:val="00007965"/>
    <w:rsid w:val="00007EAA"/>
    <w:rsid w:val="00010888"/>
    <w:rsid w:val="00011BEE"/>
    <w:rsid w:val="00012580"/>
    <w:rsid w:val="00013538"/>
    <w:rsid w:val="000138AD"/>
    <w:rsid w:val="00014328"/>
    <w:rsid w:val="000143EE"/>
    <w:rsid w:val="0001527F"/>
    <w:rsid w:val="0001565B"/>
    <w:rsid w:val="000170C7"/>
    <w:rsid w:val="00017676"/>
    <w:rsid w:val="00017FAA"/>
    <w:rsid w:val="00020A9D"/>
    <w:rsid w:val="00020C06"/>
    <w:rsid w:val="000213D3"/>
    <w:rsid w:val="00021DF6"/>
    <w:rsid w:val="00021E49"/>
    <w:rsid w:val="00022061"/>
    <w:rsid w:val="000220DC"/>
    <w:rsid w:val="0002215C"/>
    <w:rsid w:val="0002245B"/>
    <w:rsid w:val="00022B63"/>
    <w:rsid w:val="00024E58"/>
    <w:rsid w:val="00025EB8"/>
    <w:rsid w:val="00025EED"/>
    <w:rsid w:val="00026638"/>
    <w:rsid w:val="00026732"/>
    <w:rsid w:val="00026DA6"/>
    <w:rsid w:val="000270B1"/>
    <w:rsid w:val="00027D82"/>
    <w:rsid w:val="0003041D"/>
    <w:rsid w:val="00030EC8"/>
    <w:rsid w:val="00032549"/>
    <w:rsid w:val="00032FB3"/>
    <w:rsid w:val="00033F36"/>
    <w:rsid w:val="00034BAE"/>
    <w:rsid w:val="00034F31"/>
    <w:rsid w:val="00037AF8"/>
    <w:rsid w:val="00037DCA"/>
    <w:rsid w:val="000409CB"/>
    <w:rsid w:val="00040DC6"/>
    <w:rsid w:val="0004180E"/>
    <w:rsid w:val="00042617"/>
    <w:rsid w:val="0004289C"/>
    <w:rsid w:val="000428AD"/>
    <w:rsid w:val="000430E3"/>
    <w:rsid w:val="0004310F"/>
    <w:rsid w:val="00044607"/>
    <w:rsid w:val="00044631"/>
    <w:rsid w:val="000456B2"/>
    <w:rsid w:val="00045968"/>
    <w:rsid w:val="00045FCA"/>
    <w:rsid w:val="000463BA"/>
    <w:rsid w:val="00046A62"/>
    <w:rsid w:val="000478FD"/>
    <w:rsid w:val="00047A7E"/>
    <w:rsid w:val="00050C87"/>
    <w:rsid w:val="00050DAB"/>
    <w:rsid w:val="000519A7"/>
    <w:rsid w:val="00051B05"/>
    <w:rsid w:val="00051D78"/>
    <w:rsid w:val="00052F10"/>
    <w:rsid w:val="00053539"/>
    <w:rsid w:val="00054024"/>
    <w:rsid w:val="0005413E"/>
    <w:rsid w:val="0005463E"/>
    <w:rsid w:val="00054D25"/>
    <w:rsid w:val="000554BD"/>
    <w:rsid w:val="00055642"/>
    <w:rsid w:val="0005581A"/>
    <w:rsid w:val="00055848"/>
    <w:rsid w:val="000558B3"/>
    <w:rsid w:val="00055EA4"/>
    <w:rsid w:val="00056173"/>
    <w:rsid w:val="000562ED"/>
    <w:rsid w:val="0005648E"/>
    <w:rsid w:val="00056C34"/>
    <w:rsid w:val="000603A0"/>
    <w:rsid w:val="000614DB"/>
    <w:rsid w:val="0006163B"/>
    <w:rsid w:val="0006166C"/>
    <w:rsid w:val="00061C30"/>
    <w:rsid w:val="00061EB3"/>
    <w:rsid w:val="00062113"/>
    <w:rsid w:val="00062847"/>
    <w:rsid w:val="00062AC0"/>
    <w:rsid w:val="000631AB"/>
    <w:rsid w:val="000638E4"/>
    <w:rsid w:val="00063CA7"/>
    <w:rsid w:val="00064D03"/>
    <w:rsid w:val="00064D08"/>
    <w:rsid w:val="00065A12"/>
    <w:rsid w:val="00066158"/>
    <w:rsid w:val="000662DD"/>
    <w:rsid w:val="000668CE"/>
    <w:rsid w:val="0006757F"/>
    <w:rsid w:val="00067B93"/>
    <w:rsid w:val="00067FCE"/>
    <w:rsid w:val="00070871"/>
    <w:rsid w:val="00071230"/>
    <w:rsid w:val="00071789"/>
    <w:rsid w:val="000717E9"/>
    <w:rsid w:val="00071891"/>
    <w:rsid w:val="00071915"/>
    <w:rsid w:val="00071A4A"/>
    <w:rsid w:val="00071C9B"/>
    <w:rsid w:val="00071F3F"/>
    <w:rsid w:val="00072245"/>
    <w:rsid w:val="00072349"/>
    <w:rsid w:val="00072A62"/>
    <w:rsid w:val="0007406D"/>
    <w:rsid w:val="0007414B"/>
    <w:rsid w:val="000741BE"/>
    <w:rsid w:val="000747FD"/>
    <w:rsid w:val="000749A7"/>
    <w:rsid w:val="00074C5A"/>
    <w:rsid w:val="00074D29"/>
    <w:rsid w:val="0007516C"/>
    <w:rsid w:val="00075915"/>
    <w:rsid w:val="00077330"/>
    <w:rsid w:val="00077FBB"/>
    <w:rsid w:val="00080CD7"/>
    <w:rsid w:val="000811A9"/>
    <w:rsid w:val="0008171E"/>
    <w:rsid w:val="00081730"/>
    <w:rsid w:val="000819B0"/>
    <w:rsid w:val="0008212D"/>
    <w:rsid w:val="000833CC"/>
    <w:rsid w:val="000835A2"/>
    <w:rsid w:val="000841E4"/>
    <w:rsid w:val="00084483"/>
    <w:rsid w:val="00084D19"/>
    <w:rsid w:val="00084FE0"/>
    <w:rsid w:val="00085431"/>
    <w:rsid w:val="000855E8"/>
    <w:rsid w:val="000857A1"/>
    <w:rsid w:val="00085A30"/>
    <w:rsid w:val="00086035"/>
    <w:rsid w:val="000861F6"/>
    <w:rsid w:val="000867F5"/>
    <w:rsid w:val="00086B67"/>
    <w:rsid w:val="000871EF"/>
    <w:rsid w:val="000876AA"/>
    <w:rsid w:val="000903B0"/>
    <w:rsid w:val="00090476"/>
    <w:rsid w:val="00091123"/>
    <w:rsid w:val="00091531"/>
    <w:rsid w:val="000920B8"/>
    <w:rsid w:val="00092BB0"/>
    <w:rsid w:val="00092F8A"/>
    <w:rsid w:val="000939C8"/>
    <w:rsid w:val="00095C5E"/>
    <w:rsid w:val="00096552"/>
    <w:rsid w:val="00096D34"/>
    <w:rsid w:val="0009719B"/>
    <w:rsid w:val="0009734D"/>
    <w:rsid w:val="000976E1"/>
    <w:rsid w:val="0009790C"/>
    <w:rsid w:val="000A08D1"/>
    <w:rsid w:val="000A0F63"/>
    <w:rsid w:val="000A18ED"/>
    <w:rsid w:val="000A1A00"/>
    <w:rsid w:val="000A1ACD"/>
    <w:rsid w:val="000A1EA5"/>
    <w:rsid w:val="000A2093"/>
    <w:rsid w:val="000A2094"/>
    <w:rsid w:val="000A21DB"/>
    <w:rsid w:val="000A2A6F"/>
    <w:rsid w:val="000A2AF1"/>
    <w:rsid w:val="000A37E2"/>
    <w:rsid w:val="000A463E"/>
    <w:rsid w:val="000A4BED"/>
    <w:rsid w:val="000A51D9"/>
    <w:rsid w:val="000A5871"/>
    <w:rsid w:val="000A5C88"/>
    <w:rsid w:val="000A5E80"/>
    <w:rsid w:val="000A6834"/>
    <w:rsid w:val="000A6CD0"/>
    <w:rsid w:val="000A6E71"/>
    <w:rsid w:val="000A7464"/>
    <w:rsid w:val="000A7D4D"/>
    <w:rsid w:val="000B05D2"/>
    <w:rsid w:val="000B1288"/>
    <w:rsid w:val="000B1393"/>
    <w:rsid w:val="000B17D8"/>
    <w:rsid w:val="000B17E7"/>
    <w:rsid w:val="000B20B7"/>
    <w:rsid w:val="000B34E8"/>
    <w:rsid w:val="000B441C"/>
    <w:rsid w:val="000B450C"/>
    <w:rsid w:val="000B4915"/>
    <w:rsid w:val="000B4C92"/>
    <w:rsid w:val="000B536F"/>
    <w:rsid w:val="000B5555"/>
    <w:rsid w:val="000B5789"/>
    <w:rsid w:val="000B59CA"/>
    <w:rsid w:val="000B62D9"/>
    <w:rsid w:val="000B6BED"/>
    <w:rsid w:val="000B6E02"/>
    <w:rsid w:val="000B7822"/>
    <w:rsid w:val="000B7F84"/>
    <w:rsid w:val="000C0E10"/>
    <w:rsid w:val="000C0E58"/>
    <w:rsid w:val="000C10A4"/>
    <w:rsid w:val="000C14EE"/>
    <w:rsid w:val="000C1762"/>
    <w:rsid w:val="000C1B6F"/>
    <w:rsid w:val="000C1D45"/>
    <w:rsid w:val="000C2768"/>
    <w:rsid w:val="000C27EC"/>
    <w:rsid w:val="000C28FE"/>
    <w:rsid w:val="000C2BD4"/>
    <w:rsid w:val="000C2CBD"/>
    <w:rsid w:val="000C3286"/>
    <w:rsid w:val="000C33B6"/>
    <w:rsid w:val="000C401B"/>
    <w:rsid w:val="000C441A"/>
    <w:rsid w:val="000C4E75"/>
    <w:rsid w:val="000C5C63"/>
    <w:rsid w:val="000C61DD"/>
    <w:rsid w:val="000C7285"/>
    <w:rsid w:val="000C779F"/>
    <w:rsid w:val="000C78E0"/>
    <w:rsid w:val="000D0462"/>
    <w:rsid w:val="000D04C4"/>
    <w:rsid w:val="000D0539"/>
    <w:rsid w:val="000D0CC7"/>
    <w:rsid w:val="000D0EBF"/>
    <w:rsid w:val="000D21BF"/>
    <w:rsid w:val="000D2450"/>
    <w:rsid w:val="000D263C"/>
    <w:rsid w:val="000D3183"/>
    <w:rsid w:val="000D31D7"/>
    <w:rsid w:val="000D3939"/>
    <w:rsid w:val="000D3EE6"/>
    <w:rsid w:val="000D3FD6"/>
    <w:rsid w:val="000D53FC"/>
    <w:rsid w:val="000D58E9"/>
    <w:rsid w:val="000D6486"/>
    <w:rsid w:val="000D717B"/>
    <w:rsid w:val="000D71CF"/>
    <w:rsid w:val="000D73C0"/>
    <w:rsid w:val="000D7A7A"/>
    <w:rsid w:val="000D7DE0"/>
    <w:rsid w:val="000E17E5"/>
    <w:rsid w:val="000E2615"/>
    <w:rsid w:val="000E288E"/>
    <w:rsid w:val="000E2C0A"/>
    <w:rsid w:val="000E2EE5"/>
    <w:rsid w:val="000E303E"/>
    <w:rsid w:val="000E5BDF"/>
    <w:rsid w:val="000E7061"/>
    <w:rsid w:val="000F0166"/>
    <w:rsid w:val="000F0EAF"/>
    <w:rsid w:val="000F251A"/>
    <w:rsid w:val="000F302B"/>
    <w:rsid w:val="000F49E2"/>
    <w:rsid w:val="000F4BE5"/>
    <w:rsid w:val="000F5C21"/>
    <w:rsid w:val="000F63B2"/>
    <w:rsid w:val="000F68AA"/>
    <w:rsid w:val="000F7504"/>
    <w:rsid w:val="000F768D"/>
    <w:rsid w:val="001001E8"/>
    <w:rsid w:val="00100244"/>
    <w:rsid w:val="00100963"/>
    <w:rsid w:val="001024A0"/>
    <w:rsid w:val="00103411"/>
    <w:rsid w:val="001036FA"/>
    <w:rsid w:val="00103B31"/>
    <w:rsid w:val="0010426C"/>
    <w:rsid w:val="00104A35"/>
    <w:rsid w:val="00104A69"/>
    <w:rsid w:val="00105E55"/>
    <w:rsid w:val="00105E65"/>
    <w:rsid w:val="001071B8"/>
    <w:rsid w:val="00110CA5"/>
    <w:rsid w:val="00110EDA"/>
    <w:rsid w:val="00111506"/>
    <w:rsid w:val="001115B4"/>
    <w:rsid w:val="00111707"/>
    <w:rsid w:val="00112796"/>
    <w:rsid w:val="001129E5"/>
    <w:rsid w:val="00112B17"/>
    <w:rsid w:val="001137F5"/>
    <w:rsid w:val="00114764"/>
    <w:rsid w:val="00114D47"/>
    <w:rsid w:val="0011577B"/>
    <w:rsid w:val="00115A60"/>
    <w:rsid w:val="00115E0A"/>
    <w:rsid w:val="00116624"/>
    <w:rsid w:val="00117498"/>
    <w:rsid w:val="00117978"/>
    <w:rsid w:val="00117C94"/>
    <w:rsid w:val="001202CC"/>
    <w:rsid w:val="00120477"/>
    <w:rsid w:val="0012047D"/>
    <w:rsid w:val="00120AC6"/>
    <w:rsid w:val="00120AFC"/>
    <w:rsid w:val="00120E44"/>
    <w:rsid w:val="00120E8F"/>
    <w:rsid w:val="00120F1D"/>
    <w:rsid w:val="00121033"/>
    <w:rsid w:val="001216A0"/>
    <w:rsid w:val="00121AAA"/>
    <w:rsid w:val="00122228"/>
    <w:rsid w:val="0012223C"/>
    <w:rsid w:val="00122287"/>
    <w:rsid w:val="00122689"/>
    <w:rsid w:val="00122E59"/>
    <w:rsid w:val="00123123"/>
    <w:rsid w:val="00123149"/>
    <w:rsid w:val="0012421C"/>
    <w:rsid w:val="001246E5"/>
    <w:rsid w:val="0012474E"/>
    <w:rsid w:val="00124771"/>
    <w:rsid w:val="00124994"/>
    <w:rsid w:val="00124E58"/>
    <w:rsid w:val="00125A8D"/>
    <w:rsid w:val="00125F49"/>
    <w:rsid w:val="00126E57"/>
    <w:rsid w:val="00127421"/>
    <w:rsid w:val="00127710"/>
    <w:rsid w:val="00131104"/>
    <w:rsid w:val="00131248"/>
    <w:rsid w:val="001318EA"/>
    <w:rsid w:val="00131932"/>
    <w:rsid w:val="00131DF7"/>
    <w:rsid w:val="0013204D"/>
    <w:rsid w:val="00132101"/>
    <w:rsid w:val="00132645"/>
    <w:rsid w:val="00132B73"/>
    <w:rsid w:val="0013421B"/>
    <w:rsid w:val="00134D8A"/>
    <w:rsid w:val="00134EE6"/>
    <w:rsid w:val="00135842"/>
    <w:rsid w:val="00137553"/>
    <w:rsid w:val="001403E3"/>
    <w:rsid w:val="00141218"/>
    <w:rsid w:val="0014123F"/>
    <w:rsid w:val="001413BC"/>
    <w:rsid w:val="00141560"/>
    <w:rsid w:val="00141882"/>
    <w:rsid w:val="00141DCC"/>
    <w:rsid w:val="00142A3B"/>
    <w:rsid w:val="00142EDD"/>
    <w:rsid w:val="00143766"/>
    <w:rsid w:val="00143A3E"/>
    <w:rsid w:val="00143B14"/>
    <w:rsid w:val="00144319"/>
    <w:rsid w:val="001449D4"/>
    <w:rsid w:val="0014648B"/>
    <w:rsid w:val="001465AA"/>
    <w:rsid w:val="00146883"/>
    <w:rsid w:val="00146E7F"/>
    <w:rsid w:val="0015018A"/>
    <w:rsid w:val="00150433"/>
    <w:rsid w:val="001505DD"/>
    <w:rsid w:val="00151121"/>
    <w:rsid w:val="00151B40"/>
    <w:rsid w:val="0015243B"/>
    <w:rsid w:val="00153838"/>
    <w:rsid w:val="001542C1"/>
    <w:rsid w:val="00154475"/>
    <w:rsid w:val="00154DB1"/>
    <w:rsid w:val="001561B0"/>
    <w:rsid w:val="00156CBF"/>
    <w:rsid w:val="00156FE6"/>
    <w:rsid w:val="001573E7"/>
    <w:rsid w:val="00157420"/>
    <w:rsid w:val="00157597"/>
    <w:rsid w:val="0015778E"/>
    <w:rsid w:val="001603C0"/>
    <w:rsid w:val="001603C3"/>
    <w:rsid w:val="00160C45"/>
    <w:rsid w:val="00161340"/>
    <w:rsid w:val="00161438"/>
    <w:rsid w:val="00161456"/>
    <w:rsid w:val="001619A6"/>
    <w:rsid w:val="001630B8"/>
    <w:rsid w:val="00163924"/>
    <w:rsid w:val="001666B0"/>
    <w:rsid w:val="0016692D"/>
    <w:rsid w:val="001669A9"/>
    <w:rsid w:val="00167B18"/>
    <w:rsid w:val="001719F8"/>
    <w:rsid w:val="00172058"/>
    <w:rsid w:val="001720E4"/>
    <w:rsid w:val="00172171"/>
    <w:rsid w:val="00174E5D"/>
    <w:rsid w:val="001753C2"/>
    <w:rsid w:val="00175572"/>
    <w:rsid w:val="00175EBE"/>
    <w:rsid w:val="00176B8C"/>
    <w:rsid w:val="00176C14"/>
    <w:rsid w:val="00176C34"/>
    <w:rsid w:val="00177649"/>
    <w:rsid w:val="001777AB"/>
    <w:rsid w:val="00177DDA"/>
    <w:rsid w:val="00177DF8"/>
    <w:rsid w:val="001800B8"/>
    <w:rsid w:val="0018097C"/>
    <w:rsid w:val="00181656"/>
    <w:rsid w:val="00181B53"/>
    <w:rsid w:val="00181BD0"/>
    <w:rsid w:val="00181CA7"/>
    <w:rsid w:val="00181EE0"/>
    <w:rsid w:val="0018362E"/>
    <w:rsid w:val="00183AAC"/>
    <w:rsid w:val="00183DE4"/>
    <w:rsid w:val="001844FA"/>
    <w:rsid w:val="00185A29"/>
    <w:rsid w:val="00185BCB"/>
    <w:rsid w:val="00186178"/>
    <w:rsid w:val="00186C0F"/>
    <w:rsid w:val="0018721C"/>
    <w:rsid w:val="00187354"/>
    <w:rsid w:val="00187EDF"/>
    <w:rsid w:val="001904CA"/>
    <w:rsid w:val="0019247C"/>
    <w:rsid w:val="00194AE8"/>
    <w:rsid w:val="00194D79"/>
    <w:rsid w:val="00195A3F"/>
    <w:rsid w:val="00195BAA"/>
    <w:rsid w:val="0019701A"/>
    <w:rsid w:val="00197DFA"/>
    <w:rsid w:val="001A1778"/>
    <w:rsid w:val="001A1BF9"/>
    <w:rsid w:val="001A1E8E"/>
    <w:rsid w:val="001A30A4"/>
    <w:rsid w:val="001A3144"/>
    <w:rsid w:val="001A3D3D"/>
    <w:rsid w:val="001A3F4F"/>
    <w:rsid w:val="001A44A0"/>
    <w:rsid w:val="001A619B"/>
    <w:rsid w:val="001A63C4"/>
    <w:rsid w:val="001A6ACE"/>
    <w:rsid w:val="001A6E4E"/>
    <w:rsid w:val="001A6FDD"/>
    <w:rsid w:val="001A7125"/>
    <w:rsid w:val="001B086A"/>
    <w:rsid w:val="001B0E4A"/>
    <w:rsid w:val="001B1FBF"/>
    <w:rsid w:val="001B22FB"/>
    <w:rsid w:val="001B24D3"/>
    <w:rsid w:val="001B2E26"/>
    <w:rsid w:val="001B32DC"/>
    <w:rsid w:val="001B33C3"/>
    <w:rsid w:val="001B3F28"/>
    <w:rsid w:val="001B41FB"/>
    <w:rsid w:val="001B4DA4"/>
    <w:rsid w:val="001B4E8A"/>
    <w:rsid w:val="001B4F7D"/>
    <w:rsid w:val="001B5528"/>
    <w:rsid w:val="001B5542"/>
    <w:rsid w:val="001B6345"/>
    <w:rsid w:val="001B71E9"/>
    <w:rsid w:val="001C0E58"/>
    <w:rsid w:val="001C0E93"/>
    <w:rsid w:val="001C13E3"/>
    <w:rsid w:val="001C1442"/>
    <w:rsid w:val="001C1AD8"/>
    <w:rsid w:val="001C1DFF"/>
    <w:rsid w:val="001C2308"/>
    <w:rsid w:val="001C24D8"/>
    <w:rsid w:val="001C2F3C"/>
    <w:rsid w:val="001C32EC"/>
    <w:rsid w:val="001C3B1A"/>
    <w:rsid w:val="001C3CB5"/>
    <w:rsid w:val="001C423D"/>
    <w:rsid w:val="001C5431"/>
    <w:rsid w:val="001C69A6"/>
    <w:rsid w:val="001C6A8D"/>
    <w:rsid w:val="001C6EE6"/>
    <w:rsid w:val="001C7493"/>
    <w:rsid w:val="001C74E5"/>
    <w:rsid w:val="001C75A5"/>
    <w:rsid w:val="001C7826"/>
    <w:rsid w:val="001C789F"/>
    <w:rsid w:val="001C7A4C"/>
    <w:rsid w:val="001D0027"/>
    <w:rsid w:val="001D0081"/>
    <w:rsid w:val="001D10B9"/>
    <w:rsid w:val="001D129D"/>
    <w:rsid w:val="001D1E8A"/>
    <w:rsid w:val="001D24F3"/>
    <w:rsid w:val="001D3CA0"/>
    <w:rsid w:val="001D42B0"/>
    <w:rsid w:val="001D5021"/>
    <w:rsid w:val="001D5346"/>
    <w:rsid w:val="001D599A"/>
    <w:rsid w:val="001D5C0A"/>
    <w:rsid w:val="001D5C0B"/>
    <w:rsid w:val="001D5C3D"/>
    <w:rsid w:val="001D603F"/>
    <w:rsid w:val="001D6193"/>
    <w:rsid w:val="001D7733"/>
    <w:rsid w:val="001D7E65"/>
    <w:rsid w:val="001E03F4"/>
    <w:rsid w:val="001E045F"/>
    <w:rsid w:val="001E09C0"/>
    <w:rsid w:val="001E1FF4"/>
    <w:rsid w:val="001E213F"/>
    <w:rsid w:val="001E23AA"/>
    <w:rsid w:val="001E26AC"/>
    <w:rsid w:val="001E3419"/>
    <w:rsid w:val="001E344C"/>
    <w:rsid w:val="001E3484"/>
    <w:rsid w:val="001E3717"/>
    <w:rsid w:val="001E3BCB"/>
    <w:rsid w:val="001E3E98"/>
    <w:rsid w:val="001E3FF8"/>
    <w:rsid w:val="001E5DE0"/>
    <w:rsid w:val="001E693F"/>
    <w:rsid w:val="001E6BBA"/>
    <w:rsid w:val="001E78F5"/>
    <w:rsid w:val="001E7F29"/>
    <w:rsid w:val="001F064D"/>
    <w:rsid w:val="001F0916"/>
    <w:rsid w:val="001F1289"/>
    <w:rsid w:val="001F1600"/>
    <w:rsid w:val="001F17CC"/>
    <w:rsid w:val="001F1923"/>
    <w:rsid w:val="001F1BD7"/>
    <w:rsid w:val="001F1D19"/>
    <w:rsid w:val="001F2234"/>
    <w:rsid w:val="001F33D4"/>
    <w:rsid w:val="001F349C"/>
    <w:rsid w:val="001F3665"/>
    <w:rsid w:val="001F394B"/>
    <w:rsid w:val="001F409B"/>
    <w:rsid w:val="001F448D"/>
    <w:rsid w:val="001F4C03"/>
    <w:rsid w:val="001F4E13"/>
    <w:rsid w:val="001F6B2D"/>
    <w:rsid w:val="00200230"/>
    <w:rsid w:val="00200553"/>
    <w:rsid w:val="002009EB"/>
    <w:rsid w:val="00200DA4"/>
    <w:rsid w:val="002013F1"/>
    <w:rsid w:val="00202527"/>
    <w:rsid w:val="0020271E"/>
    <w:rsid w:val="0020298F"/>
    <w:rsid w:val="00202A71"/>
    <w:rsid w:val="00202C0E"/>
    <w:rsid w:val="0020322D"/>
    <w:rsid w:val="0020361E"/>
    <w:rsid w:val="00203AF8"/>
    <w:rsid w:val="00204282"/>
    <w:rsid w:val="0020533A"/>
    <w:rsid w:val="0020570C"/>
    <w:rsid w:val="00205B1B"/>
    <w:rsid w:val="00206970"/>
    <w:rsid w:val="00207D08"/>
    <w:rsid w:val="00207DD0"/>
    <w:rsid w:val="0021037C"/>
    <w:rsid w:val="00211EF5"/>
    <w:rsid w:val="002124AB"/>
    <w:rsid w:val="0021279C"/>
    <w:rsid w:val="00214003"/>
    <w:rsid w:val="002145BA"/>
    <w:rsid w:val="002145C8"/>
    <w:rsid w:val="00214923"/>
    <w:rsid w:val="0021502A"/>
    <w:rsid w:val="0021502E"/>
    <w:rsid w:val="00215606"/>
    <w:rsid w:val="0021580A"/>
    <w:rsid w:val="0021585D"/>
    <w:rsid w:val="00215F7A"/>
    <w:rsid w:val="00216218"/>
    <w:rsid w:val="002171BB"/>
    <w:rsid w:val="002175A5"/>
    <w:rsid w:val="00217BBC"/>
    <w:rsid w:val="0022016B"/>
    <w:rsid w:val="002205D6"/>
    <w:rsid w:val="002213D6"/>
    <w:rsid w:val="00221BAD"/>
    <w:rsid w:val="0022221D"/>
    <w:rsid w:val="00223174"/>
    <w:rsid w:val="0022362C"/>
    <w:rsid w:val="002237F6"/>
    <w:rsid w:val="002239F8"/>
    <w:rsid w:val="00223E10"/>
    <w:rsid w:val="0022402A"/>
    <w:rsid w:val="002241D1"/>
    <w:rsid w:val="00224643"/>
    <w:rsid w:val="002250FA"/>
    <w:rsid w:val="00226418"/>
    <w:rsid w:val="00226AF3"/>
    <w:rsid w:val="00227A76"/>
    <w:rsid w:val="00230535"/>
    <w:rsid w:val="00230C98"/>
    <w:rsid w:val="00230F93"/>
    <w:rsid w:val="00231B84"/>
    <w:rsid w:val="002325AA"/>
    <w:rsid w:val="00233641"/>
    <w:rsid w:val="00233A64"/>
    <w:rsid w:val="00234495"/>
    <w:rsid w:val="00234B7F"/>
    <w:rsid w:val="00234C2C"/>
    <w:rsid w:val="00235465"/>
    <w:rsid w:val="00235717"/>
    <w:rsid w:val="00235BC1"/>
    <w:rsid w:val="00236AA9"/>
    <w:rsid w:val="00236EF8"/>
    <w:rsid w:val="00237523"/>
    <w:rsid w:val="00237704"/>
    <w:rsid w:val="00237715"/>
    <w:rsid w:val="00240075"/>
    <w:rsid w:val="002401D1"/>
    <w:rsid w:val="00240D54"/>
    <w:rsid w:val="00240E50"/>
    <w:rsid w:val="00240F6A"/>
    <w:rsid w:val="0024115F"/>
    <w:rsid w:val="0024137F"/>
    <w:rsid w:val="002417D0"/>
    <w:rsid w:val="002421B9"/>
    <w:rsid w:val="002432E8"/>
    <w:rsid w:val="002434AC"/>
    <w:rsid w:val="00243509"/>
    <w:rsid w:val="00243A0C"/>
    <w:rsid w:val="00243ECB"/>
    <w:rsid w:val="002448FB"/>
    <w:rsid w:val="00245CBC"/>
    <w:rsid w:val="00245FF0"/>
    <w:rsid w:val="002462E1"/>
    <w:rsid w:val="00246A84"/>
    <w:rsid w:val="00247497"/>
    <w:rsid w:val="00250332"/>
    <w:rsid w:val="0025097D"/>
    <w:rsid w:val="00250A2F"/>
    <w:rsid w:val="00250B5D"/>
    <w:rsid w:val="002514E2"/>
    <w:rsid w:val="00251CF1"/>
    <w:rsid w:val="00251D5E"/>
    <w:rsid w:val="00253838"/>
    <w:rsid w:val="00253A4E"/>
    <w:rsid w:val="00253EAA"/>
    <w:rsid w:val="0025509B"/>
    <w:rsid w:val="002552A9"/>
    <w:rsid w:val="00256794"/>
    <w:rsid w:val="0025682F"/>
    <w:rsid w:val="00256D00"/>
    <w:rsid w:val="00256D2C"/>
    <w:rsid w:val="00257005"/>
    <w:rsid w:val="0025780E"/>
    <w:rsid w:val="00260488"/>
    <w:rsid w:val="002613F2"/>
    <w:rsid w:val="00261DE6"/>
    <w:rsid w:val="0026231F"/>
    <w:rsid w:val="00262564"/>
    <w:rsid w:val="00263667"/>
    <w:rsid w:val="00263FA3"/>
    <w:rsid w:val="00264066"/>
    <w:rsid w:val="0026457A"/>
    <w:rsid w:val="00264D74"/>
    <w:rsid w:val="00265A4F"/>
    <w:rsid w:val="002672DD"/>
    <w:rsid w:val="00267FB2"/>
    <w:rsid w:val="0027126D"/>
    <w:rsid w:val="00271690"/>
    <w:rsid w:val="00271B24"/>
    <w:rsid w:val="00274480"/>
    <w:rsid w:val="00274FC4"/>
    <w:rsid w:val="002753F1"/>
    <w:rsid w:val="00275D58"/>
    <w:rsid w:val="00276400"/>
    <w:rsid w:val="002765B6"/>
    <w:rsid w:val="00277C54"/>
    <w:rsid w:val="00280238"/>
    <w:rsid w:val="00280E5F"/>
    <w:rsid w:val="002815B4"/>
    <w:rsid w:val="00281D7D"/>
    <w:rsid w:val="00281F45"/>
    <w:rsid w:val="0028230C"/>
    <w:rsid w:val="00282A4C"/>
    <w:rsid w:val="00282EEA"/>
    <w:rsid w:val="00283206"/>
    <w:rsid w:val="00283D66"/>
    <w:rsid w:val="00283E46"/>
    <w:rsid w:val="002845AC"/>
    <w:rsid w:val="00284784"/>
    <w:rsid w:val="00284963"/>
    <w:rsid w:val="00285245"/>
    <w:rsid w:val="0028548C"/>
    <w:rsid w:val="00285511"/>
    <w:rsid w:val="00286020"/>
    <w:rsid w:val="002860A4"/>
    <w:rsid w:val="00286192"/>
    <w:rsid w:val="0028763A"/>
    <w:rsid w:val="00287D45"/>
    <w:rsid w:val="00291CCE"/>
    <w:rsid w:val="00292255"/>
    <w:rsid w:val="00292468"/>
    <w:rsid w:val="00293130"/>
    <w:rsid w:val="002934D0"/>
    <w:rsid w:val="002939B1"/>
    <w:rsid w:val="00293FB2"/>
    <w:rsid w:val="00294021"/>
    <w:rsid w:val="00294505"/>
    <w:rsid w:val="00295469"/>
    <w:rsid w:val="0029562B"/>
    <w:rsid w:val="002958D1"/>
    <w:rsid w:val="00295E0F"/>
    <w:rsid w:val="00295E79"/>
    <w:rsid w:val="0029623B"/>
    <w:rsid w:val="00296376"/>
    <w:rsid w:val="002963A6"/>
    <w:rsid w:val="0029770E"/>
    <w:rsid w:val="002A0356"/>
    <w:rsid w:val="002A0AE7"/>
    <w:rsid w:val="002A12C9"/>
    <w:rsid w:val="002A14F9"/>
    <w:rsid w:val="002A30B0"/>
    <w:rsid w:val="002A36CF"/>
    <w:rsid w:val="002A400E"/>
    <w:rsid w:val="002A4874"/>
    <w:rsid w:val="002A48B6"/>
    <w:rsid w:val="002A5570"/>
    <w:rsid w:val="002A57D0"/>
    <w:rsid w:val="002A5804"/>
    <w:rsid w:val="002A59BE"/>
    <w:rsid w:val="002A66AC"/>
    <w:rsid w:val="002A7694"/>
    <w:rsid w:val="002B0FC3"/>
    <w:rsid w:val="002B15F0"/>
    <w:rsid w:val="002B1A41"/>
    <w:rsid w:val="002B255B"/>
    <w:rsid w:val="002B25A9"/>
    <w:rsid w:val="002B3417"/>
    <w:rsid w:val="002B34DC"/>
    <w:rsid w:val="002B4A5F"/>
    <w:rsid w:val="002B52E1"/>
    <w:rsid w:val="002B56B4"/>
    <w:rsid w:val="002B5891"/>
    <w:rsid w:val="002B77B0"/>
    <w:rsid w:val="002B7C15"/>
    <w:rsid w:val="002C040E"/>
    <w:rsid w:val="002C0626"/>
    <w:rsid w:val="002C1610"/>
    <w:rsid w:val="002C178D"/>
    <w:rsid w:val="002C270A"/>
    <w:rsid w:val="002C3B3C"/>
    <w:rsid w:val="002C3D13"/>
    <w:rsid w:val="002C4274"/>
    <w:rsid w:val="002C4D29"/>
    <w:rsid w:val="002C5092"/>
    <w:rsid w:val="002C56E8"/>
    <w:rsid w:val="002C5829"/>
    <w:rsid w:val="002C5FEB"/>
    <w:rsid w:val="002C6581"/>
    <w:rsid w:val="002C65D9"/>
    <w:rsid w:val="002C6C30"/>
    <w:rsid w:val="002C7219"/>
    <w:rsid w:val="002C73F1"/>
    <w:rsid w:val="002C742C"/>
    <w:rsid w:val="002C743B"/>
    <w:rsid w:val="002C7A8B"/>
    <w:rsid w:val="002C7FB9"/>
    <w:rsid w:val="002D0E1C"/>
    <w:rsid w:val="002D1912"/>
    <w:rsid w:val="002D1E68"/>
    <w:rsid w:val="002D229A"/>
    <w:rsid w:val="002D22CE"/>
    <w:rsid w:val="002D3B6D"/>
    <w:rsid w:val="002D3E7D"/>
    <w:rsid w:val="002D42EF"/>
    <w:rsid w:val="002D445A"/>
    <w:rsid w:val="002D4CE5"/>
    <w:rsid w:val="002D4E07"/>
    <w:rsid w:val="002D6260"/>
    <w:rsid w:val="002D65AF"/>
    <w:rsid w:val="002D67F6"/>
    <w:rsid w:val="002D6AB7"/>
    <w:rsid w:val="002D7801"/>
    <w:rsid w:val="002D78E1"/>
    <w:rsid w:val="002D7F67"/>
    <w:rsid w:val="002E0D74"/>
    <w:rsid w:val="002E16E3"/>
    <w:rsid w:val="002E1D07"/>
    <w:rsid w:val="002E1EB2"/>
    <w:rsid w:val="002E28D2"/>
    <w:rsid w:val="002E3319"/>
    <w:rsid w:val="002E3E38"/>
    <w:rsid w:val="002E5E5E"/>
    <w:rsid w:val="002F0041"/>
    <w:rsid w:val="002F0141"/>
    <w:rsid w:val="002F0ED8"/>
    <w:rsid w:val="002F1B91"/>
    <w:rsid w:val="002F1D08"/>
    <w:rsid w:val="002F1F3D"/>
    <w:rsid w:val="002F200A"/>
    <w:rsid w:val="002F20A2"/>
    <w:rsid w:val="002F2B15"/>
    <w:rsid w:val="002F2B79"/>
    <w:rsid w:val="002F327F"/>
    <w:rsid w:val="002F3437"/>
    <w:rsid w:val="002F449F"/>
    <w:rsid w:val="002F495F"/>
    <w:rsid w:val="002F547E"/>
    <w:rsid w:val="002F5481"/>
    <w:rsid w:val="002F5912"/>
    <w:rsid w:val="002F5A55"/>
    <w:rsid w:val="002F5AF0"/>
    <w:rsid w:val="002F648A"/>
    <w:rsid w:val="002F7487"/>
    <w:rsid w:val="002F7B48"/>
    <w:rsid w:val="003009FB"/>
    <w:rsid w:val="00300C4F"/>
    <w:rsid w:val="00301757"/>
    <w:rsid w:val="003026C3"/>
    <w:rsid w:val="003036F3"/>
    <w:rsid w:val="0030396E"/>
    <w:rsid w:val="00303A98"/>
    <w:rsid w:val="00304F4A"/>
    <w:rsid w:val="00305825"/>
    <w:rsid w:val="003066E3"/>
    <w:rsid w:val="00306D04"/>
    <w:rsid w:val="00306DC9"/>
    <w:rsid w:val="0030787B"/>
    <w:rsid w:val="00307A8E"/>
    <w:rsid w:val="0031058B"/>
    <w:rsid w:val="00310CB3"/>
    <w:rsid w:val="00310CFE"/>
    <w:rsid w:val="00313435"/>
    <w:rsid w:val="00314476"/>
    <w:rsid w:val="00314530"/>
    <w:rsid w:val="003148FD"/>
    <w:rsid w:val="00314FEF"/>
    <w:rsid w:val="00315287"/>
    <w:rsid w:val="00315B03"/>
    <w:rsid w:val="00315E46"/>
    <w:rsid w:val="00316BEA"/>
    <w:rsid w:val="00317693"/>
    <w:rsid w:val="00317797"/>
    <w:rsid w:val="00320B5F"/>
    <w:rsid w:val="00320E51"/>
    <w:rsid w:val="0032137C"/>
    <w:rsid w:val="00321855"/>
    <w:rsid w:val="00322AF5"/>
    <w:rsid w:val="00323D8F"/>
    <w:rsid w:val="0032433A"/>
    <w:rsid w:val="00324E6E"/>
    <w:rsid w:val="00324FFE"/>
    <w:rsid w:val="00325946"/>
    <w:rsid w:val="00327071"/>
    <w:rsid w:val="0032714B"/>
    <w:rsid w:val="00327925"/>
    <w:rsid w:val="0033017B"/>
    <w:rsid w:val="003309B7"/>
    <w:rsid w:val="0033124F"/>
    <w:rsid w:val="00331928"/>
    <w:rsid w:val="003320BB"/>
    <w:rsid w:val="003323F0"/>
    <w:rsid w:val="0033251E"/>
    <w:rsid w:val="003329CE"/>
    <w:rsid w:val="00332FB2"/>
    <w:rsid w:val="00333546"/>
    <w:rsid w:val="003343BD"/>
    <w:rsid w:val="0033455B"/>
    <w:rsid w:val="00334B05"/>
    <w:rsid w:val="00334B60"/>
    <w:rsid w:val="00335A3E"/>
    <w:rsid w:val="00335E87"/>
    <w:rsid w:val="00336058"/>
    <w:rsid w:val="00337419"/>
    <w:rsid w:val="00340000"/>
    <w:rsid w:val="0034218E"/>
    <w:rsid w:val="00342A20"/>
    <w:rsid w:val="00342C9D"/>
    <w:rsid w:val="003430C9"/>
    <w:rsid w:val="003433B2"/>
    <w:rsid w:val="00343514"/>
    <w:rsid w:val="003448DC"/>
    <w:rsid w:val="00345768"/>
    <w:rsid w:val="00345F0B"/>
    <w:rsid w:val="003463B4"/>
    <w:rsid w:val="00346544"/>
    <w:rsid w:val="00346DCF"/>
    <w:rsid w:val="00346EAF"/>
    <w:rsid w:val="0034701D"/>
    <w:rsid w:val="00347301"/>
    <w:rsid w:val="0034734B"/>
    <w:rsid w:val="00347552"/>
    <w:rsid w:val="00347714"/>
    <w:rsid w:val="00347FC5"/>
    <w:rsid w:val="003500ED"/>
    <w:rsid w:val="0035186C"/>
    <w:rsid w:val="003518C1"/>
    <w:rsid w:val="00351BBC"/>
    <w:rsid w:val="00351BD2"/>
    <w:rsid w:val="00352DA1"/>
    <w:rsid w:val="003536E7"/>
    <w:rsid w:val="00353EE7"/>
    <w:rsid w:val="00353F5F"/>
    <w:rsid w:val="00354514"/>
    <w:rsid w:val="003545B4"/>
    <w:rsid w:val="00354991"/>
    <w:rsid w:val="003550E6"/>
    <w:rsid w:val="00355BA1"/>
    <w:rsid w:val="003563D3"/>
    <w:rsid w:val="0035680A"/>
    <w:rsid w:val="00357443"/>
    <w:rsid w:val="00357B93"/>
    <w:rsid w:val="003610A8"/>
    <w:rsid w:val="00361693"/>
    <w:rsid w:val="00361D46"/>
    <w:rsid w:val="00362388"/>
    <w:rsid w:val="003634BA"/>
    <w:rsid w:val="00363A7A"/>
    <w:rsid w:val="00364431"/>
    <w:rsid w:val="00364995"/>
    <w:rsid w:val="00364F96"/>
    <w:rsid w:val="00365114"/>
    <w:rsid w:val="003654B9"/>
    <w:rsid w:val="00366328"/>
    <w:rsid w:val="003674E3"/>
    <w:rsid w:val="0037026C"/>
    <w:rsid w:val="0037044F"/>
    <w:rsid w:val="0037070A"/>
    <w:rsid w:val="00371337"/>
    <w:rsid w:val="00371740"/>
    <w:rsid w:val="0037237A"/>
    <w:rsid w:val="00372EDD"/>
    <w:rsid w:val="00373502"/>
    <w:rsid w:val="0037381E"/>
    <w:rsid w:val="00373A86"/>
    <w:rsid w:val="00373AEA"/>
    <w:rsid w:val="00374DF9"/>
    <w:rsid w:val="00375553"/>
    <w:rsid w:val="0037646E"/>
    <w:rsid w:val="00376848"/>
    <w:rsid w:val="00376E8D"/>
    <w:rsid w:val="0037704D"/>
    <w:rsid w:val="00377B37"/>
    <w:rsid w:val="00377C60"/>
    <w:rsid w:val="00380662"/>
    <w:rsid w:val="003808EB"/>
    <w:rsid w:val="0038168E"/>
    <w:rsid w:val="00381CC4"/>
    <w:rsid w:val="00381D3F"/>
    <w:rsid w:val="003821D7"/>
    <w:rsid w:val="00383A66"/>
    <w:rsid w:val="00383AAA"/>
    <w:rsid w:val="00384527"/>
    <w:rsid w:val="00384657"/>
    <w:rsid w:val="00384F51"/>
    <w:rsid w:val="00385536"/>
    <w:rsid w:val="00386A7B"/>
    <w:rsid w:val="00386AA6"/>
    <w:rsid w:val="003873FE"/>
    <w:rsid w:val="00387DB5"/>
    <w:rsid w:val="00387FE5"/>
    <w:rsid w:val="00390093"/>
    <w:rsid w:val="003902F1"/>
    <w:rsid w:val="003903BD"/>
    <w:rsid w:val="00390691"/>
    <w:rsid w:val="0039132B"/>
    <w:rsid w:val="00391678"/>
    <w:rsid w:val="00391683"/>
    <w:rsid w:val="00391820"/>
    <w:rsid w:val="00392028"/>
    <w:rsid w:val="003922D5"/>
    <w:rsid w:val="003923C7"/>
    <w:rsid w:val="00393735"/>
    <w:rsid w:val="00393862"/>
    <w:rsid w:val="003941FC"/>
    <w:rsid w:val="003946EF"/>
    <w:rsid w:val="00394C10"/>
    <w:rsid w:val="00395B28"/>
    <w:rsid w:val="00395C80"/>
    <w:rsid w:val="00395F1E"/>
    <w:rsid w:val="00397042"/>
    <w:rsid w:val="003970C2"/>
    <w:rsid w:val="003975C9"/>
    <w:rsid w:val="003A0015"/>
    <w:rsid w:val="003A1DE1"/>
    <w:rsid w:val="003A2129"/>
    <w:rsid w:val="003A214A"/>
    <w:rsid w:val="003A3CF7"/>
    <w:rsid w:val="003A3DF1"/>
    <w:rsid w:val="003A3FF7"/>
    <w:rsid w:val="003A4503"/>
    <w:rsid w:val="003A452D"/>
    <w:rsid w:val="003A4EAC"/>
    <w:rsid w:val="003A4F51"/>
    <w:rsid w:val="003A5202"/>
    <w:rsid w:val="003A54B0"/>
    <w:rsid w:val="003A5C46"/>
    <w:rsid w:val="003A6400"/>
    <w:rsid w:val="003A6C89"/>
    <w:rsid w:val="003B1352"/>
    <w:rsid w:val="003B14CA"/>
    <w:rsid w:val="003B2183"/>
    <w:rsid w:val="003B25BF"/>
    <w:rsid w:val="003B29D1"/>
    <w:rsid w:val="003B29DC"/>
    <w:rsid w:val="003B35E5"/>
    <w:rsid w:val="003B3795"/>
    <w:rsid w:val="003B3884"/>
    <w:rsid w:val="003B3E8E"/>
    <w:rsid w:val="003B4B6E"/>
    <w:rsid w:val="003B4BB7"/>
    <w:rsid w:val="003B4EE1"/>
    <w:rsid w:val="003B5611"/>
    <w:rsid w:val="003B6200"/>
    <w:rsid w:val="003B66CB"/>
    <w:rsid w:val="003B66F3"/>
    <w:rsid w:val="003B678A"/>
    <w:rsid w:val="003B7865"/>
    <w:rsid w:val="003C0298"/>
    <w:rsid w:val="003C095F"/>
    <w:rsid w:val="003C0B55"/>
    <w:rsid w:val="003C1795"/>
    <w:rsid w:val="003C20E5"/>
    <w:rsid w:val="003C2205"/>
    <w:rsid w:val="003C368C"/>
    <w:rsid w:val="003C4ACC"/>
    <w:rsid w:val="003C536D"/>
    <w:rsid w:val="003C5989"/>
    <w:rsid w:val="003C74AE"/>
    <w:rsid w:val="003C74D4"/>
    <w:rsid w:val="003C7B81"/>
    <w:rsid w:val="003D084C"/>
    <w:rsid w:val="003D15FA"/>
    <w:rsid w:val="003D1BA6"/>
    <w:rsid w:val="003D1E7A"/>
    <w:rsid w:val="003D20E0"/>
    <w:rsid w:val="003D2D31"/>
    <w:rsid w:val="003D34B6"/>
    <w:rsid w:val="003D4130"/>
    <w:rsid w:val="003D4197"/>
    <w:rsid w:val="003D47ED"/>
    <w:rsid w:val="003D61C6"/>
    <w:rsid w:val="003D669E"/>
    <w:rsid w:val="003D6B57"/>
    <w:rsid w:val="003D7962"/>
    <w:rsid w:val="003E031C"/>
    <w:rsid w:val="003E28BC"/>
    <w:rsid w:val="003E2B78"/>
    <w:rsid w:val="003E3924"/>
    <w:rsid w:val="003E3B11"/>
    <w:rsid w:val="003E4506"/>
    <w:rsid w:val="003E4623"/>
    <w:rsid w:val="003E597A"/>
    <w:rsid w:val="003E6300"/>
    <w:rsid w:val="003E6BBA"/>
    <w:rsid w:val="003E6FF0"/>
    <w:rsid w:val="003E7403"/>
    <w:rsid w:val="003F0FE3"/>
    <w:rsid w:val="003F1C8C"/>
    <w:rsid w:val="003F227F"/>
    <w:rsid w:val="003F2336"/>
    <w:rsid w:val="003F27A8"/>
    <w:rsid w:val="003F2979"/>
    <w:rsid w:val="003F32AE"/>
    <w:rsid w:val="003F3525"/>
    <w:rsid w:val="003F3DB6"/>
    <w:rsid w:val="003F3EE3"/>
    <w:rsid w:val="003F3FED"/>
    <w:rsid w:val="003F527C"/>
    <w:rsid w:val="003F62EA"/>
    <w:rsid w:val="003F6589"/>
    <w:rsid w:val="003F66C6"/>
    <w:rsid w:val="003F6B05"/>
    <w:rsid w:val="003F6FF1"/>
    <w:rsid w:val="003F71BD"/>
    <w:rsid w:val="003F764E"/>
    <w:rsid w:val="004004B0"/>
    <w:rsid w:val="00400E1C"/>
    <w:rsid w:val="00402D26"/>
    <w:rsid w:val="004042AE"/>
    <w:rsid w:val="00404694"/>
    <w:rsid w:val="00404DD5"/>
    <w:rsid w:val="00404E00"/>
    <w:rsid w:val="00405805"/>
    <w:rsid w:val="00405930"/>
    <w:rsid w:val="00405AD4"/>
    <w:rsid w:val="004071CD"/>
    <w:rsid w:val="00407B4B"/>
    <w:rsid w:val="00407DFD"/>
    <w:rsid w:val="00407E97"/>
    <w:rsid w:val="00410061"/>
    <w:rsid w:val="004105E2"/>
    <w:rsid w:val="0041114D"/>
    <w:rsid w:val="004111DC"/>
    <w:rsid w:val="00411870"/>
    <w:rsid w:val="00411938"/>
    <w:rsid w:val="00411B32"/>
    <w:rsid w:val="0041334E"/>
    <w:rsid w:val="00416C05"/>
    <w:rsid w:val="00417443"/>
    <w:rsid w:val="004177E6"/>
    <w:rsid w:val="0042001A"/>
    <w:rsid w:val="00420628"/>
    <w:rsid w:val="00420D41"/>
    <w:rsid w:val="00420FB3"/>
    <w:rsid w:val="0042120C"/>
    <w:rsid w:val="004214CE"/>
    <w:rsid w:val="00421555"/>
    <w:rsid w:val="0042192D"/>
    <w:rsid w:val="00421C9D"/>
    <w:rsid w:val="0042209F"/>
    <w:rsid w:val="004227EC"/>
    <w:rsid w:val="00422C0A"/>
    <w:rsid w:val="00422C5F"/>
    <w:rsid w:val="004247B8"/>
    <w:rsid w:val="00424A7F"/>
    <w:rsid w:val="00424ADC"/>
    <w:rsid w:val="00424DAB"/>
    <w:rsid w:val="00425258"/>
    <w:rsid w:val="0042566F"/>
    <w:rsid w:val="004257EE"/>
    <w:rsid w:val="00425EB8"/>
    <w:rsid w:val="00425F62"/>
    <w:rsid w:val="00426583"/>
    <w:rsid w:val="00426816"/>
    <w:rsid w:val="00427AC9"/>
    <w:rsid w:val="00430634"/>
    <w:rsid w:val="00430D33"/>
    <w:rsid w:val="004315A8"/>
    <w:rsid w:val="004315B1"/>
    <w:rsid w:val="00431AB8"/>
    <w:rsid w:val="004334DA"/>
    <w:rsid w:val="004340CA"/>
    <w:rsid w:val="00434DEF"/>
    <w:rsid w:val="00435829"/>
    <w:rsid w:val="004358FE"/>
    <w:rsid w:val="0043658D"/>
    <w:rsid w:val="00437204"/>
    <w:rsid w:val="0043732D"/>
    <w:rsid w:val="004378C4"/>
    <w:rsid w:val="00437FB6"/>
    <w:rsid w:val="00440F1C"/>
    <w:rsid w:val="00440FAB"/>
    <w:rsid w:val="00441EAF"/>
    <w:rsid w:val="00443A21"/>
    <w:rsid w:val="0044561B"/>
    <w:rsid w:val="00445AA0"/>
    <w:rsid w:val="0044673D"/>
    <w:rsid w:val="00446B4A"/>
    <w:rsid w:val="00446BCD"/>
    <w:rsid w:val="00446D13"/>
    <w:rsid w:val="00447F66"/>
    <w:rsid w:val="0045036B"/>
    <w:rsid w:val="0045049B"/>
    <w:rsid w:val="004505ED"/>
    <w:rsid w:val="00450858"/>
    <w:rsid w:val="0045100D"/>
    <w:rsid w:val="004517B2"/>
    <w:rsid w:val="00451B89"/>
    <w:rsid w:val="004526D5"/>
    <w:rsid w:val="00452739"/>
    <w:rsid w:val="00452F11"/>
    <w:rsid w:val="004530BC"/>
    <w:rsid w:val="00453339"/>
    <w:rsid w:val="00453736"/>
    <w:rsid w:val="00453782"/>
    <w:rsid w:val="0045494B"/>
    <w:rsid w:val="004557BA"/>
    <w:rsid w:val="00457480"/>
    <w:rsid w:val="00457A1B"/>
    <w:rsid w:val="004600C8"/>
    <w:rsid w:val="0046025C"/>
    <w:rsid w:val="00461859"/>
    <w:rsid w:val="00461B84"/>
    <w:rsid w:val="00461D26"/>
    <w:rsid w:val="00462C68"/>
    <w:rsid w:val="00463511"/>
    <w:rsid w:val="0046461D"/>
    <w:rsid w:val="0046587F"/>
    <w:rsid w:val="00466715"/>
    <w:rsid w:val="00466CFF"/>
    <w:rsid w:val="00470499"/>
    <w:rsid w:val="00472552"/>
    <w:rsid w:val="004728E7"/>
    <w:rsid w:val="00472AD1"/>
    <w:rsid w:val="00472C2F"/>
    <w:rsid w:val="00472D33"/>
    <w:rsid w:val="00472E0F"/>
    <w:rsid w:val="00473C6E"/>
    <w:rsid w:val="00474150"/>
    <w:rsid w:val="00474247"/>
    <w:rsid w:val="004746D6"/>
    <w:rsid w:val="004748CF"/>
    <w:rsid w:val="00475367"/>
    <w:rsid w:val="00476589"/>
    <w:rsid w:val="0047686C"/>
    <w:rsid w:val="00476F71"/>
    <w:rsid w:val="00477135"/>
    <w:rsid w:val="00477689"/>
    <w:rsid w:val="00477979"/>
    <w:rsid w:val="00480EA9"/>
    <w:rsid w:val="0048145C"/>
    <w:rsid w:val="00481743"/>
    <w:rsid w:val="00482981"/>
    <w:rsid w:val="00484219"/>
    <w:rsid w:val="0048436B"/>
    <w:rsid w:val="004848AA"/>
    <w:rsid w:val="00485030"/>
    <w:rsid w:val="004853AE"/>
    <w:rsid w:val="00485420"/>
    <w:rsid w:val="00485FB7"/>
    <w:rsid w:val="004877A3"/>
    <w:rsid w:val="00487B15"/>
    <w:rsid w:val="00490381"/>
    <w:rsid w:val="00490551"/>
    <w:rsid w:val="0049097F"/>
    <w:rsid w:val="0049102B"/>
    <w:rsid w:val="0049117D"/>
    <w:rsid w:val="00491546"/>
    <w:rsid w:val="004918EC"/>
    <w:rsid w:val="00491ABC"/>
    <w:rsid w:val="0049313F"/>
    <w:rsid w:val="004934EE"/>
    <w:rsid w:val="00494596"/>
    <w:rsid w:val="00494825"/>
    <w:rsid w:val="00494CBC"/>
    <w:rsid w:val="00494E80"/>
    <w:rsid w:val="00495CAF"/>
    <w:rsid w:val="00495EEB"/>
    <w:rsid w:val="0049701D"/>
    <w:rsid w:val="004970C5"/>
    <w:rsid w:val="004971C1"/>
    <w:rsid w:val="00497CB2"/>
    <w:rsid w:val="004A02FB"/>
    <w:rsid w:val="004A0E62"/>
    <w:rsid w:val="004A1256"/>
    <w:rsid w:val="004A1698"/>
    <w:rsid w:val="004A19EE"/>
    <w:rsid w:val="004A2742"/>
    <w:rsid w:val="004A2876"/>
    <w:rsid w:val="004A2AA1"/>
    <w:rsid w:val="004A363D"/>
    <w:rsid w:val="004A3EE2"/>
    <w:rsid w:val="004A4809"/>
    <w:rsid w:val="004A4DEA"/>
    <w:rsid w:val="004A56C5"/>
    <w:rsid w:val="004A5CD2"/>
    <w:rsid w:val="004A61BF"/>
    <w:rsid w:val="004A6BA5"/>
    <w:rsid w:val="004A78AA"/>
    <w:rsid w:val="004B00CB"/>
    <w:rsid w:val="004B0137"/>
    <w:rsid w:val="004B017A"/>
    <w:rsid w:val="004B03A0"/>
    <w:rsid w:val="004B0AE3"/>
    <w:rsid w:val="004B1624"/>
    <w:rsid w:val="004B2124"/>
    <w:rsid w:val="004B2AA8"/>
    <w:rsid w:val="004B3313"/>
    <w:rsid w:val="004B33B5"/>
    <w:rsid w:val="004B37BB"/>
    <w:rsid w:val="004B393F"/>
    <w:rsid w:val="004B67B3"/>
    <w:rsid w:val="004B6851"/>
    <w:rsid w:val="004B6D48"/>
    <w:rsid w:val="004B6F91"/>
    <w:rsid w:val="004B79B0"/>
    <w:rsid w:val="004B7EE4"/>
    <w:rsid w:val="004C0EC5"/>
    <w:rsid w:val="004C116F"/>
    <w:rsid w:val="004C1189"/>
    <w:rsid w:val="004C2D9E"/>
    <w:rsid w:val="004C2F00"/>
    <w:rsid w:val="004C374E"/>
    <w:rsid w:val="004C415A"/>
    <w:rsid w:val="004C4F88"/>
    <w:rsid w:val="004C537D"/>
    <w:rsid w:val="004C5517"/>
    <w:rsid w:val="004C5856"/>
    <w:rsid w:val="004C5C41"/>
    <w:rsid w:val="004C5E44"/>
    <w:rsid w:val="004C65CD"/>
    <w:rsid w:val="004D1089"/>
    <w:rsid w:val="004D14EB"/>
    <w:rsid w:val="004D1FCB"/>
    <w:rsid w:val="004D2448"/>
    <w:rsid w:val="004D27D4"/>
    <w:rsid w:val="004D289F"/>
    <w:rsid w:val="004D2EAD"/>
    <w:rsid w:val="004D322F"/>
    <w:rsid w:val="004D3BAD"/>
    <w:rsid w:val="004D3DBD"/>
    <w:rsid w:val="004D4B84"/>
    <w:rsid w:val="004D6C09"/>
    <w:rsid w:val="004D7452"/>
    <w:rsid w:val="004D7DFE"/>
    <w:rsid w:val="004E16FF"/>
    <w:rsid w:val="004E185D"/>
    <w:rsid w:val="004E23EF"/>
    <w:rsid w:val="004E29A7"/>
    <w:rsid w:val="004E3272"/>
    <w:rsid w:val="004E3361"/>
    <w:rsid w:val="004E3558"/>
    <w:rsid w:val="004E38E8"/>
    <w:rsid w:val="004E3EE1"/>
    <w:rsid w:val="004E45DC"/>
    <w:rsid w:val="004E5052"/>
    <w:rsid w:val="004E551F"/>
    <w:rsid w:val="004E57BD"/>
    <w:rsid w:val="004E5AAF"/>
    <w:rsid w:val="004E5E59"/>
    <w:rsid w:val="004E5FD4"/>
    <w:rsid w:val="004E612A"/>
    <w:rsid w:val="004E62A2"/>
    <w:rsid w:val="004E6CDD"/>
    <w:rsid w:val="004E70DD"/>
    <w:rsid w:val="004F1183"/>
    <w:rsid w:val="004F2C6A"/>
    <w:rsid w:val="004F3BD5"/>
    <w:rsid w:val="004F3CB2"/>
    <w:rsid w:val="004F40C7"/>
    <w:rsid w:val="004F5B24"/>
    <w:rsid w:val="004F6B34"/>
    <w:rsid w:val="004F7785"/>
    <w:rsid w:val="004F7B01"/>
    <w:rsid w:val="004F7E78"/>
    <w:rsid w:val="005011C1"/>
    <w:rsid w:val="005020D6"/>
    <w:rsid w:val="005035F6"/>
    <w:rsid w:val="0050367D"/>
    <w:rsid w:val="005038A1"/>
    <w:rsid w:val="00503B1E"/>
    <w:rsid w:val="00503B2A"/>
    <w:rsid w:val="00503E01"/>
    <w:rsid w:val="00504238"/>
    <w:rsid w:val="00504285"/>
    <w:rsid w:val="00504C86"/>
    <w:rsid w:val="00505834"/>
    <w:rsid w:val="00505F11"/>
    <w:rsid w:val="005062DF"/>
    <w:rsid w:val="00506B4F"/>
    <w:rsid w:val="00506B5A"/>
    <w:rsid w:val="0051011C"/>
    <w:rsid w:val="005102DE"/>
    <w:rsid w:val="005107FC"/>
    <w:rsid w:val="0051110B"/>
    <w:rsid w:val="00511251"/>
    <w:rsid w:val="005119B9"/>
    <w:rsid w:val="00511C81"/>
    <w:rsid w:val="00511D46"/>
    <w:rsid w:val="00511EF5"/>
    <w:rsid w:val="005120B4"/>
    <w:rsid w:val="005129D0"/>
    <w:rsid w:val="00512A3D"/>
    <w:rsid w:val="00513747"/>
    <w:rsid w:val="00513A71"/>
    <w:rsid w:val="00514DA4"/>
    <w:rsid w:val="0051544F"/>
    <w:rsid w:val="0051588F"/>
    <w:rsid w:val="005164D9"/>
    <w:rsid w:val="00516A8B"/>
    <w:rsid w:val="0051739A"/>
    <w:rsid w:val="005175BD"/>
    <w:rsid w:val="00517ABA"/>
    <w:rsid w:val="00517E39"/>
    <w:rsid w:val="00521C6A"/>
    <w:rsid w:val="00521FA8"/>
    <w:rsid w:val="00522195"/>
    <w:rsid w:val="00522988"/>
    <w:rsid w:val="00523050"/>
    <w:rsid w:val="0052321F"/>
    <w:rsid w:val="0052406C"/>
    <w:rsid w:val="00524661"/>
    <w:rsid w:val="00524669"/>
    <w:rsid w:val="00524C77"/>
    <w:rsid w:val="00525D0A"/>
    <w:rsid w:val="005263C0"/>
    <w:rsid w:val="00526829"/>
    <w:rsid w:val="005271D8"/>
    <w:rsid w:val="005274E3"/>
    <w:rsid w:val="00527A74"/>
    <w:rsid w:val="00527C1F"/>
    <w:rsid w:val="00527DC9"/>
    <w:rsid w:val="00527F30"/>
    <w:rsid w:val="0053087F"/>
    <w:rsid w:val="00530EAB"/>
    <w:rsid w:val="005318C7"/>
    <w:rsid w:val="005319F2"/>
    <w:rsid w:val="00531EB3"/>
    <w:rsid w:val="005329C6"/>
    <w:rsid w:val="0053306B"/>
    <w:rsid w:val="00533DAB"/>
    <w:rsid w:val="00534B34"/>
    <w:rsid w:val="00535CBF"/>
    <w:rsid w:val="005361BA"/>
    <w:rsid w:val="00537059"/>
    <w:rsid w:val="005372CC"/>
    <w:rsid w:val="00537481"/>
    <w:rsid w:val="00540B78"/>
    <w:rsid w:val="00540EFA"/>
    <w:rsid w:val="00541887"/>
    <w:rsid w:val="005420B5"/>
    <w:rsid w:val="005427CA"/>
    <w:rsid w:val="00542D68"/>
    <w:rsid w:val="005430C9"/>
    <w:rsid w:val="0054331B"/>
    <w:rsid w:val="00543D4E"/>
    <w:rsid w:val="00544463"/>
    <w:rsid w:val="00544F46"/>
    <w:rsid w:val="00545BDC"/>
    <w:rsid w:val="005469AB"/>
    <w:rsid w:val="00546B07"/>
    <w:rsid w:val="00546DF6"/>
    <w:rsid w:val="005471F5"/>
    <w:rsid w:val="00550181"/>
    <w:rsid w:val="00550530"/>
    <w:rsid w:val="00551784"/>
    <w:rsid w:val="00551BB6"/>
    <w:rsid w:val="005527F7"/>
    <w:rsid w:val="005528AC"/>
    <w:rsid w:val="00552EC7"/>
    <w:rsid w:val="00552FC7"/>
    <w:rsid w:val="005539E5"/>
    <w:rsid w:val="005544D9"/>
    <w:rsid w:val="005545E8"/>
    <w:rsid w:val="0055610F"/>
    <w:rsid w:val="0055645C"/>
    <w:rsid w:val="005569C6"/>
    <w:rsid w:val="00556E5A"/>
    <w:rsid w:val="0055737F"/>
    <w:rsid w:val="00557BB4"/>
    <w:rsid w:val="005603F0"/>
    <w:rsid w:val="0056099F"/>
    <w:rsid w:val="00560C0F"/>
    <w:rsid w:val="00562330"/>
    <w:rsid w:val="0056299C"/>
    <w:rsid w:val="00562DDC"/>
    <w:rsid w:val="005634BF"/>
    <w:rsid w:val="0056415C"/>
    <w:rsid w:val="005645F8"/>
    <w:rsid w:val="0056497B"/>
    <w:rsid w:val="00565880"/>
    <w:rsid w:val="00566195"/>
    <w:rsid w:val="005661EE"/>
    <w:rsid w:val="00566CFC"/>
    <w:rsid w:val="00567511"/>
    <w:rsid w:val="0056777D"/>
    <w:rsid w:val="00570C46"/>
    <w:rsid w:val="005712AA"/>
    <w:rsid w:val="0057222B"/>
    <w:rsid w:val="005728E0"/>
    <w:rsid w:val="00572BEB"/>
    <w:rsid w:val="00572CCD"/>
    <w:rsid w:val="00573051"/>
    <w:rsid w:val="00573092"/>
    <w:rsid w:val="005734C4"/>
    <w:rsid w:val="00573A34"/>
    <w:rsid w:val="005753E2"/>
    <w:rsid w:val="005755BC"/>
    <w:rsid w:val="0057585F"/>
    <w:rsid w:val="00575A8B"/>
    <w:rsid w:val="00576290"/>
    <w:rsid w:val="00576355"/>
    <w:rsid w:val="00576A35"/>
    <w:rsid w:val="00576BED"/>
    <w:rsid w:val="00577995"/>
    <w:rsid w:val="00580A1B"/>
    <w:rsid w:val="00580B43"/>
    <w:rsid w:val="00580E9B"/>
    <w:rsid w:val="00581465"/>
    <w:rsid w:val="00581543"/>
    <w:rsid w:val="005815EF"/>
    <w:rsid w:val="0058189A"/>
    <w:rsid w:val="00581B2E"/>
    <w:rsid w:val="00582F26"/>
    <w:rsid w:val="00583997"/>
    <w:rsid w:val="00583E62"/>
    <w:rsid w:val="0058478A"/>
    <w:rsid w:val="00584DE5"/>
    <w:rsid w:val="00585A93"/>
    <w:rsid w:val="00585B8E"/>
    <w:rsid w:val="00586940"/>
    <w:rsid w:val="00586EB6"/>
    <w:rsid w:val="00587007"/>
    <w:rsid w:val="00587C02"/>
    <w:rsid w:val="00587E13"/>
    <w:rsid w:val="00587E4C"/>
    <w:rsid w:val="0059022C"/>
    <w:rsid w:val="00590BDE"/>
    <w:rsid w:val="0059263A"/>
    <w:rsid w:val="00592DBF"/>
    <w:rsid w:val="00593821"/>
    <w:rsid w:val="00593AE4"/>
    <w:rsid w:val="00593D30"/>
    <w:rsid w:val="005942F0"/>
    <w:rsid w:val="005958A0"/>
    <w:rsid w:val="00595AE6"/>
    <w:rsid w:val="005965C9"/>
    <w:rsid w:val="005966DD"/>
    <w:rsid w:val="00596C61"/>
    <w:rsid w:val="005972A8"/>
    <w:rsid w:val="00597EF2"/>
    <w:rsid w:val="005A053A"/>
    <w:rsid w:val="005A077C"/>
    <w:rsid w:val="005A0DCD"/>
    <w:rsid w:val="005A1C7E"/>
    <w:rsid w:val="005A22EA"/>
    <w:rsid w:val="005A2795"/>
    <w:rsid w:val="005A2AC9"/>
    <w:rsid w:val="005A3880"/>
    <w:rsid w:val="005A3974"/>
    <w:rsid w:val="005A3B99"/>
    <w:rsid w:val="005A3D96"/>
    <w:rsid w:val="005A4AED"/>
    <w:rsid w:val="005A5168"/>
    <w:rsid w:val="005A5777"/>
    <w:rsid w:val="005A59F2"/>
    <w:rsid w:val="005A5F99"/>
    <w:rsid w:val="005A707F"/>
    <w:rsid w:val="005B014B"/>
    <w:rsid w:val="005B090F"/>
    <w:rsid w:val="005B0DCB"/>
    <w:rsid w:val="005B2A37"/>
    <w:rsid w:val="005B3463"/>
    <w:rsid w:val="005B3468"/>
    <w:rsid w:val="005B374E"/>
    <w:rsid w:val="005B376C"/>
    <w:rsid w:val="005B476D"/>
    <w:rsid w:val="005B4C7F"/>
    <w:rsid w:val="005B5745"/>
    <w:rsid w:val="005B5982"/>
    <w:rsid w:val="005B6C30"/>
    <w:rsid w:val="005B7033"/>
    <w:rsid w:val="005B708A"/>
    <w:rsid w:val="005B7DFF"/>
    <w:rsid w:val="005B7E69"/>
    <w:rsid w:val="005B7EBA"/>
    <w:rsid w:val="005C033E"/>
    <w:rsid w:val="005C055B"/>
    <w:rsid w:val="005C0743"/>
    <w:rsid w:val="005C0CBD"/>
    <w:rsid w:val="005C1513"/>
    <w:rsid w:val="005C230D"/>
    <w:rsid w:val="005C2DD5"/>
    <w:rsid w:val="005C3EB3"/>
    <w:rsid w:val="005C40D0"/>
    <w:rsid w:val="005C4B54"/>
    <w:rsid w:val="005C4B96"/>
    <w:rsid w:val="005C4DF6"/>
    <w:rsid w:val="005C5185"/>
    <w:rsid w:val="005C520B"/>
    <w:rsid w:val="005C5741"/>
    <w:rsid w:val="005C5A62"/>
    <w:rsid w:val="005C5EC8"/>
    <w:rsid w:val="005C77AA"/>
    <w:rsid w:val="005D0508"/>
    <w:rsid w:val="005D0912"/>
    <w:rsid w:val="005D18EC"/>
    <w:rsid w:val="005D240E"/>
    <w:rsid w:val="005D2D65"/>
    <w:rsid w:val="005D3A6D"/>
    <w:rsid w:val="005D48B1"/>
    <w:rsid w:val="005D4CC2"/>
    <w:rsid w:val="005D6CF7"/>
    <w:rsid w:val="005D76B0"/>
    <w:rsid w:val="005D7932"/>
    <w:rsid w:val="005D7BAB"/>
    <w:rsid w:val="005E0A10"/>
    <w:rsid w:val="005E1208"/>
    <w:rsid w:val="005E1BFA"/>
    <w:rsid w:val="005E24E4"/>
    <w:rsid w:val="005E2CC4"/>
    <w:rsid w:val="005E376F"/>
    <w:rsid w:val="005E3B8A"/>
    <w:rsid w:val="005E4224"/>
    <w:rsid w:val="005E4264"/>
    <w:rsid w:val="005E4587"/>
    <w:rsid w:val="005E6413"/>
    <w:rsid w:val="005E67C5"/>
    <w:rsid w:val="005E6D36"/>
    <w:rsid w:val="005E6E96"/>
    <w:rsid w:val="005E735F"/>
    <w:rsid w:val="005E7907"/>
    <w:rsid w:val="005E7E1B"/>
    <w:rsid w:val="005E7FBB"/>
    <w:rsid w:val="005F0139"/>
    <w:rsid w:val="005F0B15"/>
    <w:rsid w:val="005F19B6"/>
    <w:rsid w:val="005F1A96"/>
    <w:rsid w:val="005F2F87"/>
    <w:rsid w:val="005F3F52"/>
    <w:rsid w:val="005F4217"/>
    <w:rsid w:val="005F4D39"/>
    <w:rsid w:val="005F4E6C"/>
    <w:rsid w:val="005F52CF"/>
    <w:rsid w:val="005F57FC"/>
    <w:rsid w:val="005F5F7D"/>
    <w:rsid w:val="005F6506"/>
    <w:rsid w:val="005F66C9"/>
    <w:rsid w:val="005F718C"/>
    <w:rsid w:val="005F7516"/>
    <w:rsid w:val="005F7D99"/>
    <w:rsid w:val="00600086"/>
    <w:rsid w:val="00601997"/>
    <w:rsid w:val="00602343"/>
    <w:rsid w:val="00603A5A"/>
    <w:rsid w:val="00603EE1"/>
    <w:rsid w:val="00604DD7"/>
    <w:rsid w:val="00605D73"/>
    <w:rsid w:val="00605D7B"/>
    <w:rsid w:val="00605FED"/>
    <w:rsid w:val="00607234"/>
    <w:rsid w:val="0060766B"/>
    <w:rsid w:val="00607786"/>
    <w:rsid w:val="00610183"/>
    <w:rsid w:val="00610850"/>
    <w:rsid w:val="00610874"/>
    <w:rsid w:val="00610E9F"/>
    <w:rsid w:val="00610FBD"/>
    <w:rsid w:val="00610FBF"/>
    <w:rsid w:val="0061194C"/>
    <w:rsid w:val="00611EE5"/>
    <w:rsid w:val="006123C7"/>
    <w:rsid w:val="00612524"/>
    <w:rsid w:val="00612DD3"/>
    <w:rsid w:val="006130AB"/>
    <w:rsid w:val="0061433D"/>
    <w:rsid w:val="006147BD"/>
    <w:rsid w:val="00614892"/>
    <w:rsid w:val="00617AE7"/>
    <w:rsid w:val="00617E16"/>
    <w:rsid w:val="006208B3"/>
    <w:rsid w:val="006208FB"/>
    <w:rsid w:val="00620CEE"/>
    <w:rsid w:val="0062116C"/>
    <w:rsid w:val="00621352"/>
    <w:rsid w:val="006215B8"/>
    <w:rsid w:val="00622B14"/>
    <w:rsid w:val="00622D72"/>
    <w:rsid w:val="006234CA"/>
    <w:rsid w:val="0062530F"/>
    <w:rsid w:val="006257A1"/>
    <w:rsid w:val="00625B65"/>
    <w:rsid w:val="0062719B"/>
    <w:rsid w:val="00630062"/>
    <w:rsid w:val="0063054C"/>
    <w:rsid w:val="00630641"/>
    <w:rsid w:val="00630A81"/>
    <w:rsid w:val="00633A15"/>
    <w:rsid w:val="00634858"/>
    <w:rsid w:val="00634DFD"/>
    <w:rsid w:val="006352A7"/>
    <w:rsid w:val="006358E4"/>
    <w:rsid w:val="006358ED"/>
    <w:rsid w:val="00636E33"/>
    <w:rsid w:val="00637994"/>
    <w:rsid w:val="006410DF"/>
    <w:rsid w:val="00641322"/>
    <w:rsid w:val="0064171D"/>
    <w:rsid w:val="00642189"/>
    <w:rsid w:val="0064301D"/>
    <w:rsid w:val="00643270"/>
    <w:rsid w:val="0064390B"/>
    <w:rsid w:val="00643AFD"/>
    <w:rsid w:val="006446EA"/>
    <w:rsid w:val="006450B5"/>
    <w:rsid w:val="006453C8"/>
    <w:rsid w:val="00646110"/>
    <w:rsid w:val="00646115"/>
    <w:rsid w:val="0064647B"/>
    <w:rsid w:val="006470B9"/>
    <w:rsid w:val="00647C66"/>
    <w:rsid w:val="00650201"/>
    <w:rsid w:val="00650D88"/>
    <w:rsid w:val="00651921"/>
    <w:rsid w:val="00651E30"/>
    <w:rsid w:val="00652C20"/>
    <w:rsid w:val="00652D74"/>
    <w:rsid w:val="006537D7"/>
    <w:rsid w:val="0065456E"/>
    <w:rsid w:val="00654845"/>
    <w:rsid w:val="00654DF0"/>
    <w:rsid w:val="00655F25"/>
    <w:rsid w:val="0065653E"/>
    <w:rsid w:val="00656BAD"/>
    <w:rsid w:val="00656D29"/>
    <w:rsid w:val="00656F05"/>
    <w:rsid w:val="0065782D"/>
    <w:rsid w:val="006615C5"/>
    <w:rsid w:val="00661919"/>
    <w:rsid w:val="0066197F"/>
    <w:rsid w:val="00661CB4"/>
    <w:rsid w:val="0066292C"/>
    <w:rsid w:val="0066294B"/>
    <w:rsid w:val="00662D60"/>
    <w:rsid w:val="00663861"/>
    <w:rsid w:val="00664C0B"/>
    <w:rsid w:val="0066532F"/>
    <w:rsid w:val="00665B1F"/>
    <w:rsid w:val="006668FE"/>
    <w:rsid w:val="00666C2F"/>
    <w:rsid w:val="00667643"/>
    <w:rsid w:val="00667650"/>
    <w:rsid w:val="00667F2D"/>
    <w:rsid w:val="006701E5"/>
    <w:rsid w:val="006705CC"/>
    <w:rsid w:val="00670661"/>
    <w:rsid w:val="006708BF"/>
    <w:rsid w:val="00670B6F"/>
    <w:rsid w:val="00670CAF"/>
    <w:rsid w:val="00671D71"/>
    <w:rsid w:val="006722B5"/>
    <w:rsid w:val="006724ED"/>
    <w:rsid w:val="00672BCF"/>
    <w:rsid w:val="00673C2A"/>
    <w:rsid w:val="00674377"/>
    <w:rsid w:val="0067444A"/>
    <w:rsid w:val="00674B9E"/>
    <w:rsid w:val="006751C9"/>
    <w:rsid w:val="0067561C"/>
    <w:rsid w:val="0067565C"/>
    <w:rsid w:val="00675BB3"/>
    <w:rsid w:val="00675D1A"/>
    <w:rsid w:val="006766D6"/>
    <w:rsid w:val="006770D6"/>
    <w:rsid w:val="00677CE9"/>
    <w:rsid w:val="0068033F"/>
    <w:rsid w:val="00680A46"/>
    <w:rsid w:val="00680BD9"/>
    <w:rsid w:val="00680C65"/>
    <w:rsid w:val="00680CA1"/>
    <w:rsid w:val="006811F9"/>
    <w:rsid w:val="0068128F"/>
    <w:rsid w:val="00681386"/>
    <w:rsid w:val="0068138D"/>
    <w:rsid w:val="006814AD"/>
    <w:rsid w:val="00681558"/>
    <w:rsid w:val="006817D2"/>
    <w:rsid w:val="00681BB6"/>
    <w:rsid w:val="00682D42"/>
    <w:rsid w:val="00683D74"/>
    <w:rsid w:val="00685608"/>
    <w:rsid w:val="00685A30"/>
    <w:rsid w:val="006861A7"/>
    <w:rsid w:val="00686CD3"/>
    <w:rsid w:val="00686F2F"/>
    <w:rsid w:val="00687750"/>
    <w:rsid w:val="00687927"/>
    <w:rsid w:val="00687D18"/>
    <w:rsid w:val="00690880"/>
    <w:rsid w:val="00690E0C"/>
    <w:rsid w:val="00690EBB"/>
    <w:rsid w:val="00690FE2"/>
    <w:rsid w:val="00691BC6"/>
    <w:rsid w:val="0069221F"/>
    <w:rsid w:val="0069233D"/>
    <w:rsid w:val="00692812"/>
    <w:rsid w:val="00692D4E"/>
    <w:rsid w:val="00692F7D"/>
    <w:rsid w:val="0069316E"/>
    <w:rsid w:val="00693215"/>
    <w:rsid w:val="0069352C"/>
    <w:rsid w:val="00693629"/>
    <w:rsid w:val="0069362A"/>
    <w:rsid w:val="00693E2E"/>
    <w:rsid w:val="006942B0"/>
    <w:rsid w:val="00695821"/>
    <w:rsid w:val="0069624D"/>
    <w:rsid w:val="00696A2F"/>
    <w:rsid w:val="00696B29"/>
    <w:rsid w:val="00696C1B"/>
    <w:rsid w:val="00697960"/>
    <w:rsid w:val="00697B60"/>
    <w:rsid w:val="006A073F"/>
    <w:rsid w:val="006A0B80"/>
    <w:rsid w:val="006A168F"/>
    <w:rsid w:val="006A2AB2"/>
    <w:rsid w:val="006A31F2"/>
    <w:rsid w:val="006A394F"/>
    <w:rsid w:val="006A3A81"/>
    <w:rsid w:val="006A3D8C"/>
    <w:rsid w:val="006A4841"/>
    <w:rsid w:val="006A537F"/>
    <w:rsid w:val="006A5AEE"/>
    <w:rsid w:val="006A7340"/>
    <w:rsid w:val="006A7A70"/>
    <w:rsid w:val="006A7F12"/>
    <w:rsid w:val="006B052F"/>
    <w:rsid w:val="006B0A36"/>
    <w:rsid w:val="006B170A"/>
    <w:rsid w:val="006B1D9D"/>
    <w:rsid w:val="006B1FA1"/>
    <w:rsid w:val="006B2284"/>
    <w:rsid w:val="006B295E"/>
    <w:rsid w:val="006B481D"/>
    <w:rsid w:val="006B4A2E"/>
    <w:rsid w:val="006B4A62"/>
    <w:rsid w:val="006B4DAA"/>
    <w:rsid w:val="006B4F0E"/>
    <w:rsid w:val="006B5274"/>
    <w:rsid w:val="006B5642"/>
    <w:rsid w:val="006B5CFD"/>
    <w:rsid w:val="006B6653"/>
    <w:rsid w:val="006B6D7B"/>
    <w:rsid w:val="006B7EA2"/>
    <w:rsid w:val="006C0134"/>
    <w:rsid w:val="006C0201"/>
    <w:rsid w:val="006C0665"/>
    <w:rsid w:val="006C079C"/>
    <w:rsid w:val="006C084C"/>
    <w:rsid w:val="006C0B7E"/>
    <w:rsid w:val="006C0ED8"/>
    <w:rsid w:val="006C0F6E"/>
    <w:rsid w:val="006C183D"/>
    <w:rsid w:val="006C18CD"/>
    <w:rsid w:val="006C20BB"/>
    <w:rsid w:val="006C22F7"/>
    <w:rsid w:val="006C2490"/>
    <w:rsid w:val="006C28CB"/>
    <w:rsid w:val="006C2E05"/>
    <w:rsid w:val="006C341E"/>
    <w:rsid w:val="006C5465"/>
    <w:rsid w:val="006C54D9"/>
    <w:rsid w:val="006C57F9"/>
    <w:rsid w:val="006C5AB4"/>
    <w:rsid w:val="006C5D74"/>
    <w:rsid w:val="006C72C0"/>
    <w:rsid w:val="006C7546"/>
    <w:rsid w:val="006D2089"/>
    <w:rsid w:val="006D20AE"/>
    <w:rsid w:val="006D2171"/>
    <w:rsid w:val="006D247C"/>
    <w:rsid w:val="006D2C55"/>
    <w:rsid w:val="006D3F0B"/>
    <w:rsid w:val="006D4CA4"/>
    <w:rsid w:val="006D532F"/>
    <w:rsid w:val="006D63BE"/>
    <w:rsid w:val="006D6577"/>
    <w:rsid w:val="006D6984"/>
    <w:rsid w:val="006D7A58"/>
    <w:rsid w:val="006D7D57"/>
    <w:rsid w:val="006E0324"/>
    <w:rsid w:val="006E17F3"/>
    <w:rsid w:val="006E2BCE"/>
    <w:rsid w:val="006E4076"/>
    <w:rsid w:val="006E4359"/>
    <w:rsid w:val="006E4C41"/>
    <w:rsid w:val="006E590F"/>
    <w:rsid w:val="006E6CDB"/>
    <w:rsid w:val="006E78A9"/>
    <w:rsid w:val="006E7A29"/>
    <w:rsid w:val="006E7EEA"/>
    <w:rsid w:val="006F0F18"/>
    <w:rsid w:val="006F1092"/>
    <w:rsid w:val="006F12BA"/>
    <w:rsid w:val="006F1726"/>
    <w:rsid w:val="006F19DF"/>
    <w:rsid w:val="006F1BB4"/>
    <w:rsid w:val="006F1F0A"/>
    <w:rsid w:val="006F27A6"/>
    <w:rsid w:val="006F2836"/>
    <w:rsid w:val="006F2E1D"/>
    <w:rsid w:val="006F2F7E"/>
    <w:rsid w:val="006F2FCB"/>
    <w:rsid w:val="006F334E"/>
    <w:rsid w:val="006F3C90"/>
    <w:rsid w:val="006F4328"/>
    <w:rsid w:val="006F450E"/>
    <w:rsid w:val="006F5362"/>
    <w:rsid w:val="006F59FA"/>
    <w:rsid w:val="006F5A28"/>
    <w:rsid w:val="006F614D"/>
    <w:rsid w:val="006F66AA"/>
    <w:rsid w:val="006F6823"/>
    <w:rsid w:val="006F6E7F"/>
    <w:rsid w:val="006F6FCF"/>
    <w:rsid w:val="006F7865"/>
    <w:rsid w:val="007006D5"/>
    <w:rsid w:val="00700EA0"/>
    <w:rsid w:val="00701E11"/>
    <w:rsid w:val="007023D1"/>
    <w:rsid w:val="007029B6"/>
    <w:rsid w:val="00702A6A"/>
    <w:rsid w:val="00702FF1"/>
    <w:rsid w:val="00703224"/>
    <w:rsid w:val="00703B88"/>
    <w:rsid w:val="00704A0C"/>
    <w:rsid w:val="00704A4E"/>
    <w:rsid w:val="00705036"/>
    <w:rsid w:val="007067BE"/>
    <w:rsid w:val="00706EB0"/>
    <w:rsid w:val="00707570"/>
    <w:rsid w:val="00707D22"/>
    <w:rsid w:val="0071012E"/>
    <w:rsid w:val="007108A5"/>
    <w:rsid w:val="00711125"/>
    <w:rsid w:val="00711283"/>
    <w:rsid w:val="007113BD"/>
    <w:rsid w:val="007117C7"/>
    <w:rsid w:val="00711D9C"/>
    <w:rsid w:val="00712430"/>
    <w:rsid w:val="00713DA5"/>
    <w:rsid w:val="00714850"/>
    <w:rsid w:val="007148CC"/>
    <w:rsid w:val="00715109"/>
    <w:rsid w:val="007151DC"/>
    <w:rsid w:val="00715281"/>
    <w:rsid w:val="00716BC9"/>
    <w:rsid w:val="00716DAB"/>
    <w:rsid w:val="00717AC3"/>
    <w:rsid w:val="00717C13"/>
    <w:rsid w:val="0072116D"/>
    <w:rsid w:val="0072294B"/>
    <w:rsid w:val="007229EC"/>
    <w:rsid w:val="00722E97"/>
    <w:rsid w:val="00724DCB"/>
    <w:rsid w:val="00724F67"/>
    <w:rsid w:val="0072748F"/>
    <w:rsid w:val="0072755D"/>
    <w:rsid w:val="00727812"/>
    <w:rsid w:val="007302DB"/>
    <w:rsid w:val="00730479"/>
    <w:rsid w:val="00730A7B"/>
    <w:rsid w:val="00730C49"/>
    <w:rsid w:val="00730E65"/>
    <w:rsid w:val="00731890"/>
    <w:rsid w:val="00732BD7"/>
    <w:rsid w:val="00732DF6"/>
    <w:rsid w:val="007332D9"/>
    <w:rsid w:val="0073331E"/>
    <w:rsid w:val="0073363D"/>
    <w:rsid w:val="00733B8F"/>
    <w:rsid w:val="00733DFD"/>
    <w:rsid w:val="00734189"/>
    <w:rsid w:val="007345B2"/>
    <w:rsid w:val="007347A6"/>
    <w:rsid w:val="00735180"/>
    <w:rsid w:val="00735449"/>
    <w:rsid w:val="007365BE"/>
    <w:rsid w:val="00737FBF"/>
    <w:rsid w:val="007405DC"/>
    <w:rsid w:val="00741F1C"/>
    <w:rsid w:val="00742DA4"/>
    <w:rsid w:val="00742EA2"/>
    <w:rsid w:val="007432BC"/>
    <w:rsid w:val="00743970"/>
    <w:rsid w:val="007447D4"/>
    <w:rsid w:val="00744AEA"/>
    <w:rsid w:val="00746DD0"/>
    <w:rsid w:val="00747136"/>
    <w:rsid w:val="00747746"/>
    <w:rsid w:val="0075047E"/>
    <w:rsid w:val="007513AA"/>
    <w:rsid w:val="0075173E"/>
    <w:rsid w:val="0075381F"/>
    <w:rsid w:val="0075407E"/>
    <w:rsid w:val="0075465C"/>
    <w:rsid w:val="00754D3D"/>
    <w:rsid w:val="007560C6"/>
    <w:rsid w:val="00756432"/>
    <w:rsid w:val="00756B4C"/>
    <w:rsid w:val="00756CE8"/>
    <w:rsid w:val="00756F41"/>
    <w:rsid w:val="007577FB"/>
    <w:rsid w:val="007610AE"/>
    <w:rsid w:val="007626C1"/>
    <w:rsid w:val="0076275B"/>
    <w:rsid w:val="00763DF1"/>
    <w:rsid w:val="007644D0"/>
    <w:rsid w:val="00765A95"/>
    <w:rsid w:val="007672A6"/>
    <w:rsid w:val="00770466"/>
    <w:rsid w:val="00770D27"/>
    <w:rsid w:val="00770E34"/>
    <w:rsid w:val="007713DF"/>
    <w:rsid w:val="00771B30"/>
    <w:rsid w:val="007721A7"/>
    <w:rsid w:val="007722FB"/>
    <w:rsid w:val="00772D67"/>
    <w:rsid w:val="007744CD"/>
    <w:rsid w:val="007747E7"/>
    <w:rsid w:val="00776574"/>
    <w:rsid w:val="00776600"/>
    <w:rsid w:val="00776F08"/>
    <w:rsid w:val="007775B3"/>
    <w:rsid w:val="007779C9"/>
    <w:rsid w:val="007801FD"/>
    <w:rsid w:val="007805E6"/>
    <w:rsid w:val="007806AF"/>
    <w:rsid w:val="00780811"/>
    <w:rsid w:val="00780A73"/>
    <w:rsid w:val="00780FBA"/>
    <w:rsid w:val="007815D5"/>
    <w:rsid w:val="0078191B"/>
    <w:rsid w:val="00781F47"/>
    <w:rsid w:val="00782EBB"/>
    <w:rsid w:val="00782F6F"/>
    <w:rsid w:val="0078319A"/>
    <w:rsid w:val="00783559"/>
    <w:rsid w:val="007836D7"/>
    <w:rsid w:val="00784086"/>
    <w:rsid w:val="00784819"/>
    <w:rsid w:val="00784AAA"/>
    <w:rsid w:val="00785015"/>
    <w:rsid w:val="007859EF"/>
    <w:rsid w:val="00785B8B"/>
    <w:rsid w:val="0078661C"/>
    <w:rsid w:val="0078729D"/>
    <w:rsid w:val="007905EF"/>
    <w:rsid w:val="00792757"/>
    <w:rsid w:val="00792EA0"/>
    <w:rsid w:val="007936C3"/>
    <w:rsid w:val="00793ACF"/>
    <w:rsid w:val="00793F6F"/>
    <w:rsid w:val="0079466E"/>
    <w:rsid w:val="007956E4"/>
    <w:rsid w:val="0079583E"/>
    <w:rsid w:val="00795D08"/>
    <w:rsid w:val="00796696"/>
    <w:rsid w:val="00796946"/>
    <w:rsid w:val="0079704E"/>
    <w:rsid w:val="007970B6"/>
    <w:rsid w:val="00797446"/>
    <w:rsid w:val="007974F9"/>
    <w:rsid w:val="00797A5B"/>
    <w:rsid w:val="00797BE2"/>
    <w:rsid w:val="007A0BCB"/>
    <w:rsid w:val="007A0BF4"/>
    <w:rsid w:val="007A12FB"/>
    <w:rsid w:val="007A15C6"/>
    <w:rsid w:val="007A1F3F"/>
    <w:rsid w:val="007A220D"/>
    <w:rsid w:val="007A22B1"/>
    <w:rsid w:val="007A2D43"/>
    <w:rsid w:val="007A3327"/>
    <w:rsid w:val="007A37EC"/>
    <w:rsid w:val="007A38EC"/>
    <w:rsid w:val="007A3A59"/>
    <w:rsid w:val="007A42D1"/>
    <w:rsid w:val="007A4E30"/>
    <w:rsid w:val="007A5F73"/>
    <w:rsid w:val="007A614F"/>
    <w:rsid w:val="007A651E"/>
    <w:rsid w:val="007A690C"/>
    <w:rsid w:val="007B04FC"/>
    <w:rsid w:val="007B07E9"/>
    <w:rsid w:val="007B07F1"/>
    <w:rsid w:val="007B0BCF"/>
    <w:rsid w:val="007B1928"/>
    <w:rsid w:val="007B1DD3"/>
    <w:rsid w:val="007B2FDC"/>
    <w:rsid w:val="007B3159"/>
    <w:rsid w:val="007B3574"/>
    <w:rsid w:val="007B3879"/>
    <w:rsid w:val="007B472A"/>
    <w:rsid w:val="007B4F95"/>
    <w:rsid w:val="007B6500"/>
    <w:rsid w:val="007B6627"/>
    <w:rsid w:val="007B7476"/>
    <w:rsid w:val="007B7506"/>
    <w:rsid w:val="007B755D"/>
    <w:rsid w:val="007B79BE"/>
    <w:rsid w:val="007B7F9F"/>
    <w:rsid w:val="007C0450"/>
    <w:rsid w:val="007C0622"/>
    <w:rsid w:val="007C0A20"/>
    <w:rsid w:val="007C0C15"/>
    <w:rsid w:val="007C291A"/>
    <w:rsid w:val="007C536E"/>
    <w:rsid w:val="007C628C"/>
    <w:rsid w:val="007C678D"/>
    <w:rsid w:val="007C6C10"/>
    <w:rsid w:val="007C71A3"/>
    <w:rsid w:val="007C7C6E"/>
    <w:rsid w:val="007D066B"/>
    <w:rsid w:val="007D09D5"/>
    <w:rsid w:val="007D1783"/>
    <w:rsid w:val="007D3A2D"/>
    <w:rsid w:val="007D41D8"/>
    <w:rsid w:val="007D426B"/>
    <w:rsid w:val="007D4601"/>
    <w:rsid w:val="007D5A0F"/>
    <w:rsid w:val="007D5B13"/>
    <w:rsid w:val="007D6BAA"/>
    <w:rsid w:val="007D71DB"/>
    <w:rsid w:val="007D7D86"/>
    <w:rsid w:val="007E01E5"/>
    <w:rsid w:val="007E104A"/>
    <w:rsid w:val="007E1318"/>
    <w:rsid w:val="007E15CC"/>
    <w:rsid w:val="007E184B"/>
    <w:rsid w:val="007E18E6"/>
    <w:rsid w:val="007E1F41"/>
    <w:rsid w:val="007E254B"/>
    <w:rsid w:val="007E355D"/>
    <w:rsid w:val="007E3D5D"/>
    <w:rsid w:val="007E3DBC"/>
    <w:rsid w:val="007E49A3"/>
    <w:rsid w:val="007E49C9"/>
    <w:rsid w:val="007E537F"/>
    <w:rsid w:val="007E5A8A"/>
    <w:rsid w:val="007E5A97"/>
    <w:rsid w:val="007E63D0"/>
    <w:rsid w:val="007E660C"/>
    <w:rsid w:val="007E76E8"/>
    <w:rsid w:val="007E7954"/>
    <w:rsid w:val="007E7B20"/>
    <w:rsid w:val="007E7F65"/>
    <w:rsid w:val="007F01A4"/>
    <w:rsid w:val="007F0C75"/>
    <w:rsid w:val="007F0D6F"/>
    <w:rsid w:val="007F17F3"/>
    <w:rsid w:val="007F2837"/>
    <w:rsid w:val="007F3DE2"/>
    <w:rsid w:val="007F3ECF"/>
    <w:rsid w:val="007F42D7"/>
    <w:rsid w:val="007F4400"/>
    <w:rsid w:val="007F44FD"/>
    <w:rsid w:val="007F4626"/>
    <w:rsid w:val="007F60E7"/>
    <w:rsid w:val="007F6293"/>
    <w:rsid w:val="007F6437"/>
    <w:rsid w:val="007F74A8"/>
    <w:rsid w:val="008007B0"/>
    <w:rsid w:val="00800EFB"/>
    <w:rsid w:val="00801C6A"/>
    <w:rsid w:val="0080296E"/>
    <w:rsid w:val="008029FD"/>
    <w:rsid w:val="00802F75"/>
    <w:rsid w:val="00802FAE"/>
    <w:rsid w:val="0080331F"/>
    <w:rsid w:val="00803C41"/>
    <w:rsid w:val="00803FDD"/>
    <w:rsid w:val="008042A1"/>
    <w:rsid w:val="008054B6"/>
    <w:rsid w:val="00805D61"/>
    <w:rsid w:val="008073B9"/>
    <w:rsid w:val="008075AB"/>
    <w:rsid w:val="0080790B"/>
    <w:rsid w:val="00810094"/>
    <w:rsid w:val="008104CA"/>
    <w:rsid w:val="00811C9C"/>
    <w:rsid w:val="00811EFC"/>
    <w:rsid w:val="0081202F"/>
    <w:rsid w:val="00812781"/>
    <w:rsid w:val="00812788"/>
    <w:rsid w:val="00812AE7"/>
    <w:rsid w:val="00813AD3"/>
    <w:rsid w:val="008158AC"/>
    <w:rsid w:val="00816085"/>
    <w:rsid w:val="00816195"/>
    <w:rsid w:val="00817C69"/>
    <w:rsid w:val="00817D01"/>
    <w:rsid w:val="00817F63"/>
    <w:rsid w:val="008200B0"/>
    <w:rsid w:val="008206C0"/>
    <w:rsid w:val="008207E3"/>
    <w:rsid w:val="00820E03"/>
    <w:rsid w:val="008215EA"/>
    <w:rsid w:val="008215F3"/>
    <w:rsid w:val="0082398B"/>
    <w:rsid w:val="0082533F"/>
    <w:rsid w:val="00825C20"/>
    <w:rsid w:val="00825F4B"/>
    <w:rsid w:val="00826055"/>
    <w:rsid w:val="008272BB"/>
    <w:rsid w:val="008273AD"/>
    <w:rsid w:val="0083009E"/>
    <w:rsid w:val="00830A2D"/>
    <w:rsid w:val="0083160F"/>
    <w:rsid w:val="008316D3"/>
    <w:rsid w:val="0083266D"/>
    <w:rsid w:val="00832EFB"/>
    <w:rsid w:val="008333CC"/>
    <w:rsid w:val="00833EF3"/>
    <w:rsid w:val="00833FA2"/>
    <w:rsid w:val="008340D5"/>
    <w:rsid w:val="00835321"/>
    <w:rsid w:val="008356FB"/>
    <w:rsid w:val="0083593E"/>
    <w:rsid w:val="00835AA6"/>
    <w:rsid w:val="00835ABF"/>
    <w:rsid w:val="00835C75"/>
    <w:rsid w:val="00835C8C"/>
    <w:rsid w:val="00836459"/>
    <w:rsid w:val="008364CD"/>
    <w:rsid w:val="00836869"/>
    <w:rsid w:val="00837A91"/>
    <w:rsid w:val="00840738"/>
    <w:rsid w:val="00840F91"/>
    <w:rsid w:val="0084110C"/>
    <w:rsid w:val="00841A35"/>
    <w:rsid w:val="00842C5B"/>
    <w:rsid w:val="00843610"/>
    <w:rsid w:val="00844087"/>
    <w:rsid w:val="0084480E"/>
    <w:rsid w:val="0084521A"/>
    <w:rsid w:val="008458A3"/>
    <w:rsid w:val="008458C5"/>
    <w:rsid w:val="00845DA8"/>
    <w:rsid w:val="00845F0D"/>
    <w:rsid w:val="008470CD"/>
    <w:rsid w:val="0085020D"/>
    <w:rsid w:val="00851495"/>
    <w:rsid w:val="00851FBF"/>
    <w:rsid w:val="00853464"/>
    <w:rsid w:val="008535F4"/>
    <w:rsid w:val="008539DF"/>
    <w:rsid w:val="00853DF3"/>
    <w:rsid w:val="0085459A"/>
    <w:rsid w:val="00855009"/>
    <w:rsid w:val="00855567"/>
    <w:rsid w:val="00855640"/>
    <w:rsid w:val="00855679"/>
    <w:rsid w:val="008556BA"/>
    <w:rsid w:val="00855F04"/>
    <w:rsid w:val="00856810"/>
    <w:rsid w:val="00856ED3"/>
    <w:rsid w:val="00857496"/>
    <w:rsid w:val="0085777F"/>
    <w:rsid w:val="008577A9"/>
    <w:rsid w:val="008604EC"/>
    <w:rsid w:val="0086063A"/>
    <w:rsid w:val="00861284"/>
    <w:rsid w:val="00861F9A"/>
    <w:rsid w:val="00861FD3"/>
    <w:rsid w:val="00862A27"/>
    <w:rsid w:val="00862CD3"/>
    <w:rsid w:val="00862CE6"/>
    <w:rsid w:val="00862F04"/>
    <w:rsid w:val="00863E8D"/>
    <w:rsid w:val="00863F72"/>
    <w:rsid w:val="00864047"/>
    <w:rsid w:val="0086571E"/>
    <w:rsid w:val="00865AE7"/>
    <w:rsid w:val="00865D52"/>
    <w:rsid w:val="00865F0A"/>
    <w:rsid w:val="00865F20"/>
    <w:rsid w:val="00866E0A"/>
    <w:rsid w:val="00866E92"/>
    <w:rsid w:val="00866F66"/>
    <w:rsid w:val="00867756"/>
    <w:rsid w:val="00867868"/>
    <w:rsid w:val="00867875"/>
    <w:rsid w:val="00867DF2"/>
    <w:rsid w:val="0087009E"/>
    <w:rsid w:val="00871322"/>
    <w:rsid w:val="00871DA1"/>
    <w:rsid w:val="008723D4"/>
    <w:rsid w:val="00872A8F"/>
    <w:rsid w:val="00872F89"/>
    <w:rsid w:val="008735AF"/>
    <w:rsid w:val="00873751"/>
    <w:rsid w:val="00874383"/>
    <w:rsid w:val="00874ED7"/>
    <w:rsid w:val="00875578"/>
    <w:rsid w:val="008768DF"/>
    <w:rsid w:val="00876D4A"/>
    <w:rsid w:val="00877072"/>
    <w:rsid w:val="0087749D"/>
    <w:rsid w:val="00880F04"/>
    <w:rsid w:val="00881241"/>
    <w:rsid w:val="008819F5"/>
    <w:rsid w:val="00881BDC"/>
    <w:rsid w:val="0088251F"/>
    <w:rsid w:val="008832C8"/>
    <w:rsid w:val="008833C4"/>
    <w:rsid w:val="008839B6"/>
    <w:rsid w:val="00884117"/>
    <w:rsid w:val="00884BF4"/>
    <w:rsid w:val="00884F69"/>
    <w:rsid w:val="00885797"/>
    <w:rsid w:val="008861A5"/>
    <w:rsid w:val="0088627F"/>
    <w:rsid w:val="00886E39"/>
    <w:rsid w:val="008874D4"/>
    <w:rsid w:val="00887A0F"/>
    <w:rsid w:val="00890B09"/>
    <w:rsid w:val="00890B89"/>
    <w:rsid w:val="00890EFE"/>
    <w:rsid w:val="0089132E"/>
    <w:rsid w:val="0089269F"/>
    <w:rsid w:val="00892C88"/>
    <w:rsid w:val="00893080"/>
    <w:rsid w:val="008931BA"/>
    <w:rsid w:val="008932A2"/>
    <w:rsid w:val="00893B7D"/>
    <w:rsid w:val="00894A50"/>
    <w:rsid w:val="00896660"/>
    <w:rsid w:val="00896945"/>
    <w:rsid w:val="0089773A"/>
    <w:rsid w:val="008977E8"/>
    <w:rsid w:val="00897C25"/>
    <w:rsid w:val="008A0153"/>
    <w:rsid w:val="008A026D"/>
    <w:rsid w:val="008A0BAF"/>
    <w:rsid w:val="008A2323"/>
    <w:rsid w:val="008A2803"/>
    <w:rsid w:val="008A2D8F"/>
    <w:rsid w:val="008A4683"/>
    <w:rsid w:val="008A4A43"/>
    <w:rsid w:val="008A4DD5"/>
    <w:rsid w:val="008A54B0"/>
    <w:rsid w:val="008A5DE7"/>
    <w:rsid w:val="008A69E0"/>
    <w:rsid w:val="008A6D4A"/>
    <w:rsid w:val="008A6EC9"/>
    <w:rsid w:val="008A7780"/>
    <w:rsid w:val="008A785E"/>
    <w:rsid w:val="008B02FC"/>
    <w:rsid w:val="008B05D2"/>
    <w:rsid w:val="008B1355"/>
    <w:rsid w:val="008B1478"/>
    <w:rsid w:val="008B1FBF"/>
    <w:rsid w:val="008B23ED"/>
    <w:rsid w:val="008B27FA"/>
    <w:rsid w:val="008B2E6A"/>
    <w:rsid w:val="008B3272"/>
    <w:rsid w:val="008B3A31"/>
    <w:rsid w:val="008B4F85"/>
    <w:rsid w:val="008B5F08"/>
    <w:rsid w:val="008B5F2D"/>
    <w:rsid w:val="008B75D6"/>
    <w:rsid w:val="008B7621"/>
    <w:rsid w:val="008B76DD"/>
    <w:rsid w:val="008B7DCA"/>
    <w:rsid w:val="008B7E00"/>
    <w:rsid w:val="008B7E55"/>
    <w:rsid w:val="008C0287"/>
    <w:rsid w:val="008C290F"/>
    <w:rsid w:val="008C2C4F"/>
    <w:rsid w:val="008C34BC"/>
    <w:rsid w:val="008C3A77"/>
    <w:rsid w:val="008C406D"/>
    <w:rsid w:val="008C418E"/>
    <w:rsid w:val="008C42B7"/>
    <w:rsid w:val="008C5389"/>
    <w:rsid w:val="008C53F9"/>
    <w:rsid w:val="008C546A"/>
    <w:rsid w:val="008C5528"/>
    <w:rsid w:val="008C68CD"/>
    <w:rsid w:val="008C6E7E"/>
    <w:rsid w:val="008C7736"/>
    <w:rsid w:val="008D027E"/>
    <w:rsid w:val="008D02D3"/>
    <w:rsid w:val="008D0337"/>
    <w:rsid w:val="008D11EA"/>
    <w:rsid w:val="008D14CA"/>
    <w:rsid w:val="008D1812"/>
    <w:rsid w:val="008D185B"/>
    <w:rsid w:val="008D1A1A"/>
    <w:rsid w:val="008D1AF7"/>
    <w:rsid w:val="008D21DE"/>
    <w:rsid w:val="008D3161"/>
    <w:rsid w:val="008D3ECA"/>
    <w:rsid w:val="008D46EE"/>
    <w:rsid w:val="008D472A"/>
    <w:rsid w:val="008D495D"/>
    <w:rsid w:val="008D4974"/>
    <w:rsid w:val="008D4AFD"/>
    <w:rsid w:val="008D4C47"/>
    <w:rsid w:val="008D5DDF"/>
    <w:rsid w:val="008D5E3D"/>
    <w:rsid w:val="008D7159"/>
    <w:rsid w:val="008E0711"/>
    <w:rsid w:val="008E0B58"/>
    <w:rsid w:val="008E0CB7"/>
    <w:rsid w:val="008E0F75"/>
    <w:rsid w:val="008E1511"/>
    <w:rsid w:val="008E189B"/>
    <w:rsid w:val="008E19D8"/>
    <w:rsid w:val="008E242D"/>
    <w:rsid w:val="008E276A"/>
    <w:rsid w:val="008E294A"/>
    <w:rsid w:val="008E2AFB"/>
    <w:rsid w:val="008E35C7"/>
    <w:rsid w:val="008E39AA"/>
    <w:rsid w:val="008E4468"/>
    <w:rsid w:val="008E446E"/>
    <w:rsid w:val="008E48C5"/>
    <w:rsid w:val="008E494D"/>
    <w:rsid w:val="008E4DAB"/>
    <w:rsid w:val="008E531E"/>
    <w:rsid w:val="008E5E7D"/>
    <w:rsid w:val="008E6141"/>
    <w:rsid w:val="008E6169"/>
    <w:rsid w:val="008E62D1"/>
    <w:rsid w:val="008E6920"/>
    <w:rsid w:val="008E6971"/>
    <w:rsid w:val="008E7035"/>
    <w:rsid w:val="008E7269"/>
    <w:rsid w:val="008F0156"/>
    <w:rsid w:val="008F1B88"/>
    <w:rsid w:val="008F1C7F"/>
    <w:rsid w:val="008F1F41"/>
    <w:rsid w:val="008F2737"/>
    <w:rsid w:val="008F3D54"/>
    <w:rsid w:val="008F4B87"/>
    <w:rsid w:val="008F51A2"/>
    <w:rsid w:val="008F5B76"/>
    <w:rsid w:val="008F6584"/>
    <w:rsid w:val="008F74FA"/>
    <w:rsid w:val="008F75D6"/>
    <w:rsid w:val="008F766B"/>
    <w:rsid w:val="008F7EA0"/>
    <w:rsid w:val="008F7FCF"/>
    <w:rsid w:val="00900014"/>
    <w:rsid w:val="00901BCC"/>
    <w:rsid w:val="00901F08"/>
    <w:rsid w:val="0090290A"/>
    <w:rsid w:val="0090314F"/>
    <w:rsid w:val="00903649"/>
    <w:rsid w:val="00904079"/>
    <w:rsid w:val="00904666"/>
    <w:rsid w:val="00904730"/>
    <w:rsid w:val="00906F39"/>
    <w:rsid w:val="009070F2"/>
    <w:rsid w:val="00907736"/>
    <w:rsid w:val="00911DB4"/>
    <w:rsid w:val="00912BC1"/>
    <w:rsid w:val="009132EB"/>
    <w:rsid w:val="0091406E"/>
    <w:rsid w:val="0091538D"/>
    <w:rsid w:val="00915396"/>
    <w:rsid w:val="009155D0"/>
    <w:rsid w:val="00915642"/>
    <w:rsid w:val="009157EA"/>
    <w:rsid w:val="009159EE"/>
    <w:rsid w:val="00916110"/>
    <w:rsid w:val="009161CF"/>
    <w:rsid w:val="009164ED"/>
    <w:rsid w:val="00916BC5"/>
    <w:rsid w:val="00917421"/>
    <w:rsid w:val="00917B98"/>
    <w:rsid w:val="0092131F"/>
    <w:rsid w:val="00921656"/>
    <w:rsid w:val="00921EC0"/>
    <w:rsid w:val="00922F74"/>
    <w:rsid w:val="0092305E"/>
    <w:rsid w:val="00923490"/>
    <w:rsid w:val="009243C1"/>
    <w:rsid w:val="00925247"/>
    <w:rsid w:val="009252F4"/>
    <w:rsid w:val="00925409"/>
    <w:rsid w:val="009264B9"/>
    <w:rsid w:val="009266B5"/>
    <w:rsid w:val="0093005B"/>
    <w:rsid w:val="009302E8"/>
    <w:rsid w:val="00930595"/>
    <w:rsid w:val="00930E8B"/>
    <w:rsid w:val="00930F45"/>
    <w:rsid w:val="00930FA4"/>
    <w:rsid w:val="00932779"/>
    <w:rsid w:val="009329A3"/>
    <w:rsid w:val="00932DAA"/>
    <w:rsid w:val="00932FA0"/>
    <w:rsid w:val="00933450"/>
    <w:rsid w:val="00933A2F"/>
    <w:rsid w:val="00934274"/>
    <w:rsid w:val="00934279"/>
    <w:rsid w:val="009342D1"/>
    <w:rsid w:val="0093480C"/>
    <w:rsid w:val="0093515F"/>
    <w:rsid w:val="00935923"/>
    <w:rsid w:val="00936639"/>
    <w:rsid w:val="00937ACD"/>
    <w:rsid w:val="00937D41"/>
    <w:rsid w:val="00937F50"/>
    <w:rsid w:val="00940CEF"/>
    <w:rsid w:val="0094144F"/>
    <w:rsid w:val="00941B1F"/>
    <w:rsid w:val="009420B5"/>
    <w:rsid w:val="009421D9"/>
    <w:rsid w:val="0094262A"/>
    <w:rsid w:val="00942A47"/>
    <w:rsid w:val="00942B2E"/>
    <w:rsid w:val="009430EC"/>
    <w:rsid w:val="0094338E"/>
    <w:rsid w:val="00943DF5"/>
    <w:rsid w:val="00943F05"/>
    <w:rsid w:val="009442EF"/>
    <w:rsid w:val="00945282"/>
    <w:rsid w:val="00945318"/>
    <w:rsid w:val="00945682"/>
    <w:rsid w:val="0094583E"/>
    <w:rsid w:val="009459D7"/>
    <w:rsid w:val="00945AC3"/>
    <w:rsid w:val="00945D0F"/>
    <w:rsid w:val="00946AE4"/>
    <w:rsid w:val="009470E1"/>
    <w:rsid w:val="0094765D"/>
    <w:rsid w:val="00950ACF"/>
    <w:rsid w:val="0095158C"/>
    <w:rsid w:val="00951DC3"/>
    <w:rsid w:val="00951F11"/>
    <w:rsid w:val="00952155"/>
    <w:rsid w:val="009539D3"/>
    <w:rsid w:val="00954993"/>
    <w:rsid w:val="00955ADA"/>
    <w:rsid w:val="00955E21"/>
    <w:rsid w:val="00956EFF"/>
    <w:rsid w:val="00957343"/>
    <w:rsid w:val="00957813"/>
    <w:rsid w:val="00957E0B"/>
    <w:rsid w:val="00960119"/>
    <w:rsid w:val="009607FA"/>
    <w:rsid w:val="0096109C"/>
    <w:rsid w:val="0096141B"/>
    <w:rsid w:val="00961BE3"/>
    <w:rsid w:val="00961C73"/>
    <w:rsid w:val="00962551"/>
    <w:rsid w:val="00962739"/>
    <w:rsid w:val="009639AF"/>
    <w:rsid w:val="00963AFB"/>
    <w:rsid w:val="00963E48"/>
    <w:rsid w:val="00963F54"/>
    <w:rsid w:val="0096420E"/>
    <w:rsid w:val="0096487B"/>
    <w:rsid w:val="009648AA"/>
    <w:rsid w:val="00964D34"/>
    <w:rsid w:val="00964ED8"/>
    <w:rsid w:val="00964FDC"/>
    <w:rsid w:val="009656BF"/>
    <w:rsid w:val="00966EFC"/>
    <w:rsid w:val="009677D3"/>
    <w:rsid w:val="0097016F"/>
    <w:rsid w:val="0097122D"/>
    <w:rsid w:val="009713FF"/>
    <w:rsid w:val="00972578"/>
    <w:rsid w:val="00972C4B"/>
    <w:rsid w:val="009753A6"/>
    <w:rsid w:val="00976054"/>
    <w:rsid w:val="0097614C"/>
    <w:rsid w:val="009769BF"/>
    <w:rsid w:val="00976F7B"/>
    <w:rsid w:val="0097745F"/>
    <w:rsid w:val="00980ABF"/>
    <w:rsid w:val="00980ED8"/>
    <w:rsid w:val="00981000"/>
    <w:rsid w:val="0098136D"/>
    <w:rsid w:val="00981372"/>
    <w:rsid w:val="00981C94"/>
    <w:rsid w:val="0098214C"/>
    <w:rsid w:val="00982A18"/>
    <w:rsid w:val="00983219"/>
    <w:rsid w:val="009838F4"/>
    <w:rsid w:val="009844C2"/>
    <w:rsid w:val="009847D0"/>
    <w:rsid w:val="00985031"/>
    <w:rsid w:val="00985460"/>
    <w:rsid w:val="00985A66"/>
    <w:rsid w:val="00985D37"/>
    <w:rsid w:val="009862FB"/>
    <w:rsid w:val="00986435"/>
    <w:rsid w:val="009866CB"/>
    <w:rsid w:val="00986869"/>
    <w:rsid w:val="00986B8A"/>
    <w:rsid w:val="00986CDA"/>
    <w:rsid w:val="00986D69"/>
    <w:rsid w:val="00986F0B"/>
    <w:rsid w:val="009871E0"/>
    <w:rsid w:val="00987BE4"/>
    <w:rsid w:val="00990EE1"/>
    <w:rsid w:val="0099168C"/>
    <w:rsid w:val="00991956"/>
    <w:rsid w:val="0099226C"/>
    <w:rsid w:val="009929D6"/>
    <w:rsid w:val="00992AAD"/>
    <w:rsid w:val="00993C39"/>
    <w:rsid w:val="00993C86"/>
    <w:rsid w:val="00993F80"/>
    <w:rsid w:val="00994A88"/>
    <w:rsid w:val="00995558"/>
    <w:rsid w:val="0099583F"/>
    <w:rsid w:val="00995B4B"/>
    <w:rsid w:val="00995C01"/>
    <w:rsid w:val="00996DAD"/>
    <w:rsid w:val="009A0B35"/>
    <w:rsid w:val="009A165B"/>
    <w:rsid w:val="009A188C"/>
    <w:rsid w:val="009A1DBD"/>
    <w:rsid w:val="009A2C7C"/>
    <w:rsid w:val="009A4166"/>
    <w:rsid w:val="009A42F0"/>
    <w:rsid w:val="009A4BA5"/>
    <w:rsid w:val="009A58C4"/>
    <w:rsid w:val="009A6097"/>
    <w:rsid w:val="009A61CC"/>
    <w:rsid w:val="009A643A"/>
    <w:rsid w:val="009A655E"/>
    <w:rsid w:val="009A6A0E"/>
    <w:rsid w:val="009A6D71"/>
    <w:rsid w:val="009A76CF"/>
    <w:rsid w:val="009A7A5F"/>
    <w:rsid w:val="009A7D3F"/>
    <w:rsid w:val="009B01E9"/>
    <w:rsid w:val="009B04ED"/>
    <w:rsid w:val="009B11D8"/>
    <w:rsid w:val="009B1731"/>
    <w:rsid w:val="009B1CEE"/>
    <w:rsid w:val="009B26CA"/>
    <w:rsid w:val="009B2720"/>
    <w:rsid w:val="009B2774"/>
    <w:rsid w:val="009B3167"/>
    <w:rsid w:val="009B36FF"/>
    <w:rsid w:val="009B4EC4"/>
    <w:rsid w:val="009B5A3E"/>
    <w:rsid w:val="009B5ED4"/>
    <w:rsid w:val="009B6A27"/>
    <w:rsid w:val="009B70AC"/>
    <w:rsid w:val="009B726C"/>
    <w:rsid w:val="009B76F4"/>
    <w:rsid w:val="009B799F"/>
    <w:rsid w:val="009B7B50"/>
    <w:rsid w:val="009C047B"/>
    <w:rsid w:val="009C0766"/>
    <w:rsid w:val="009C10A1"/>
    <w:rsid w:val="009C1124"/>
    <w:rsid w:val="009C27F2"/>
    <w:rsid w:val="009C2CF5"/>
    <w:rsid w:val="009C2D1B"/>
    <w:rsid w:val="009C2F1D"/>
    <w:rsid w:val="009C3777"/>
    <w:rsid w:val="009C4A77"/>
    <w:rsid w:val="009C539D"/>
    <w:rsid w:val="009C5EED"/>
    <w:rsid w:val="009C672D"/>
    <w:rsid w:val="009C7BBA"/>
    <w:rsid w:val="009D0BF5"/>
    <w:rsid w:val="009D1592"/>
    <w:rsid w:val="009D172B"/>
    <w:rsid w:val="009D1B92"/>
    <w:rsid w:val="009D1F38"/>
    <w:rsid w:val="009D2A39"/>
    <w:rsid w:val="009D2B76"/>
    <w:rsid w:val="009D307B"/>
    <w:rsid w:val="009D3765"/>
    <w:rsid w:val="009D3F06"/>
    <w:rsid w:val="009D46CD"/>
    <w:rsid w:val="009D55AA"/>
    <w:rsid w:val="009D68C9"/>
    <w:rsid w:val="009D781E"/>
    <w:rsid w:val="009E0CD2"/>
    <w:rsid w:val="009E11D2"/>
    <w:rsid w:val="009E131B"/>
    <w:rsid w:val="009E1A10"/>
    <w:rsid w:val="009E1E2F"/>
    <w:rsid w:val="009E26C1"/>
    <w:rsid w:val="009E2918"/>
    <w:rsid w:val="009E33A8"/>
    <w:rsid w:val="009E3464"/>
    <w:rsid w:val="009E38F3"/>
    <w:rsid w:val="009E3956"/>
    <w:rsid w:val="009E46AB"/>
    <w:rsid w:val="009E4708"/>
    <w:rsid w:val="009E4D08"/>
    <w:rsid w:val="009E4EAC"/>
    <w:rsid w:val="009E4F9D"/>
    <w:rsid w:val="009E5076"/>
    <w:rsid w:val="009E532F"/>
    <w:rsid w:val="009E59C3"/>
    <w:rsid w:val="009E5D6B"/>
    <w:rsid w:val="009E5D95"/>
    <w:rsid w:val="009E65DD"/>
    <w:rsid w:val="009E72D8"/>
    <w:rsid w:val="009E76C2"/>
    <w:rsid w:val="009F08B1"/>
    <w:rsid w:val="009F0E2E"/>
    <w:rsid w:val="009F193E"/>
    <w:rsid w:val="009F19F0"/>
    <w:rsid w:val="009F1D24"/>
    <w:rsid w:val="009F1D54"/>
    <w:rsid w:val="009F1E14"/>
    <w:rsid w:val="009F28B0"/>
    <w:rsid w:val="009F2AB0"/>
    <w:rsid w:val="009F3298"/>
    <w:rsid w:val="009F38DE"/>
    <w:rsid w:val="009F3B83"/>
    <w:rsid w:val="009F459D"/>
    <w:rsid w:val="009F53C1"/>
    <w:rsid w:val="009F5A6A"/>
    <w:rsid w:val="009F617D"/>
    <w:rsid w:val="009F6D8C"/>
    <w:rsid w:val="009F713C"/>
    <w:rsid w:val="009F7801"/>
    <w:rsid w:val="009F7888"/>
    <w:rsid w:val="00A00480"/>
    <w:rsid w:val="00A00555"/>
    <w:rsid w:val="00A00EE5"/>
    <w:rsid w:val="00A01947"/>
    <w:rsid w:val="00A01BB1"/>
    <w:rsid w:val="00A022F2"/>
    <w:rsid w:val="00A023F8"/>
    <w:rsid w:val="00A02BC4"/>
    <w:rsid w:val="00A02DCE"/>
    <w:rsid w:val="00A03731"/>
    <w:rsid w:val="00A03C81"/>
    <w:rsid w:val="00A056D1"/>
    <w:rsid w:val="00A100A9"/>
    <w:rsid w:val="00A1025E"/>
    <w:rsid w:val="00A10BB8"/>
    <w:rsid w:val="00A10F93"/>
    <w:rsid w:val="00A10FB7"/>
    <w:rsid w:val="00A1375B"/>
    <w:rsid w:val="00A14720"/>
    <w:rsid w:val="00A147BF"/>
    <w:rsid w:val="00A14D73"/>
    <w:rsid w:val="00A156F3"/>
    <w:rsid w:val="00A15E88"/>
    <w:rsid w:val="00A162CA"/>
    <w:rsid w:val="00A201BA"/>
    <w:rsid w:val="00A20B10"/>
    <w:rsid w:val="00A20C9F"/>
    <w:rsid w:val="00A212F5"/>
    <w:rsid w:val="00A21E2E"/>
    <w:rsid w:val="00A2205E"/>
    <w:rsid w:val="00A226A5"/>
    <w:rsid w:val="00A22FC3"/>
    <w:rsid w:val="00A23C37"/>
    <w:rsid w:val="00A250FD"/>
    <w:rsid w:val="00A25436"/>
    <w:rsid w:val="00A25E57"/>
    <w:rsid w:val="00A261E4"/>
    <w:rsid w:val="00A26988"/>
    <w:rsid w:val="00A27044"/>
    <w:rsid w:val="00A271FB"/>
    <w:rsid w:val="00A27CD1"/>
    <w:rsid w:val="00A30107"/>
    <w:rsid w:val="00A30609"/>
    <w:rsid w:val="00A31062"/>
    <w:rsid w:val="00A323D2"/>
    <w:rsid w:val="00A325A4"/>
    <w:rsid w:val="00A32A6F"/>
    <w:rsid w:val="00A32D75"/>
    <w:rsid w:val="00A3308F"/>
    <w:rsid w:val="00A331D1"/>
    <w:rsid w:val="00A33F36"/>
    <w:rsid w:val="00A34B31"/>
    <w:rsid w:val="00A3512F"/>
    <w:rsid w:val="00A352D4"/>
    <w:rsid w:val="00A359AB"/>
    <w:rsid w:val="00A35CE4"/>
    <w:rsid w:val="00A3686E"/>
    <w:rsid w:val="00A3744C"/>
    <w:rsid w:val="00A37558"/>
    <w:rsid w:val="00A3783C"/>
    <w:rsid w:val="00A406DB"/>
    <w:rsid w:val="00A40AAC"/>
    <w:rsid w:val="00A41383"/>
    <w:rsid w:val="00A41542"/>
    <w:rsid w:val="00A41A26"/>
    <w:rsid w:val="00A41A32"/>
    <w:rsid w:val="00A425D0"/>
    <w:rsid w:val="00A42EAA"/>
    <w:rsid w:val="00A43448"/>
    <w:rsid w:val="00A436E2"/>
    <w:rsid w:val="00A43742"/>
    <w:rsid w:val="00A43DDB"/>
    <w:rsid w:val="00A44042"/>
    <w:rsid w:val="00A449DF"/>
    <w:rsid w:val="00A44BE2"/>
    <w:rsid w:val="00A44DEC"/>
    <w:rsid w:val="00A4571F"/>
    <w:rsid w:val="00A45922"/>
    <w:rsid w:val="00A45AA2"/>
    <w:rsid w:val="00A45BCE"/>
    <w:rsid w:val="00A46037"/>
    <w:rsid w:val="00A46BB1"/>
    <w:rsid w:val="00A46FA8"/>
    <w:rsid w:val="00A477B5"/>
    <w:rsid w:val="00A47B08"/>
    <w:rsid w:val="00A500CA"/>
    <w:rsid w:val="00A51861"/>
    <w:rsid w:val="00A51A19"/>
    <w:rsid w:val="00A51AD5"/>
    <w:rsid w:val="00A525D9"/>
    <w:rsid w:val="00A52A8A"/>
    <w:rsid w:val="00A537C2"/>
    <w:rsid w:val="00A539CD"/>
    <w:rsid w:val="00A53FBD"/>
    <w:rsid w:val="00A543AC"/>
    <w:rsid w:val="00A54A90"/>
    <w:rsid w:val="00A54AAB"/>
    <w:rsid w:val="00A54C21"/>
    <w:rsid w:val="00A55E2D"/>
    <w:rsid w:val="00A55F78"/>
    <w:rsid w:val="00A56500"/>
    <w:rsid w:val="00A56514"/>
    <w:rsid w:val="00A5651C"/>
    <w:rsid w:val="00A57068"/>
    <w:rsid w:val="00A57D2E"/>
    <w:rsid w:val="00A60137"/>
    <w:rsid w:val="00A602D6"/>
    <w:rsid w:val="00A60483"/>
    <w:rsid w:val="00A60E12"/>
    <w:rsid w:val="00A6168E"/>
    <w:rsid w:val="00A6209B"/>
    <w:rsid w:val="00A6389D"/>
    <w:rsid w:val="00A675B0"/>
    <w:rsid w:val="00A678EC"/>
    <w:rsid w:val="00A67E5A"/>
    <w:rsid w:val="00A7065B"/>
    <w:rsid w:val="00A72221"/>
    <w:rsid w:val="00A72273"/>
    <w:rsid w:val="00A722E5"/>
    <w:rsid w:val="00A72F75"/>
    <w:rsid w:val="00A75460"/>
    <w:rsid w:val="00A75681"/>
    <w:rsid w:val="00A757C6"/>
    <w:rsid w:val="00A75B55"/>
    <w:rsid w:val="00A76347"/>
    <w:rsid w:val="00A76364"/>
    <w:rsid w:val="00A76831"/>
    <w:rsid w:val="00A76A12"/>
    <w:rsid w:val="00A76C5C"/>
    <w:rsid w:val="00A775C8"/>
    <w:rsid w:val="00A77ED1"/>
    <w:rsid w:val="00A80A18"/>
    <w:rsid w:val="00A80F53"/>
    <w:rsid w:val="00A816AA"/>
    <w:rsid w:val="00A81BB2"/>
    <w:rsid w:val="00A81C7C"/>
    <w:rsid w:val="00A81F54"/>
    <w:rsid w:val="00A821D9"/>
    <w:rsid w:val="00A8261F"/>
    <w:rsid w:val="00A83588"/>
    <w:rsid w:val="00A83931"/>
    <w:rsid w:val="00A83EB1"/>
    <w:rsid w:val="00A84DB4"/>
    <w:rsid w:val="00A84E35"/>
    <w:rsid w:val="00A85360"/>
    <w:rsid w:val="00A853B0"/>
    <w:rsid w:val="00A854FD"/>
    <w:rsid w:val="00A858EE"/>
    <w:rsid w:val="00A85D21"/>
    <w:rsid w:val="00A8637E"/>
    <w:rsid w:val="00A864FE"/>
    <w:rsid w:val="00A866A6"/>
    <w:rsid w:val="00A869D7"/>
    <w:rsid w:val="00A86B9D"/>
    <w:rsid w:val="00A86ED6"/>
    <w:rsid w:val="00A8717E"/>
    <w:rsid w:val="00A87975"/>
    <w:rsid w:val="00A90002"/>
    <w:rsid w:val="00A90D06"/>
    <w:rsid w:val="00A90DE2"/>
    <w:rsid w:val="00A913D7"/>
    <w:rsid w:val="00A91F71"/>
    <w:rsid w:val="00A92847"/>
    <w:rsid w:val="00A92D9B"/>
    <w:rsid w:val="00A93007"/>
    <w:rsid w:val="00A93445"/>
    <w:rsid w:val="00A934A0"/>
    <w:rsid w:val="00A93513"/>
    <w:rsid w:val="00A93A92"/>
    <w:rsid w:val="00A947ED"/>
    <w:rsid w:val="00A95403"/>
    <w:rsid w:val="00A9541F"/>
    <w:rsid w:val="00A96C1D"/>
    <w:rsid w:val="00A96D1D"/>
    <w:rsid w:val="00A96D87"/>
    <w:rsid w:val="00A96F1E"/>
    <w:rsid w:val="00A97E52"/>
    <w:rsid w:val="00AA00F1"/>
    <w:rsid w:val="00AA09AE"/>
    <w:rsid w:val="00AA121D"/>
    <w:rsid w:val="00AA131A"/>
    <w:rsid w:val="00AA2068"/>
    <w:rsid w:val="00AA245B"/>
    <w:rsid w:val="00AA2502"/>
    <w:rsid w:val="00AA405E"/>
    <w:rsid w:val="00AA4696"/>
    <w:rsid w:val="00AA52AC"/>
    <w:rsid w:val="00AA5882"/>
    <w:rsid w:val="00AA6EF9"/>
    <w:rsid w:val="00AA7CBE"/>
    <w:rsid w:val="00AA7D81"/>
    <w:rsid w:val="00AB0334"/>
    <w:rsid w:val="00AB0386"/>
    <w:rsid w:val="00AB0DE1"/>
    <w:rsid w:val="00AB0EF8"/>
    <w:rsid w:val="00AB1B0E"/>
    <w:rsid w:val="00AB24DF"/>
    <w:rsid w:val="00AB2AC1"/>
    <w:rsid w:val="00AB2CA0"/>
    <w:rsid w:val="00AB3A6C"/>
    <w:rsid w:val="00AB3ADA"/>
    <w:rsid w:val="00AB44E4"/>
    <w:rsid w:val="00AB4AC3"/>
    <w:rsid w:val="00AB4EAE"/>
    <w:rsid w:val="00AB4F44"/>
    <w:rsid w:val="00AB5B43"/>
    <w:rsid w:val="00AB5BE5"/>
    <w:rsid w:val="00AB647E"/>
    <w:rsid w:val="00AB65E0"/>
    <w:rsid w:val="00AB7575"/>
    <w:rsid w:val="00AB7926"/>
    <w:rsid w:val="00AB7DD0"/>
    <w:rsid w:val="00AC13A2"/>
    <w:rsid w:val="00AC19B9"/>
    <w:rsid w:val="00AC1B09"/>
    <w:rsid w:val="00AC1E2F"/>
    <w:rsid w:val="00AC2167"/>
    <w:rsid w:val="00AC26A8"/>
    <w:rsid w:val="00AC26D3"/>
    <w:rsid w:val="00AC27B4"/>
    <w:rsid w:val="00AC2AF8"/>
    <w:rsid w:val="00AC3017"/>
    <w:rsid w:val="00AC3911"/>
    <w:rsid w:val="00AC455B"/>
    <w:rsid w:val="00AC462E"/>
    <w:rsid w:val="00AC5134"/>
    <w:rsid w:val="00AC54D2"/>
    <w:rsid w:val="00AC562C"/>
    <w:rsid w:val="00AC589C"/>
    <w:rsid w:val="00AC5B5C"/>
    <w:rsid w:val="00AC5F7B"/>
    <w:rsid w:val="00AC6056"/>
    <w:rsid w:val="00AC627F"/>
    <w:rsid w:val="00AC6ACF"/>
    <w:rsid w:val="00AC7D43"/>
    <w:rsid w:val="00AD04A4"/>
    <w:rsid w:val="00AD05BD"/>
    <w:rsid w:val="00AD096C"/>
    <w:rsid w:val="00AD0A78"/>
    <w:rsid w:val="00AD0C43"/>
    <w:rsid w:val="00AD14D4"/>
    <w:rsid w:val="00AD1B71"/>
    <w:rsid w:val="00AD1D39"/>
    <w:rsid w:val="00AD28F9"/>
    <w:rsid w:val="00AD2E4C"/>
    <w:rsid w:val="00AD2F73"/>
    <w:rsid w:val="00AD31A7"/>
    <w:rsid w:val="00AD35EF"/>
    <w:rsid w:val="00AD40A9"/>
    <w:rsid w:val="00AD4738"/>
    <w:rsid w:val="00AD4DAF"/>
    <w:rsid w:val="00AD5798"/>
    <w:rsid w:val="00AD6D0F"/>
    <w:rsid w:val="00AD7443"/>
    <w:rsid w:val="00AD7C8B"/>
    <w:rsid w:val="00AE0599"/>
    <w:rsid w:val="00AE06A5"/>
    <w:rsid w:val="00AE082E"/>
    <w:rsid w:val="00AE0CC9"/>
    <w:rsid w:val="00AE1A08"/>
    <w:rsid w:val="00AE1B2E"/>
    <w:rsid w:val="00AE1BC9"/>
    <w:rsid w:val="00AE2877"/>
    <w:rsid w:val="00AE2960"/>
    <w:rsid w:val="00AE2DEA"/>
    <w:rsid w:val="00AE2F1C"/>
    <w:rsid w:val="00AE417A"/>
    <w:rsid w:val="00AE4B85"/>
    <w:rsid w:val="00AE4C7B"/>
    <w:rsid w:val="00AE54C7"/>
    <w:rsid w:val="00AE5BA6"/>
    <w:rsid w:val="00AE6678"/>
    <w:rsid w:val="00AE7E44"/>
    <w:rsid w:val="00AF059B"/>
    <w:rsid w:val="00AF0C86"/>
    <w:rsid w:val="00AF0E64"/>
    <w:rsid w:val="00AF0F0C"/>
    <w:rsid w:val="00AF1B31"/>
    <w:rsid w:val="00AF1C16"/>
    <w:rsid w:val="00AF3AE1"/>
    <w:rsid w:val="00AF4ABB"/>
    <w:rsid w:val="00AF4B09"/>
    <w:rsid w:val="00AF4CDA"/>
    <w:rsid w:val="00AF4E58"/>
    <w:rsid w:val="00AF4F7E"/>
    <w:rsid w:val="00AF56C3"/>
    <w:rsid w:val="00AF5A87"/>
    <w:rsid w:val="00AF5A9B"/>
    <w:rsid w:val="00AF5EB9"/>
    <w:rsid w:val="00AF654E"/>
    <w:rsid w:val="00AF797E"/>
    <w:rsid w:val="00B0025A"/>
    <w:rsid w:val="00B00420"/>
    <w:rsid w:val="00B00B84"/>
    <w:rsid w:val="00B0106C"/>
    <w:rsid w:val="00B01123"/>
    <w:rsid w:val="00B0167D"/>
    <w:rsid w:val="00B01B59"/>
    <w:rsid w:val="00B020FD"/>
    <w:rsid w:val="00B02929"/>
    <w:rsid w:val="00B03355"/>
    <w:rsid w:val="00B0389D"/>
    <w:rsid w:val="00B039BC"/>
    <w:rsid w:val="00B04009"/>
    <w:rsid w:val="00B05B86"/>
    <w:rsid w:val="00B0607D"/>
    <w:rsid w:val="00B0670E"/>
    <w:rsid w:val="00B06BDB"/>
    <w:rsid w:val="00B07450"/>
    <w:rsid w:val="00B07481"/>
    <w:rsid w:val="00B105AF"/>
    <w:rsid w:val="00B10603"/>
    <w:rsid w:val="00B11290"/>
    <w:rsid w:val="00B11CB5"/>
    <w:rsid w:val="00B1219E"/>
    <w:rsid w:val="00B12262"/>
    <w:rsid w:val="00B125A6"/>
    <w:rsid w:val="00B129B8"/>
    <w:rsid w:val="00B12DFD"/>
    <w:rsid w:val="00B1335C"/>
    <w:rsid w:val="00B13BAC"/>
    <w:rsid w:val="00B13CF8"/>
    <w:rsid w:val="00B153D8"/>
    <w:rsid w:val="00B158EF"/>
    <w:rsid w:val="00B161F1"/>
    <w:rsid w:val="00B1650F"/>
    <w:rsid w:val="00B16AB2"/>
    <w:rsid w:val="00B16DC9"/>
    <w:rsid w:val="00B173E4"/>
    <w:rsid w:val="00B178AF"/>
    <w:rsid w:val="00B20462"/>
    <w:rsid w:val="00B204D3"/>
    <w:rsid w:val="00B205B6"/>
    <w:rsid w:val="00B205FB"/>
    <w:rsid w:val="00B217E1"/>
    <w:rsid w:val="00B21BF8"/>
    <w:rsid w:val="00B223DA"/>
    <w:rsid w:val="00B22896"/>
    <w:rsid w:val="00B22BD7"/>
    <w:rsid w:val="00B22E9C"/>
    <w:rsid w:val="00B2413C"/>
    <w:rsid w:val="00B2429C"/>
    <w:rsid w:val="00B25EA8"/>
    <w:rsid w:val="00B26281"/>
    <w:rsid w:val="00B27413"/>
    <w:rsid w:val="00B316E0"/>
    <w:rsid w:val="00B31717"/>
    <w:rsid w:val="00B31B20"/>
    <w:rsid w:val="00B33A5A"/>
    <w:rsid w:val="00B33B62"/>
    <w:rsid w:val="00B34304"/>
    <w:rsid w:val="00B3491D"/>
    <w:rsid w:val="00B34ED8"/>
    <w:rsid w:val="00B3557C"/>
    <w:rsid w:val="00B35715"/>
    <w:rsid w:val="00B358DB"/>
    <w:rsid w:val="00B3614E"/>
    <w:rsid w:val="00B36CFD"/>
    <w:rsid w:val="00B36F25"/>
    <w:rsid w:val="00B400E1"/>
    <w:rsid w:val="00B40F86"/>
    <w:rsid w:val="00B41701"/>
    <w:rsid w:val="00B4190A"/>
    <w:rsid w:val="00B43080"/>
    <w:rsid w:val="00B4359E"/>
    <w:rsid w:val="00B438B1"/>
    <w:rsid w:val="00B43ED3"/>
    <w:rsid w:val="00B44C2F"/>
    <w:rsid w:val="00B45E2E"/>
    <w:rsid w:val="00B45EF6"/>
    <w:rsid w:val="00B4607A"/>
    <w:rsid w:val="00B464AD"/>
    <w:rsid w:val="00B4681A"/>
    <w:rsid w:val="00B46AA2"/>
    <w:rsid w:val="00B47611"/>
    <w:rsid w:val="00B477E7"/>
    <w:rsid w:val="00B50124"/>
    <w:rsid w:val="00B5132D"/>
    <w:rsid w:val="00B5266B"/>
    <w:rsid w:val="00B534E7"/>
    <w:rsid w:val="00B54148"/>
    <w:rsid w:val="00B54345"/>
    <w:rsid w:val="00B55122"/>
    <w:rsid w:val="00B56D3D"/>
    <w:rsid w:val="00B570DF"/>
    <w:rsid w:val="00B572F0"/>
    <w:rsid w:val="00B600C8"/>
    <w:rsid w:val="00B6056C"/>
    <w:rsid w:val="00B61D7E"/>
    <w:rsid w:val="00B6254A"/>
    <w:rsid w:val="00B6270E"/>
    <w:rsid w:val="00B62F5F"/>
    <w:rsid w:val="00B63C73"/>
    <w:rsid w:val="00B643CD"/>
    <w:rsid w:val="00B648EE"/>
    <w:rsid w:val="00B64F4C"/>
    <w:rsid w:val="00B659CC"/>
    <w:rsid w:val="00B65E6B"/>
    <w:rsid w:val="00B662AA"/>
    <w:rsid w:val="00B66BCC"/>
    <w:rsid w:val="00B66C32"/>
    <w:rsid w:val="00B66C8B"/>
    <w:rsid w:val="00B66D21"/>
    <w:rsid w:val="00B70B6C"/>
    <w:rsid w:val="00B71087"/>
    <w:rsid w:val="00B71125"/>
    <w:rsid w:val="00B719E5"/>
    <w:rsid w:val="00B735CC"/>
    <w:rsid w:val="00B737E7"/>
    <w:rsid w:val="00B73F7F"/>
    <w:rsid w:val="00B73FB8"/>
    <w:rsid w:val="00B7419C"/>
    <w:rsid w:val="00B742D2"/>
    <w:rsid w:val="00B743C9"/>
    <w:rsid w:val="00B749E6"/>
    <w:rsid w:val="00B75362"/>
    <w:rsid w:val="00B75547"/>
    <w:rsid w:val="00B76E4A"/>
    <w:rsid w:val="00B776DE"/>
    <w:rsid w:val="00B77D89"/>
    <w:rsid w:val="00B77E20"/>
    <w:rsid w:val="00B80C82"/>
    <w:rsid w:val="00B80DB0"/>
    <w:rsid w:val="00B80EB4"/>
    <w:rsid w:val="00B81684"/>
    <w:rsid w:val="00B816CA"/>
    <w:rsid w:val="00B81AA6"/>
    <w:rsid w:val="00B825E3"/>
    <w:rsid w:val="00B82FA8"/>
    <w:rsid w:val="00B836C8"/>
    <w:rsid w:val="00B8370B"/>
    <w:rsid w:val="00B83EC6"/>
    <w:rsid w:val="00B84764"/>
    <w:rsid w:val="00B848E9"/>
    <w:rsid w:val="00B84CF1"/>
    <w:rsid w:val="00B85E78"/>
    <w:rsid w:val="00B865BD"/>
    <w:rsid w:val="00B908D5"/>
    <w:rsid w:val="00B92191"/>
    <w:rsid w:val="00B92E4C"/>
    <w:rsid w:val="00B92E87"/>
    <w:rsid w:val="00B93BBF"/>
    <w:rsid w:val="00B951A4"/>
    <w:rsid w:val="00B96BE0"/>
    <w:rsid w:val="00B973F6"/>
    <w:rsid w:val="00B97B27"/>
    <w:rsid w:val="00BA0655"/>
    <w:rsid w:val="00BA08E3"/>
    <w:rsid w:val="00BA1446"/>
    <w:rsid w:val="00BA1592"/>
    <w:rsid w:val="00BA17DC"/>
    <w:rsid w:val="00BA18D0"/>
    <w:rsid w:val="00BA1DB6"/>
    <w:rsid w:val="00BA2879"/>
    <w:rsid w:val="00BA3C1D"/>
    <w:rsid w:val="00BA43DE"/>
    <w:rsid w:val="00BA488B"/>
    <w:rsid w:val="00BA507D"/>
    <w:rsid w:val="00BA5D48"/>
    <w:rsid w:val="00BA61DF"/>
    <w:rsid w:val="00BA6E7D"/>
    <w:rsid w:val="00BB0644"/>
    <w:rsid w:val="00BB065E"/>
    <w:rsid w:val="00BB07C9"/>
    <w:rsid w:val="00BB0A82"/>
    <w:rsid w:val="00BB1372"/>
    <w:rsid w:val="00BB156B"/>
    <w:rsid w:val="00BB157A"/>
    <w:rsid w:val="00BB2735"/>
    <w:rsid w:val="00BB2A79"/>
    <w:rsid w:val="00BB2C08"/>
    <w:rsid w:val="00BB2E13"/>
    <w:rsid w:val="00BB3B0E"/>
    <w:rsid w:val="00BB41A8"/>
    <w:rsid w:val="00BB4982"/>
    <w:rsid w:val="00BB5467"/>
    <w:rsid w:val="00BB62FF"/>
    <w:rsid w:val="00BB6BCA"/>
    <w:rsid w:val="00BB7A90"/>
    <w:rsid w:val="00BC0420"/>
    <w:rsid w:val="00BC0D2E"/>
    <w:rsid w:val="00BC0E18"/>
    <w:rsid w:val="00BC10F2"/>
    <w:rsid w:val="00BC167B"/>
    <w:rsid w:val="00BC212F"/>
    <w:rsid w:val="00BC2138"/>
    <w:rsid w:val="00BC28C0"/>
    <w:rsid w:val="00BC2B88"/>
    <w:rsid w:val="00BC30A1"/>
    <w:rsid w:val="00BC3FA8"/>
    <w:rsid w:val="00BC4765"/>
    <w:rsid w:val="00BC5539"/>
    <w:rsid w:val="00BC6215"/>
    <w:rsid w:val="00BC6E66"/>
    <w:rsid w:val="00BC6EA2"/>
    <w:rsid w:val="00BC7A51"/>
    <w:rsid w:val="00BC7CCE"/>
    <w:rsid w:val="00BD019B"/>
    <w:rsid w:val="00BD05D4"/>
    <w:rsid w:val="00BD122E"/>
    <w:rsid w:val="00BD156D"/>
    <w:rsid w:val="00BD18AA"/>
    <w:rsid w:val="00BD24D9"/>
    <w:rsid w:val="00BD2DAE"/>
    <w:rsid w:val="00BD3ABB"/>
    <w:rsid w:val="00BD54CA"/>
    <w:rsid w:val="00BD63B9"/>
    <w:rsid w:val="00BD7C98"/>
    <w:rsid w:val="00BD7D5E"/>
    <w:rsid w:val="00BE0AE1"/>
    <w:rsid w:val="00BE0AF8"/>
    <w:rsid w:val="00BE13F6"/>
    <w:rsid w:val="00BE14A9"/>
    <w:rsid w:val="00BE183D"/>
    <w:rsid w:val="00BE18A0"/>
    <w:rsid w:val="00BE1AE0"/>
    <w:rsid w:val="00BE1BFC"/>
    <w:rsid w:val="00BE2296"/>
    <w:rsid w:val="00BE26F6"/>
    <w:rsid w:val="00BE2728"/>
    <w:rsid w:val="00BE30BF"/>
    <w:rsid w:val="00BE3154"/>
    <w:rsid w:val="00BE31B2"/>
    <w:rsid w:val="00BE3216"/>
    <w:rsid w:val="00BE42B6"/>
    <w:rsid w:val="00BE54C2"/>
    <w:rsid w:val="00BE5B53"/>
    <w:rsid w:val="00BE62CF"/>
    <w:rsid w:val="00BE6330"/>
    <w:rsid w:val="00BE6C2A"/>
    <w:rsid w:val="00BE6EA2"/>
    <w:rsid w:val="00BE7226"/>
    <w:rsid w:val="00BE76B1"/>
    <w:rsid w:val="00BE7EEA"/>
    <w:rsid w:val="00BF03BA"/>
    <w:rsid w:val="00BF0934"/>
    <w:rsid w:val="00BF0A3D"/>
    <w:rsid w:val="00BF165C"/>
    <w:rsid w:val="00BF181E"/>
    <w:rsid w:val="00BF22E4"/>
    <w:rsid w:val="00BF26BD"/>
    <w:rsid w:val="00BF2A5B"/>
    <w:rsid w:val="00BF2DDB"/>
    <w:rsid w:val="00BF2F5D"/>
    <w:rsid w:val="00BF3432"/>
    <w:rsid w:val="00BF4369"/>
    <w:rsid w:val="00BF4734"/>
    <w:rsid w:val="00BF494C"/>
    <w:rsid w:val="00BF5DB4"/>
    <w:rsid w:val="00BF5FB6"/>
    <w:rsid w:val="00BF617C"/>
    <w:rsid w:val="00BF6545"/>
    <w:rsid w:val="00BF676A"/>
    <w:rsid w:val="00C00556"/>
    <w:rsid w:val="00C010E7"/>
    <w:rsid w:val="00C0129A"/>
    <w:rsid w:val="00C022E5"/>
    <w:rsid w:val="00C02DD8"/>
    <w:rsid w:val="00C03968"/>
    <w:rsid w:val="00C03AB2"/>
    <w:rsid w:val="00C03C10"/>
    <w:rsid w:val="00C051B7"/>
    <w:rsid w:val="00C058F9"/>
    <w:rsid w:val="00C05946"/>
    <w:rsid w:val="00C05D27"/>
    <w:rsid w:val="00C06A07"/>
    <w:rsid w:val="00C0755F"/>
    <w:rsid w:val="00C07931"/>
    <w:rsid w:val="00C107BD"/>
    <w:rsid w:val="00C124EB"/>
    <w:rsid w:val="00C124F5"/>
    <w:rsid w:val="00C1276C"/>
    <w:rsid w:val="00C12ABD"/>
    <w:rsid w:val="00C135D3"/>
    <w:rsid w:val="00C1412A"/>
    <w:rsid w:val="00C1519A"/>
    <w:rsid w:val="00C15DD5"/>
    <w:rsid w:val="00C15EF4"/>
    <w:rsid w:val="00C168FC"/>
    <w:rsid w:val="00C1760C"/>
    <w:rsid w:val="00C20454"/>
    <w:rsid w:val="00C211BA"/>
    <w:rsid w:val="00C211F4"/>
    <w:rsid w:val="00C2177F"/>
    <w:rsid w:val="00C217AC"/>
    <w:rsid w:val="00C22578"/>
    <w:rsid w:val="00C22F74"/>
    <w:rsid w:val="00C23552"/>
    <w:rsid w:val="00C236BE"/>
    <w:rsid w:val="00C2374F"/>
    <w:rsid w:val="00C23B09"/>
    <w:rsid w:val="00C23B2B"/>
    <w:rsid w:val="00C240BC"/>
    <w:rsid w:val="00C25688"/>
    <w:rsid w:val="00C25989"/>
    <w:rsid w:val="00C25D28"/>
    <w:rsid w:val="00C2612B"/>
    <w:rsid w:val="00C264CB"/>
    <w:rsid w:val="00C26C44"/>
    <w:rsid w:val="00C272C7"/>
    <w:rsid w:val="00C27A70"/>
    <w:rsid w:val="00C27A96"/>
    <w:rsid w:val="00C307D8"/>
    <w:rsid w:val="00C30A36"/>
    <w:rsid w:val="00C30B5A"/>
    <w:rsid w:val="00C30F99"/>
    <w:rsid w:val="00C31421"/>
    <w:rsid w:val="00C31659"/>
    <w:rsid w:val="00C31BC0"/>
    <w:rsid w:val="00C31E8E"/>
    <w:rsid w:val="00C32A72"/>
    <w:rsid w:val="00C33090"/>
    <w:rsid w:val="00C33570"/>
    <w:rsid w:val="00C33747"/>
    <w:rsid w:val="00C3382D"/>
    <w:rsid w:val="00C34223"/>
    <w:rsid w:val="00C34263"/>
    <w:rsid w:val="00C34A57"/>
    <w:rsid w:val="00C34B0A"/>
    <w:rsid w:val="00C34F9A"/>
    <w:rsid w:val="00C34FD3"/>
    <w:rsid w:val="00C350A7"/>
    <w:rsid w:val="00C3566D"/>
    <w:rsid w:val="00C35E7D"/>
    <w:rsid w:val="00C360B4"/>
    <w:rsid w:val="00C3630E"/>
    <w:rsid w:val="00C369E3"/>
    <w:rsid w:val="00C36A51"/>
    <w:rsid w:val="00C36E08"/>
    <w:rsid w:val="00C37EF3"/>
    <w:rsid w:val="00C40409"/>
    <w:rsid w:val="00C40978"/>
    <w:rsid w:val="00C41B55"/>
    <w:rsid w:val="00C41C19"/>
    <w:rsid w:val="00C41F04"/>
    <w:rsid w:val="00C421A0"/>
    <w:rsid w:val="00C437C5"/>
    <w:rsid w:val="00C44D3F"/>
    <w:rsid w:val="00C45962"/>
    <w:rsid w:val="00C45BB9"/>
    <w:rsid w:val="00C45E21"/>
    <w:rsid w:val="00C45FEE"/>
    <w:rsid w:val="00C46077"/>
    <w:rsid w:val="00C4681D"/>
    <w:rsid w:val="00C4788C"/>
    <w:rsid w:val="00C47A0F"/>
    <w:rsid w:val="00C47A4A"/>
    <w:rsid w:val="00C47EED"/>
    <w:rsid w:val="00C5047E"/>
    <w:rsid w:val="00C507A5"/>
    <w:rsid w:val="00C50D10"/>
    <w:rsid w:val="00C512EA"/>
    <w:rsid w:val="00C5144B"/>
    <w:rsid w:val="00C51F09"/>
    <w:rsid w:val="00C52153"/>
    <w:rsid w:val="00C529A3"/>
    <w:rsid w:val="00C52BE4"/>
    <w:rsid w:val="00C54086"/>
    <w:rsid w:val="00C541F9"/>
    <w:rsid w:val="00C5447C"/>
    <w:rsid w:val="00C54A4B"/>
    <w:rsid w:val="00C54B1A"/>
    <w:rsid w:val="00C54B25"/>
    <w:rsid w:val="00C5549F"/>
    <w:rsid w:val="00C56FA4"/>
    <w:rsid w:val="00C57107"/>
    <w:rsid w:val="00C577FB"/>
    <w:rsid w:val="00C61314"/>
    <w:rsid w:val="00C61BCF"/>
    <w:rsid w:val="00C62181"/>
    <w:rsid w:val="00C62601"/>
    <w:rsid w:val="00C644BF"/>
    <w:rsid w:val="00C648FA"/>
    <w:rsid w:val="00C64D64"/>
    <w:rsid w:val="00C653E1"/>
    <w:rsid w:val="00C654F7"/>
    <w:rsid w:val="00C66251"/>
    <w:rsid w:val="00C66FE0"/>
    <w:rsid w:val="00C67D01"/>
    <w:rsid w:val="00C67E40"/>
    <w:rsid w:val="00C7054C"/>
    <w:rsid w:val="00C7092E"/>
    <w:rsid w:val="00C70AE3"/>
    <w:rsid w:val="00C71754"/>
    <w:rsid w:val="00C71A38"/>
    <w:rsid w:val="00C71D8F"/>
    <w:rsid w:val="00C72A32"/>
    <w:rsid w:val="00C735F3"/>
    <w:rsid w:val="00C73C8F"/>
    <w:rsid w:val="00C73CAF"/>
    <w:rsid w:val="00C73FDA"/>
    <w:rsid w:val="00C747E1"/>
    <w:rsid w:val="00C74C6C"/>
    <w:rsid w:val="00C752D8"/>
    <w:rsid w:val="00C75A3C"/>
    <w:rsid w:val="00C75C2F"/>
    <w:rsid w:val="00C760BA"/>
    <w:rsid w:val="00C76420"/>
    <w:rsid w:val="00C76CE6"/>
    <w:rsid w:val="00C77D76"/>
    <w:rsid w:val="00C77FE0"/>
    <w:rsid w:val="00C80363"/>
    <w:rsid w:val="00C82252"/>
    <w:rsid w:val="00C827F1"/>
    <w:rsid w:val="00C839A2"/>
    <w:rsid w:val="00C842C9"/>
    <w:rsid w:val="00C846FD"/>
    <w:rsid w:val="00C848CB"/>
    <w:rsid w:val="00C854FC"/>
    <w:rsid w:val="00C85665"/>
    <w:rsid w:val="00C8581F"/>
    <w:rsid w:val="00C87552"/>
    <w:rsid w:val="00C875CA"/>
    <w:rsid w:val="00C905DC"/>
    <w:rsid w:val="00C9077E"/>
    <w:rsid w:val="00C90D32"/>
    <w:rsid w:val="00C90E60"/>
    <w:rsid w:val="00C91A8D"/>
    <w:rsid w:val="00C92211"/>
    <w:rsid w:val="00C9239E"/>
    <w:rsid w:val="00C92DBB"/>
    <w:rsid w:val="00C9337E"/>
    <w:rsid w:val="00C93589"/>
    <w:rsid w:val="00C93617"/>
    <w:rsid w:val="00C93F7F"/>
    <w:rsid w:val="00C94205"/>
    <w:rsid w:val="00C945FC"/>
    <w:rsid w:val="00C949B6"/>
    <w:rsid w:val="00C96583"/>
    <w:rsid w:val="00C967D2"/>
    <w:rsid w:val="00C97850"/>
    <w:rsid w:val="00C97876"/>
    <w:rsid w:val="00C97EE7"/>
    <w:rsid w:val="00CA009C"/>
    <w:rsid w:val="00CA023B"/>
    <w:rsid w:val="00CA09AB"/>
    <w:rsid w:val="00CA0C5A"/>
    <w:rsid w:val="00CA0CB1"/>
    <w:rsid w:val="00CA21E1"/>
    <w:rsid w:val="00CA256C"/>
    <w:rsid w:val="00CA2647"/>
    <w:rsid w:val="00CA3B38"/>
    <w:rsid w:val="00CA431E"/>
    <w:rsid w:val="00CA4FA6"/>
    <w:rsid w:val="00CA6626"/>
    <w:rsid w:val="00CA7DD7"/>
    <w:rsid w:val="00CB0791"/>
    <w:rsid w:val="00CB1490"/>
    <w:rsid w:val="00CB411C"/>
    <w:rsid w:val="00CB41E9"/>
    <w:rsid w:val="00CB4725"/>
    <w:rsid w:val="00CB4BCD"/>
    <w:rsid w:val="00CB4C4B"/>
    <w:rsid w:val="00CB4CFA"/>
    <w:rsid w:val="00CB501E"/>
    <w:rsid w:val="00CB5370"/>
    <w:rsid w:val="00CB5C4D"/>
    <w:rsid w:val="00CB601B"/>
    <w:rsid w:val="00CB650E"/>
    <w:rsid w:val="00CB7003"/>
    <w:rsid w:val="00CB731F"/>
    <w:rsid w:val="00CB753F"/>
    <w:rsid w:val="00CB7558"/>
    <w:rsid w:val="00CC03BE"/>
    <w:rsid w:val="00CC0844"/>
    <w:rsid w:val="00CC197A"/>
    <w:rsid w:val="00CC2432"/>
    <w:rsid w:val="00CC2644"/>
    <w:rsid w:val="00CC2655"/>
    <w:rsid w:val="00CC3304"/>
    <w:rsid w:val="00CC4EFA"/>
    <w:rsid w:val="00CC7234"/>
    <w:rsid w:val="00CC73B2"/>
    <w:rsid w:val="00CC75E7"/>
    <w:rsid w:val="00CD01D2"/>
    <w:rsid w:val="00CD0242"/>
    <w:rsid w:val="00CD090B"/>
    <w:rsid w:val="00CD276D"/>
    <w:rsid w:val="00CD2A7F"/>
    <w:rsid w:val="00CD3568"/>
    <w:rsid w:val="00CD3FF0"/>
    <w:rsid w:val="00CD4569"/>
    <w:rsid w:val="00CD4CFB"/>
    <w:rsid w:val="00CD4E95"/>
    <w:rsid w:val="00CD5DB6"/>
    <w:rsid w:val="00CD665C"/>
    <w:rsid w:val="00CD6AFE"/>
    <w:rsid w:val="00CD6F85"/>
    <w:rsid w:val="00CE00AD"/>
    <w:rsid w:val="00CE0BBF"/>
    <w:rsid w:val="00CE2B92"/>
    <w:rsid w:val="00CE2C1B"/>
    <w:rsid w:val="00CE35FE"/>
    <w:rsid w:val="00CE38E1"/>
    <w:rsid w:val="00CE3CDE"/>
    <w:rsid w:val="00CE421B"/>
    <w:rsid w:val="00CE4664"/>
    <w:rsid w:val="00CE479F"/>
    <w:rsid w:val="00CE4B62"/>
    <w:rsid w:val="00CE4D3C"/>
    <w:rsid w:val="00CE4FAB"/>
    <w:rsid w:val="00CE5073"/>
    <w:rsid w:val="00CE5CC5"/>
    <w:rsid w:val="00CE61E2"/>
    <w:rsid w:val="00CE73E3"/>
    <w:rsid w:val="00CF078A"/>
    <w:rsid w:val="00CF0C5E"/>
    <w:rsid w:val="00CF13E5"/>
    <w:rsid w:val="00CF13E7"/>
    <w:rsid w:val="00CF2287"/>
    <w:rsid w:val="00CF2604"/>
    <w:rsid w:val="00CF2641"/>
    <w:rsid w:val="00CF2D30"/>
    <w:rsid w:val="00CF35FE"/>
    <w:rsid w:val="00CF4E92"/>
    <w:rsid w:val="00CF508B"/>
    <w:rsid w:val="00CF5644"/>
    <w:rsid w:val="00CF5850"/>
    <w:rsid w:val="00CF5CB6"/>
    <w:rsid w:val="00CF6005"/>
    <w:rsid w:val="00CF6268"/>
    <w:rsid w:val="00CF6EDF"/>
    <w:rsid w:val="00CF7A20"/>
    <w:rsid w:val="00CF7AAE"/>
    <w:rsid w:val="00CF7BC2"/>
    <w:rsid w:val="00CF7C37"/>
    <w:rsid w:val="00D00A7C"/>
    <w:rsid w:val="00D016CF"/>
    <w:rsid w:val="00D01F6D"/>
    <w:rsid w:val="00D02537"/>
    <w:rsid w:val="00D027B6"/>
    <w:rsid w:val="00D02964"/>
    <w:rsid w:val="00D02ED2"/>
    <w:rsid w:val="00D03067"/>
    <w:rsid w:val="00D03EC9"/>
    <w:rsid w:val="00D04016"/>
    <w:rsid w:val="00D042AC"/>
    <w:rsid w:val="00D0460B"/>
    <w:rsid w:val="00D04C63"/>
    <w:rsid w:val="00D05264"/>
    <w:rsid w:val="00D058FF"/>
    <w:rsid w:val="00D05D40"/>
    <w:rsid w:val="00D062EA"/>
    <w:rsid w:val="00D06CDA"/>
    <w:rsid w:val="00D07C89"/>
    <w:rsid w:val="00D105DA"/>
    <w:rsid w:val="00D106C1"/>
    <w:rsid w:val="00D1073F"/>
    <w:rsid w:val="00D10EE5"/>
    <w:rsid w:val="00D11A96"/>
    <w:rsid w:val="00D12A17"/>
    <w:rsid w:val="00D12FFA"/>
    <w:rsid w:val="00D1461D"/>
    <w:rsid w:val="00D14833"/>
    <w:rsid w:val="00D14E37"/>
    <w:rsid w:val="00D14E4A"/>
    <w:rsid w:val="00D15238"/>
    <w:rsid w:val="00D1523E"/>
    <w:rsid w:val="00D204DB"/>
    <w:rsid w:val="00D20603"/>
    <w:rsid w:val="00D20690"/>
    <w:rsid w:val="00D20E4F"/>
    <w:rsid w:val="00D21BB7"/>
    <w:rsid w:val="00D23AC8"/>
    <w:rsid w:val="00D24552"/>
    <w:rsid w:val="00D250A5"/>
    <w:rsid w:val="00D252D4"/>
    <w:rsid w:val="00D2547E"/>
    <w:rsid w:val="00D26497"/>
    <w:rsid w:val="00D2663A"/>
    <w:rsid w:val="00D26A01"/>
    <w:rsid w:val="00D26B5B"/>
    <w:rsid w:val="00D26CB0"/>
    <w:rsid w:val="00D27758"/>
    <w:rsid w:val="00D3029A"/>
    <w:rsid w:val="00D308FB"/>
    <w:rsid w:val="00D30ED0"/>
    <w:rsid w:val="00D30F86"/>
    <w:rsid w:val="00D31D81"/>
    <w:rsid w:val="00D322EB"/>
    <w:rsid w:val="00D32E31"/>
    <w:rsid w:val="00D3405B"/>
    <w:rsid w:val="00D348DB"/>
    <w:rsid w:val="00D3499E"/>
    <w:rsid w:val="00D34DE3"/>
    <w:rsid w:val="00D3509B"/>
    <w:rsid w:val="00D350BA"/>
    <w:rsid w:val="00D36E18"/>
    <w:rsid w:val="00D36E6E"/>
    <w:rsid w:val="00D3712C"/>
    <w:rsid w:val="00D3724A"/>
    <w:rsid w:val="00D373D0"/>
    <w:rsid w:val="00D373DF"/>
    <w:rsid w:val="00D376DA"/>
    <w:rsid w:val="00D37BE0"/>
    <w:rsid w:val="00D40011"/>
    <w:rsid w:val="00D40083"/>
    <w:rsid w:val="00D403AB"/>
    <w:rsid w:val="00D403BE"/>
    <w:rsid w:val="00D4041F"/>
    <w:rsid w:val="00D40E23"/>
    <w:rsid w:val="00D412C9"/>
    <w:rsid w:val="00D42D1D"/>
    <w:rsid w:val="00D434E7"/>
    <w:rsid w:val="00D43565"/>
    <w:rsid w:val="00D4374E"/>
    <w:rsid w:val="00D438E6"/>
    <w:rsid w:val="00D43925"/>
    <w:rsid w:val="00D440F9"/>
    <w:rsid w:val="00D44EB0"/>
    <w:rsid w:val="00D45FCF"/>
    <w:rsid w:val="00D46327"/>
    <w:rsid w:val="00D4657F"/>
    <w:rsid w:val="00D47892"/>
    <w:rsid w:val="00D47C17"/>
    <w:rsid w:val="00D5026B"/>
    <w:rsid w:val="00D50404"/>
    <w:rsid w:val="00D51ED5"/>
    <w:rsid w:val="00D51F3F"/>
    <w:rsid w:val="00D52E65"/>
    <w:rsid w:val="00D52FBB"/>
    <w:rsid w:val="00D532FC"/>
    <w:rsid w:val="00D536DF"/>
    <w:rsid w:val="00D540B1"/>
    <w:rsid w:val="00D542EB"/>
    <w:rsid w:val="00D54C3E"/>
    <w:rsid w:val="00D55B93"/>
    <w:rsid w:val="00D55FB5"/>
    <w:rsid w:val="00D573EF"/>
    <w:rsid w:val="00D57C89"/>
    <w:rsid w:val="00D57ED9"/>
    <w:rsid w:val="00D57FC7"/>
    <w:rsid w:val="00D6160C"/>
    <w:rsid w:val="00D6178F"/>
    <w:rsid w:val="00D61F96"/>
    <w:rsid w:val="00D62040"/>
    <w:rsid w:val="00D62273"/>
    <w:rsid w:val="00D645EB"/>
    <w:rsid w:val="00D64808"/>
    <w:rsid w:val="00D64BD3"/>
    <w:rsid w:val="00D65AD1"/>
    <w:rsid w:val="00D67691"/>
    <w:rsid w:val="00D70524"/>
    <w:rsid w:val="00D70EB0"/>
    <w:rsid w:val="00D714F1"/>
    <w:rsid w:val="00D725A3"/>
    <w:rsid w:val="00D725EE"/>
    <w:rsid w:val="00D72B24"/>
    <w:rsid w:val="00D7306B"/>
    <w:rsid w:val="00D751FF"/>
    <w:rsid w:val="00D75246"/>
    <w:rsid w:val="00D75DFB"/>
    <w:rsid w:val="00D76104"/>
    <w:rsid w:val="00D761C2"/>
    <w:rsid w:val="00D7647D"/>
    <w:rsid w:val="00D76D50"/>
    <w:rsid w:val="00D774A6"/>
    <w:rsid w:val="00D775C2"/>
    <w:rsid w:val="00D8016C"/>
    <w:rsid w:val="00D8026E"/>
    <w:rsid w:val="00D80276"/>
    <w:rsid w:val="00D80796"/>
    <w:rsid w:val="00D807BE"/>
    <w:rsid w:val="00D80AF1"/>
    <w:rsid w:val="00D834A1"/>
    <w:rsid w:val="00D845E6"/>
    <w:rsid w:val="00D8480B"/>
    <w:rsid w:val="00D84F9C"/>
    <w:rsid w:val="00D8581D"/>
    <w:rsid w:val="00D85A41"/>
    <w:rsid w:val="00D85C66"/>
    <w:rsid w:val="00D85D34"/>
    <w:rsid w:val="00D85EB4"/>
    <w:rsid w:val="00D8637D"/>
    <w:rsid w:val="00D86486"/>
    <w:rsid w:val="00D86B76"/>
    <w:rsid w:val="00D86D05"/>
    <w:rsid w:val="00D86E72"/>
    <w:rsid w:val="00D87CE1"/>
    <w:rsid w:val="00D87EF1"/>
    <w:rsid w:val="00D91BE5"/>
    <w:rsid w:val="00D91CA8"/>
    <w:rsid w:val="00D92342"/>
    <w:rsid w:val="00D92A48"/>
    <w:rsid w:val="00D931C7"/>
    <w:rsid w:val="00D939A7"/>
    <w:rsid w:val="00D93A35"/>
    <w:rsid w:val="00D93D39"/>
    <w:rsid w:val="00D94108"/>
    <w:rsid w:val="00D94145"/>
    <w:rsid w:val="00D94630"/>
    <w:rsid w:val="00D9490F"/>
    <w:rsid w:val="00D94F4F"/>
    <w:rsid w:val="00D950FB"/>
    <w:rsid w:val="00D95E36"/>
    <w:rsid w:val="00D966DB"/>
    <w:rsid w:val="00D96AB7"/>
    <w:rsid w:val="00D97765"/>
    <w:rsid w:val="00D97B2C"/>
    <w:rsid w:val="00D97D64"/>
    <w:rsid w:val="00D97EE6"/>
    <w:rsid w:val="00DA0110"/>
    <w:rsid w:val="00DA0119"/>
    <w:rsid w:val="00DA0976"/>
    <w:rsid w:val="00DA1AB9"/>
    <w:rsid w:val="00DA2065"/>
    <w:rsid w:val="00DA2287"/>
    <w:rsid w:val="00DA2D34"/>
    <w:rsid w:val="00DA2E4B"/>
    <w:rsid w:val="00DA378B"/>
    <w:rsid w:val="00DA3BED"/>
    <w:rsid w:val="00DA3ECE"/>
    <w:rsid w:val="00DA471F"/>
    <w:rsid w:val="00DA4D2C"/>
    <w:rsid w:val="00DA5035"/>
    <w:rsid w:val="00DA5814"/>
    <w:rsid w:val="00DA5BC1"/>
    <w:rsid w:val="00DA5E34"/>
    <w:rsid w:val="00DA5E7F"/>
    <w:rsid w:val="00DA601A"/>
    <w:rsid w:val="00DA6282"/>
    <w:rsid w:val="00DA64B4"/>
    <w:rsid w:val="00DA7229"/>
    <w:rsid w:val="00DA73E8"/>
    <w:rsid w:val="00DA7DA2"/>
    <w:rsid w:val="00DB06A4"/>
    <w:rsid w:val="00DB103F"/>
    <w:rsid w:val="00DB1575"/>
    <w:rsid w:val="00DB18BC"/>
    <w:rsid w:val="00DB1E84"/>
    <w:rsid w:val="00DB24CE"/>
    <w:rsid w:val="00DB2707"/>
    <w:rsid w:val="00DB3939"/>
    <w:rsid w:val="00DB3A8B"/>
    <w:rsid w:val="00DB3EB7"/>
    <w:rsid w:val="00DB41CB"/>
    <w:rsid w:val="00DB5553"/>
    <w:rsid w:val="00DB690A"/>
    <w:rsid w:val="00DB6986"/>
    <w:rsid w:val="00DB6C2C"/>
    <w:rsid w:val="00DB7DD2"/>
    <w:rsid w:val="00DB7F71"/>
    <w:rsid w:val="00DC0197"/>
    <w:rsid w:val="00DC0F43"/>
    <w:rsid w:val="00DC18B0"/>
    <w:rsid w:val="00DC2304"/>
    <w:rsid w:val="00DC24EB"/>
    <w:rsid w:val="00DC28DB"/>
    <w:rsid w:val="00DC2A80"/>
    <w:rsid w:val="00DC3800"/>
    <w:rsid w:val="00DC4258"/>
    <w:rsid w:val="00DC43F9"/>
    <w:rsid w:val="00DC4757"/>
    <w:rsid w:val="00DC48D0"/>
    <w:rsid w:val="00DC4E57"/>
    <w:rsid w:val="00DC51B7"/>
    <w:rsid w:val="00DC5DAC"/>
    <w:rsid w:val="00DC5DFA"/>
    <w:rsid w:val="00DC6758"/>
    <w:rsid w:val="00DC680E"/>
    <w:rsid w:val="00DC6859"/>
    <w:rsid w:val="00DC7309"/>
    <w:rsid w:val="00DC7392"/>
    <w:rsid w:val="00DC775D"/>
    <w:rsid w:val="00DD018E"/>
    <w:rsid w:val="00DD0A92"/>
    <w:rsid w:val="00DD0B3A"/>
    <w:rsid w:val="00DD1092"/>
    <w:rsid w:val="00DD3392"/>
    <w:rsid w:val="00DD3BC2"/>
    <w:rsid w:val="00DD62B0"/>
    <w:rsid w:val="00DD63C3"/>
    <w:rsid w:val="00DD6672"/>
    <w:rsid w:val="00DD66AC"/>
    <w:rsid w:val="00DE07FD"/>
    <w:rsid w:val="00DE16F3"/>
    <w:rsid w:val="00DE1AEF"/>
    <w:rsid w:val="00DE1DD1"/>
    <w:rsid w:val="00DE1FF6"/>
    <w:rsid w:val="00DE224C"/>
    <w:rsid w:val="00DE254D"/>
    <w:rsid w:val="00DE2F95"/>
    <w:rsid w:val="00DE328A"/>
    <w:rsid w:val="00DE3DDD"/>
    <w:rsid w:val="00DE5936"/>
    <w:rsid w:val="00DE6138"/>
    <w:rsid w:val="00DE6589"/>
    <w:rsid w:val="00DE6704"/>
    <w:rsid w:val="00DE6F9B"/>
    <w:rsid w:val="00DE7575"/>
    <w:rsid w:val="00DE783A"/>
    <w:rsid w:val="00DE7AE2"/>
    <w:rsid w:val="00DE7D31"/>
    <w:rsid w:val="00DF0CF3"/>
    <w:rsid w:val="00DF0E5E"/>
    <w:rsid w:val="00DF1082"/>
    <w:rsid w:val="00DF119B"/>
    <w:rsid w:val="00DF2242"/>
    <w:rsid w:val="00DF2287"/>
    <w:rsid w:val="00DF2404"/>
    <w:rsid w:val="00DF278A"/>
    <w:rsid w:val="00DF2848"/>
    <w:rsid w:val="00DF2F77"/>
    <w:rsid w:val="00DF4E52"/>
    <w:rsid w:val="00DF5B2B"/>
    <w:rsid w:val="00DF7143"/>
    <w:rsid w:val="00DF7495"/>
    <w:rsid w:val="00DF7937"/>
    <w:rsid w:val="00DF7D9B"/>
    <w:rsid w:val="00DF7F8C"/>
    <w:rsid w:val="00E00425"/>
    <w:rsid w:val="00E007B7"/>
    <w:rsid w:val="00E00BB5"/>
    <w:rsid w:val="00E00FCD"/>
    <w:rsid w:val="00E0122A"/>
    <w:rsid w:val="00E016E7"/>
    <w:rsid w:val="00E01934"/>
    <w:rsid w:val="00E01DAB"/>
    <w:rsid w:val="00E01E0D"/>
    <w:rsid w:val="00E02178"/>
    <w:rsid w:val="00E02429"/>
    <w:rsid w:val="00E03262"/>
    <w:rsid w:val="00E03433"/>
    <w:rsid w:val="00E0392A"/>
    <w:rsid w:val="00E03F99"/>
    <w:rsid w:val="00E046BB"/>
    <w:rsid w:val="00E04CE7"/>
    <w:rsid w:val="00E04EEF"/>
    <w:rsid w:val="00E0560A"/>
    <w:rsid w:val="00E059EE"/>
    <w:rsid w:val="00E05ABA"/>
    <w:rsid w:val="00E06200"/>
    <w:rsid w:val="00E06803"/>
    <w:rsid w:val="00E07494"/>
    <w:rsid w:val="00E076BF"/>
    <w:rsid w:val="00E076D7"/>
    <w:rsid w:val="00E10310"/>
    <w:rsid w:val="00E10B1B"/>
    <w:rsid w:val="00E1100E"/>
    <w:rsid w:val="00E11187"/>
    <w:rsid w:val="00E1271D"/>
    <w:rsid w:val="00E13B27"/>
    <w:rsid w:val="00E13DDE"/>
    <w:rsid w:val="00E14140"/>
    <w:rsid w:val="00E1436F"/>
    <w:rsid w:val="00E146CF"/>
    <w:rsid w:val="00E1497D"/>
    <w:rsid w:val="00E14FEC"/>
    <w:rsid w:val="00E16309"/>
    <w:rsid w:val="00E1659C"/>
    <w:rsid w:val="00E168DA"/>
    <w:rsid w:val="00E21CF8"/>
    <w:rsid w:val="00E2216C"/>
    <w:rsid w:val="00E222AF"/>
    <w:rsid w:val="00E22C82"/>
    <w:rsid w:val="00E242C4"/>
    <w:rsid w:val="00E24431"/>
    <w:rsid w:val="00E25145"/>
    <w:rsid w:val="00E25A0A"/>
    <w:rsid w:val="00E265D9"/>
    <w:rsid w:val="00E27A6E"/>
    <w:rsid w:val="00E27B7C"/>
    <w:rsid w:val="00E305A2"/>
    <w:rsid w:val="00E30C50"/>
    <w:rsid w:val="00E3111D"/>
    <w:rsid w:val="00E313CD"/>
    <w:rsid w:val="00E32831"/>
    <w:rsid w:val="00E338FE"/>
    <w:rsid w:val="00E33978"/>
    <w:rsid w:val="00E35B7D"/>
    <w:rsid w:val="00E370AB"/>
    <w:rsid w:val="00E37BF6"/>
    <w:rsid w:val="00E4018C"/>
    <w:rsid w:val="00E42192"/>
    <w:rsid w:val="00E42440"/>
    <w:rsid w:val="00E42F26"/>
    <w:rsid w:val="00E432EA"/>
    <w:rsid w:val="00E43CAA"/>
    <w:rsid w:val="00E445F8"/>
    <w:rsid w:val="00E44839"/>
    <w:rsid w:val="00E45800"/>
    <w:rsid w:val="00E46686"/>
    <w:rsid w:val="00E47581"/>
    <w:rsid w:val="00E4758E"/>
    <w:rsid w:val="00E500DA"/>
    <w:rsid w:val="00E5025A"/>
    <w:rsid w:val="00E50411"/>
    <w:rsid w:val="00E506CD"/>
    <w:rsid w:val="00E50882"/>
    <w:rsid w:val="00E50DCE"/>
    <w:rsid w:val="00E51008"/>
    <w:rsid w:val="00E51685"/>
    <w:rsid w:val="00E5171E"/>
    <w:rsid w:val="00E51ADB"/>
    <w:rsid w:val="00E51C3F"/>
    <w:rsid w:val="00E51FFB"/>
    <w:rsid w:val="00E52184"/>
    <w:rsid w:val="00E5313B"/>
    <w:rsid w:val="00E5376E"/>
    <w:rsid w:val="00E53E4C"/>
    <w:rsid w:val="00E549DC"/>
    <w:rsid w:val="00E55169"/>
    <w:rsid w:val="00E55A27"/>
    <w:rsid w:val="00E55E99"/>
    <w:rsid w:val="00E56CAD"/>
    <w:rsid w:val="00E60830"/>
    <w:rsid w:val="00E6189D"/>
    <w:rsid w:val="00E61E5B"/>
    <w:rsid w:val="00E61FE2"/>
    <w:rsid w:val="00E62044"/>
    <w:rsid w:val="00E62449"/>
    <w:rsid w:val="00E62BE1"/>
    <w:rsid w:val="00E639F0"/>
    <w:rsid w:val="00E64A2E"/>
    <w:rsid w:val="00E64BAE"/>
    <w:rsid w:val="00E6565E"/>
    <w:rsid w:val="00E65829"/>
    <w:rsid w:val="00E6644B"/>
    <w:rsid w:val="00E6681A"/>
    <w:rsid w:val="00E67843"/>
    <w:rsid w:val="00E67B80"/>
    <w:rsid w:val="00E67CDB"/>
    <w:rsid w:val="00E7088A"/>
    <w:rsid w:val="00E70931"/>
    <w:rsid w:val="00E70E9F"/>
    <w:rsid w:val="00E71246"/>
    <w:rsid w:val="00E71A44"/>
    <w:rsid w:val="00E724D4"/>
    <w:rsid w:val="00E72977"/>
    <w:rsid w:val="00E72ECA"/>
    <w:rsid w:val="00E733A4"/>
    <w:rsid w:val="00E7387F"/>
    <w:rsid w:val="00E744BC"/>
    <w:rsid w:val="00E748B6"/>
    <w:rsid w:val="00E74D98"/>
    <w:rsid w:val="00E75285"/>
    <w:rsid w:val="00E75416"/>
    <w:rsid w:val="00E779A9"/>
    <w:rsid w:val="00E80019"/>
    <w:rsid w:val="00E80DD7"/>
    <w:rsid w:val="00E8121A"/>
    <w:rsid w:val="00E81712"/>
    <w:rsid w:val="00E82903"/>
    <w:rsid w:val="00E84134"/>
    <w:rsid w:val="00E85098"/>
    <w:rsid w:val="00E85752"/>
    <w:rsid w:val="00E858AA"/>
    <w:rsid w:val="00E85AF1"/>
    <w:rsid w:val="00E85E0B"/>
    <w:rsid w:val="00E86600"/>
    <w:rsid w:val="00E86E2F"/>
    <w:rsid w:val="00E86FD2"/>
    <w:rsid w:val="00E876BF"/>
    <w:rsid w:val="00E879C4"/>
    <w:rsid w:val="00E90524"/>
    <w:rsid w:val="00E9313E"/>
    <w:rsid w:val="00E93BBB"/>
    <w:rsid w:val="00E940B1"/>
    <w:rsid w:val="00E94E39"/>
    <w:rsid w:val="00E9517F"/>
    <w:rsid w:val="00E9594D"/>
    <w:rsid w:val="00E95976"/>
    <w:rsid w:val="00E95CC0"/>
    <w:rsid w:val="00E95F29"/>
    <w:rsid w:val="00E95F97"/>
    <w:rsid w:val="00E9786B"/>
    <w:rsid w:val="00EA0664"/>
    <w:rsid w:val="00EA0D48"/>
    <w:rsid w:val="00EA1D3F"/>
    <w:rsid w:val="00EA1ED7"/>
    <w:rsid w:val="00EA250D"/>
    <w:rsid w:val="00EA25FD"/>
    <w:rsid w:val="00EA2C2D"/>
    <w:rsid w:val="00EA2F2D"/>
    <w:rsid w:val="00EA3296"/>
    <w:rsid w:val="00EA34A9"/>
    <w:rsid w:val="00EA3AD1"/>
    <w:rsid w:val="00EA4421"/>
    <w:rsid w:val="00EA4E83"/>
    <w:rsid w:val="00EA6778"/>
    <w:rsid w:val="00EA6AB5"/>
    <w:rsid w:val="00EA7C0D"/>
    <w:rsid w:val="00EB065A"/>
    <w:rsid w:val="00EB0C03"/>
    <w:rsid w:val="00EB16A0"/>
    <w:rsid w:val="00EB1DE9"/>
    <w:rsid w:val="00EB28EC"/>
    <w:rsid w:val="00EB2AE8"/>
    <w:rsid w:val="00EB2BAD"/>
    <w:rsid w:val="00EB2D84"/>
    <w:rsid w:val="00EB3029"/>
    <w:rsid w:val="00EB30D6"/>
    <w:rsid w:val="00EB361F"/>
    <w:rsid w:val="00EB41E3"/>
    <w:rsid w:val="00EB44DC"/>
    <w:rsid w:val="00EB4945"/>
    <w:rsid w:val="00EB5008"/>
    <w:rsid w:val="00EB5293"/>
    <w:rsid w:val="00EB577C"/>
    <w:rsid w:val="00EB5C9B"/>
    <w:rsid w:val="00EB693A"/>
    <w:rsid w:val="00EB71A6"/>
    <w:rsid w:val="00EB75E3"/>
    <w:rsid w:val="00EB779B"/>
    <w:rsid w:val="00EC006F"/>
    <w:rsid w:val="00EC0D10"/>
    <w:rsid w:val="00EC0E7D"/>
    <w:rsid w:val="00EC14BB"/>
    <w:rsid w:val="00EC2A01"/>
    <w:rsid w:val="00EC496D"/>
    <w:rsid w:val="00EC4D04"/>
    <w:rsid w:val="00EC563E"/>
    <w:rsid w:val="00EC5E68"/>
    <w:rsid w:val="00EC6C42"/>
    <w:rsid w:val="00EC6F46"/>
    <w:rsid w:val="00EC7271"/>
    <w:rsid w:val="00EC77B8"/>
    <w:rsid w:val="00EC77EB"/>
    <w:rsid w:val="00EC7E98"/>
    <w:rsid w:val="00EC7EEB"/>
    <w:rsid w:val="00ED0081"/>
    <w:rsid w:val="00ED01F3"/>
    <w:rsid w:val="00ED051B"/>
    <w:rsid w:val="00ED101F"/>
    <w:rsid w:val="00ED1252"/>
    <w:rsid w:val="00ED1665"/>
    <w:rsid w:val="00ED1D75"/>
    <w:rsid w:val="00ED2472"/>
    <w:rsid w:val="00ED2566"/>
    <w:rsid w:val="00ED2EFC"/>
    <w:rsid w:val="00ED3CD2"/>
    <w:rsid w:val="00ED558C"/>
    <w:rsid w:val="00ED5923"/>
    <w:rsid w:val="00ED5D2D"/>
    <w:rsid w:val="00ED5F96"/>
    <w:rsid w:val="00ED71A3"/>
    <w:rsid w:val="00ED74D1"/>
    <w:rsid w:val="00ED75F8"/>
    <w:rsid w:val="00ED7C48"/>
    <w:rsid w:val="00ED7DF8"/>
    <w:rsid w:val="00ED7ED1"/>
    <w:rsid w:val="00EE094B"/>
    <w:rsid w:val="00EE100C"/>
    <w:rsid w:val="00EE1902"/>
    <w:rsid w:val="00EE1998"/>
    <w:rsid w:val="00EE1C10"/>
    <w:rsid w:val="00EE2494"/>
    <w:rsid w:val="00EE36DF"/>
    <w:rsid w:val="00EE3D71"/>
    <w:rsid w:val="00EE3DA6"/>
    <w:rsid w:val="00EE3FE8"/>
    <w:rsid w:val="00EE4659"/>
    <w:rsid w:val="00EE4C18"/>
    <w:rsid w:val="00EE4F79"/>
    <w:rsid w:val="00EE5236"/>
    <w:rsid w:val="00EE5298"/>
    <w:rsid w:val="00EE556F"/>
    <w:rsid w:val="00EE5876"/>
    <w:rsid w:val="00EE594A"/>
    <w:rsid w:val="00EE621C"/>
    <w:rsid w:val="00EE6293"/>
    <w:rsid w:val="00EE67E1"/>
    <w:rsid w:val="00EE6800"/>
    <w:rsid w:val="00EE7C7C"/>
    <w:rsid w:val="00EF0012"/>
    <w:rsid w:val="00EF1264"/>
    <w:rsid w:val="00EF1325"/>
    <w:rsid w:val="00EF13A5"/>
    <w:rsid w:val="00EF1C01"/>
    <w:rsid w:val="00EF1E98"/>
    <w:rsid w:val="00EF1F06"/>
    <w:rsid w:val="00EF1FC9"/>
    <w:rsid w:val="00EF2267"/>
    <w:rsid w:val="00EF254B"/>
    <w:rsid w:val="00EF25BB"/>
    <w:rsid w:val="00EF2CAD"/>
    <w:rsid w:val="00EF2D88"/>
    <w:rsid w:val="00EF3B4A"/>
    <w:rsid w:val="00EF4885"/>
    <w:rsid w:val="00EF48F6"/>
    <w:rsid w:val="00EF50AE"/>
    <w:rsid w:val="00EF5B13"/>
    <w:rsid w:val="00EF5C30"/>
    <w:rsid w:val="00EF6ABD"/>
    <w:rsid w:val="00EF71CA"/>
    <w:rsid w:val="00F0068D"/>
    <w:rsid w:val="00F00D3D"/>
    <w:rsid w:val="00F03223"/>
    <w:rsid w:val="00F04799"/>
    <w:rsid w:val="00F048BB"/>
    <w:rsid w:val="00F05260"/>
    <w:rsid w:val="00F05D21"/>
    <w:rsid w:val="00F05EA1"/>
    <w:rsid w:val="00F06650"/>
    <w:rsid w:val="00F06A60"/>
    <w:rsid w:val="00F06A9C"/>
    <w:rsid w:val="00F06BA5"/>
    <w:rsid w:val="00F101B5"/>
    <w:rsid w:val="00F112E4"/>
    <w:rsid w:val="00F1164D"/>
    <w:rsid w:val="00F1191A"/>
    <w:rsid w:val="00F12263"/>
    <w:rsid w:val="00F12659"/>
    <w:rsid w:val="00F12907"/>
    <w:rsid w:val="00F12BA1"/>
    <w:rsid w:val="00F12BD5"/>
    <w:rsid w:val="00F1324D"/>
    <w:rsid w:val="00F13742"/>
    <w:rsid w:val="00F13A02"/>
    <w:rsid w:val="00F13BFE"/>
    <w:rsid w:val="00F13C27"/>
    <w:rsid w:val="00F142FE"/>
    <w:rsid w:val="00F16158"/>
    <w:rsid w:val="00F16C81"/>
    <w:rsid w:val="00F172A0"/>
    <w:rsid w:val="00F17C27"/>
    <w:rsid w:val="00F17E91"/>
    <w:rsid w:val="00F2002E"/>
    <w:rsid w:val="00F203CF"/>
    <w:rsid w:val="00F22F7D"/>
    <w:rsid w:val="00F2353D"/>
    <w:rsid w:val="00F23A01"/>
    <w:rsid w:val="00F243AB"/>
    <w:rsid w:val="00F24890"/>
    <w:rsid w:val="00F27339"/>
    <w:rsid w:val="00F278AF"/>
    <w:rsid w:val="00F304E5"/>
    <w:rsid w:val="00F306A0"/>
    <w:rsid w:val="00F30C04"/>
    <w:rsid w:val="00F3143F"/>
    <w:rsid w:val="00F31911"/>
    <w:rsid w:val="00F31AC8"/>
    <w:rsid w:val="00F33266"/>
    <w:rsid w:val="00F34120"/>
    <w:rsid w:val="00F3450B"/>
    <w:rsid w:val="00F3531C"/>
    <w:rsid w:val="00F353AB"/>
    <w:rsid w:val="00F356A3"/>
    <w:rsid w:val="00F35D1E"/>
    <w:rsid w:val="00F37156"/>
    <w:rsid w:val="00F3726C"/>
    <w:rsid w:val="00F37A5E"/>
    <w:rsid w:val="00F37F41"/>
    <w:rsid w:val="00F4035B"/>
    <w:rsid w:val="00F40C3B"/>
    <w:rsid w:val="00F415E4"/>
    <w:rsid w:val="00F4160A"/>
    <w:rsid w:val="00F41692"/>
    <w:rsid w:val="00F41767"/>
    <w:rsid w:val="00F42DA3"/>
    <w:rsid w:val="00F4344B"/>
    <w:rsid w:val="00F434EA"/>
    <w:rsid w:val="00F43556"/>
    <w:rsid w:val="00F4401A"/>
    <w:rsid w:val="00F4415F"/>
    <w:rsid w:val="00F44D0B"/>
    <w:rsid w:val="00F454F5"/>
    <w:rsid w:val="00F455C1"/>
    <w:rsid w:val="00F45C8B"/>
    <w:rsid w:val="00F45F9F"/>
    <w:rsid w:val="00F4751E"/>
    <w:rsid w:val="00F47CE5"/>
    <w:rsid w:val="00F500D0"/>
    <w:rsid w:val="00F507B0"/>
    <w:rsid w:val="00F5084A"/>
    <w:rsid w:val="00F50EC5"/>
    <w:rsid w:val="00F51315"/>
    <w:rsid w:val="00F51806"/>
    <w:rsid w:val="00F525ED"/>
    <w:rsid w:val="00F52B58"/>
    <w:rsid w:val="00F52D49"/>
    <w:rsid w:val="00F52F3B"/>
    <w:rsid w:val="00F541F0"/>
    <w:rsid w:val="00F546B8"/>
    <w:rsid w:val="00F54A03"/>
    <w:rsid w:val="00F55046"/>
    <w:rsid w:val="00F554F9"/>
    <w:rsid w:val="00F5566E"/>
    <w:rsid w:val="00F55DCD"/>
    <w:rsid w:val="00F576A9"/>
    <w:rsid w:val="00F61746"/>
    <w:rsid w:val="00F62512"/>
    <w:rsid w:val="00F62777"/>
    <w:rsid w:val="00F62D39"/>
    <w:rsid w:val="00F63008"/>
    <w:rsid w:val="00F63710"/>
    <w:rsid w:val="00F63A19"/>
    <w:rsid w:val="00F63B61"/>
    <w:rsid w:val="00F63B8C"/>
    <w:rsid w:val="00F64029"/>
    <w:rsid w:val="00F644A1"/>
    <w:rsid w:val="00F646E7"/>
    <w:rsid w:val="00F65D80"/>
    <w:rsid w:val="00F660A3"/>
    <w:rsid w:val="00F6697F"/>
    <w:rsid w:val="00F675AA"/>
    <w:rsid w:val="00F6767A"/>
    <w:rsid w:val="00F6773D"/>
    <w:rsid w:val="00F67B4E"/>
    <w:rsid w:val="00F67C6F"/>
    <w:rsid w:val="00F67F8C"/>
    <w:rsid w:val="00F702DB"/>
    <w:rsid w:val="00F71545"/>
    <w:rsid w:val="00F728C0"/>
    <w:rsid w:val="00F7370E"/>
    <w:rsid w:val="00F73D0A"/>
    <w:rsid w:val="00F74172"/>
    <w:rsid w:val="00F75028"/>
    <w:rsid w:val="00F750F9"/>
    <w:rsid w:val="00F752BE"/>
    <w:rsid w:val="00F75C45"/>
    <w:rsid w:val="00F75F63"/>
    <w:rsid w:val="00F7622F"/>
    <w:rsid w:val="00F77C50"/>
    <w:rsid w:val="00F80453"/>
    <w:rsid w:val="00F81106"/>
    <w:rsid w:val="00F813F7"/>
    <w:rsid w:val="00F81DB0"/>
    <w:rsid w:val="00F82D79"/>
    <w:rsid w:val="00F8319E"/>
    <w:rsid w:val="00F836FA"/>
    <w:rsid w:val="00F846AB"/>
    <w:rsid w:val="00F849F8"/>
    <w:rsid w:val="00F851DC"/>
    <w:rsid w:val="00F85799"/>
    <w:rsid w:val="00F85AF4"/>
    <w:rsid w:val="00F85EA2"/>
    <w:rsid w:val="00F8673E"/>
    <w:rsid w:val="00F8674E"/>
    <w:rsid w:val="00F869B1"/>
    <w:rsid w:val="00F87453"/>
    <w:rsid w:val="00F90236"/>
    <w:rsid w:val="00F90709"/>
    <w:rsid w:val="00F916DE"/>
    <w:rsid w:val="00F91931"/>
    <w:rsid w:val="00F924EE"/>
    <w:rsid w:val="00F92CAF"/>
    <w:rsid w:val="00F937B9"/>
    <w:rsid w:val="00F93B6A"/>
    <w:rsid w:val="00F9447E"/>
    <w:rsid w:val="00F950BD"/>
    <w:rsid w:val="00F95800"/>
    <w:rsid w:val="00F9599E"/>
    <w:rsid w:val="00F959AC"/>
    <w:rsid w:val="00F95CF9"/>
    <w:rsid w:val="00F96220"/>
    <w:rsid w:val="00F972B8"/>
    <w:rsid w:val="00F9781F"/>
    <w:rsid w:val="00FA04D8"/>
    <w:rsid w:val="00FA1AB1"/>
    <w:rsid w:val="00FA1B7E"/>
    <w:rsid w:val="00FA230B"/>
    <w:rsid w:val="00FA23FE"/>
    <w:rsid w:val="00FA2C1E"/>
    <w:rsid w:val="00FA2EC8"/>
    <w:rsid w:val="00FA38B3"/>
    <w:rsid w:val="00FA3F82"/>
    <w:rsid w:val="00FA400A"/>
    <w:rsid w:val="00FA45A5"/>
    <w:rsid w:val="00FA4668"/>
    <w:rsid w:val="00FA4CD2"/>
    <w:rsid w:val="00FA4D63"/>
    <w:rsid w:val="00FA4DDD"/>
    <w:rsid w:val="00FA621E"/>
    <w:rsid w:val="00FA632D"/>
    <w:rsid w:val="00FA6AF2"/>
    <w:rsid w:val="00FA7005"/>
    <w:rsid w:val="00FB008C"/>
    <w:rsid w:val="00FB0252"/>
    <w:rsid w:val="00FB0738"/>
    <w:rsid w:val="00FB0C0E"/>
    <w:rsid w:val="00FB0FE2"/>
    <w:rsid w:val="00FB1031"/>
    <w:rsid w:val="00FB138C"/>
    <w:rsid w:val="00FB19BA"/>
    <w:rsid w:val="00FB19C0"/>
    <w:rsid w:val="00FB3CA2"/>
    <w:rsid w:val="00FB5007"/>
    <w:rsid w:val="00FB5AD0"/>
    <w:rsid w:val="00FB6631"/>
    <w:rsid w:val="00FB672A"/>
    <w:rsid w:val="00FB75EA"/>
    <w:rsid w:val="00FB7A9D"/>
    <w:rsid w:val="00FB7AA8"/>
    <w:rsid w:val="00FC128D"/>
    <w:rsid w:val="00FC1347"/>
    <w:rsid w:val="00FC1BBD"/>
    <w:rsid w:val="00FC2A62"/>
    <w:rsid w:val="00FC3707"/>
    <w:rsid w:val="00FC3D88"/>
    <w:rsid w:val="00FC566D"/>
    <w:rsid w:val="00FC6269"/>
    <w:rsid w:val="00FC6929"/>
    <w:rsid w:val="00FC6BC8"/>
    <w:rsid w:val="00FC6E50"/>
    <w:rsid w:val="00FD03FC"/>
    <w:rsid w:val="00FD06CE"/>
    <w:rsid w:val="00FD0E9D"/>
    <w:rsid w:val="00FD2BCB"/>
    <w:rsid w:val="00FD49F4"/>
    <w:rsid w:val="00FD5557"/>
    <w:rsid w:val="00FD5937"/>
    <w:rsid w:val="00FD595F"/>
    <w:rsid w:val="00FD5DD0"/>
    <w:rsid w:val="00FD6343"/>
    <w:rsid w:val="00FD7242"/>
    <w:rsid w:val="00FD7294"/>
    <w:rsid w:val="00FD75F3"/>
    <w:rsid w:val="00FD7D3A"/>
    <w:rsid w:val="00FE1007"/>
    <w:rsid w:val="00FE1698"/>
    <w:rsid w:val="00FE1D72"/>
    <w:rsid w:val="00FE3864"/>
    <w:rsid w:val="00FE44DC"/>
    <w:rsid w:val="00FE4922"/>
    <w:rsid w:val="00FE4A22"/>
    <w:rsid w:val="00FE6422"/>
    <w:rsid w:val="00FE6700"/>
    <w:rsid w:val="00FE7058"/>
    <w:rsid w:val="00FE7AE0"/>
    <w:rsid w:val="00FF176B"/>
    <w:rsid w:val="00FF1E54"/>
    <w:rsid w:val="00FF2091"/>
    <w:rsid w:val="00FF25AE"/>
    <w:rsid w:val="00FF263D"/>
    <w:rsid w:val="00FF2B76"/>
    <w:rsid w:val="00FF37B6"/>
    <w:rsid w:val="00FF3A52"/>
    <w:rsid w:val="00FF4350"/>
    <w:rsid w:val="00FF4878"/>
    <w:rsid w:val="00FF4E9E"/>
    <w:rsid w:val="00FF546A"/>
    <w:rsid w:val="00FF5B8B"/>
    <w:rsid w:val="00FF5FC4"/>
    <w:rsid w:val="00FF6616"/>
    <w:rsid w:val="00FF6840"/>
    <w:rsid w:val="00FF7B81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E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35EF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AD35E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66F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odkp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TSergienko</dc:creator>
  <cp:keywords/>
  <dc:description/>
  <cp:lastModifiedBy>TSergienko</cp:lastModifiedBy>
  <cp:revision>14</cp:revision>
  <dcterms:created xsi:type="dcterms:W3CDTF">2016-01-29T13:00:00Z</dcterms:created>
  <dcterms:modified xsi:type="dcterms:W3CDTF">2016-02-12T04:39:00Z</dcterms:modified>
</cp:coreProperties>
</file>